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75C3B5" w14:textId="77777777" w:rsidR="004D36D7" w:rsidRPr="00FD4A68" w:rsidRDefault="009A3282" w:rsidP="00B47940">
      <w:pPr>
        <w:pStyle w:val="Title"/>
        <w:rPr>
          <w:rStyle w:val="LabTitleInstVersred"/>
          <w:b/>
          <w:color w:val="auto"/>
        </w:rPr>
      </w:pPr>
      <w:sdt>
        <w:sdtPr>
          <w:rPr>
            <w:b w:val="0"/>
            <w:color w:val="EE0000"/>
          </w:rPr>
          <w:alias w:val="Title"/>
          <w:tag w:val=""/>
          <w:id w:val="-487021785"/>
          <w:placeholder>
            <w:docPart w:val="F996561904544E2A929A74FACA4853E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55D08">
            <w:t>Lab - Locating Log Files</w:t>
          </w:r>
        </w:sdtContent>
      </w:sdt>
      <w:r w:rsidR="004D36D7" w:rsidRPr="00FD4A68">
        <w:t xml:space="preserve"> </w:t>
      </w:r>
      <w:r w:rsidR="00D84BDA" w:rsidRPr="00FD4A68">
        <w:rPr>
          <w:rStyle w:val="LabTitleInstVersred"/>
        </w:rPr>
        <w:t>(Instructor Version)</w:t>
      </w:r>
    </w:p>
    <w:p w14:paraId="41E1EA38"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12E33CBD" w14:textId="128FC22E" w:rsidR="00D778DF" w:rsidRPr="00E70096" w:rsidRDefault="005751C6" w:rsidP="00D452F4">
      <w:pPr>
        <w:pStyle w:val="Heading1"/>
      </w:pPr>
      <w:r>
        <w:t>Objectives</w:t>
      </w:r>
    </w:p>
    <w:p w14:paraId="329DE2B2" w14:textId="009B7EA8" w:rsidR="00755D08" w:rsidRDefault="00755D08" w:rsidP="00755D08">
      <w:pPr>
        <w:pStyle w:val="BodyTextL25"/>
      </w:pPr>
      <w:r w:rsidRPr="00A261EC">
        <w:t xml:space="preserve">In this lab, you will </w:t>
      </w:r>
      <w:r>
        <w:t>get familiar with locating and manipulating Linux log files.</w:t>
      </w:r>
    </w:p>
    <w:p w14:paraId="68569F9D" w14:textId="3D22644F" w:rsidR="005A046E" w:rsidRDefault="005A046E" w:rsidP="009A3282">
      <w:pPr>
        <w:pStyle w:val="BodyTextL25Bold"/>
      </w:pPr>
      <w:r>
        <w:t>Part 1: Log File Overview</w:t>
      </w:r>
    </w:p>
    <w:p w14:paraId="6B6F0BE1" w14:textId="74DBFBAF" w:rsidR="005A046E" w:rsidRDefault="005A046E" w:rsidP="009A3282">
      <w:pPr>
        <w:pStyle w:val="BodyTextL25Bold"/>
      </w:pPr>
      <w:r>
        <w:t>Part 2: Locating Log Files in Unknown Systems</w:t>
      </w:r>
    </w:p>
    <w:p w14:paraId="36534F9A" w14:textId="6A3E840C" w:rsidR="005A046E" w:rsidRDefault="005A046E" w:rsidP="009A3282">
      <w:pPr>
        <w:pStyle w:val="BodyTextL25Bold"/>
      </w:pPr>
      <w:r>
        <w:t>Part 3: Monitoring Log Files in Real Time</w:t>
      </w:r>
    </w:p>
    <w:p w14:paraId="6E0E9DCE" w14:textId="77777777" w:rsidR="00D778DF" w:rsidRPr="00E70096" w:rsidRDefault="00D778DF" w:rsidP="00D452F4">
      <w:pPr>
        <w:pStyle w:val="Heading1"/>
      </w:pPr>
      <w:r w:rsidRPr="00E70096">
        <w:t>Required Resources</w:t>
      </w:r>
    </w:p>
    <w:p w14:paraId="2FAA8035" w14:textId="6A307AAD" w:rsidR="00457934" w:rsidRDefault="004B1E44" w:rsidP="004B1E44">
      <w:pPr>
        <w:pStyle w:val="Bulletlevel1"/>
      </w:pPr>
      <w:bookmarkStart w:id="0" w:name="_Hlk45524782"/>
      <w:proofErr w:type="spellStart"/>
      <w:r>
        <w:t>CyberOps</w:t>
      </w:r>
      <w:proofErr w:type="spellEnd"/>
      <w:r>
        <w:t xml:space="preserve"> Workstation virtual machine</w:t>
      </w:r>
      <w:bookmarkEnd w:id="0"/>
      <w:r w:rsidDel="004B1E44">
        <w:t xml:space="preserve"> </w:t>
      </w:r>
    </w:p>
    <w:p w14:paraId="3B052E05" w14:textId="77777777" w:rsidR="00125806" w:rsidRDefault="00125806" w:rsidP="00D452F4">
      <w:pPr>
        <w:pStyle w:val="Heading1"/>
      </w:pPr>
      <w:r>
        <w:t>Instructions</w:t>
      </w:r>
    </w:p>
    <w:p w14:paraId="5BA2751F" w14:textId="77777777" w:rsidR="006C589B" w:rsidRDefault="006C589B" w:rsidP="006C589B">
      <w:pPr>
        <w:pStyle w:val="Heading2"/>
      </w:pPr>
      <w:r>
        <w:t>Log File Overview</w:t>
      </w:r>
    </w:p>
    <w:p w14:paraId="02740DAB" w14:textId="77777777" w:rsidR="006C589B" w:rsidRDefault="006C589B" w:rsidP="006C589B">
      <w:pPr>
        <w:pStyle w:val="BodyTextL25"/>
      </w:pPr>
      <w:r>
        <w:t>Log files (also spelled logfiles), are files used by computers to log events. Software programs, background processes, services, or transactions between services, including the operating system itself, may generate such events. Log files are dependent on the application that generates them. It is up to the application developer to conform to log file convention. Software documentation should include information on its log files.</w:t>
      </w:r>
    </w:p>
    <w:p w14:paraId="393CFFB6" w14:textId="77777777" w:rsidR="006C589B" w:rsidRDefault="006C589B" w:rsidP="006C589B">
      <w:pPr>
        <w:pStyle w:val="Heading3"/>
      </w:pPr>
      <w:r>
        <w:t>Web server log file example</w:t>
      </w:r>
    </w:p>
    <w:p w14:paraId="742AB17F" w14:textId="77777777" w:rsidR="006C589B" w:rsidRDefault="006C589B" w:rsidP="006C589B">
      <w:pPr>
        <w:pStyle w:val="BodyTextL25"/>
      </w:pPr>
      <w:r>
        <w:t>Because log files are essentially a way to track specific events, the type of information stored varies depending of the application or services generating the events.</w:t>
      </w:r>
    </w:p>
    <w:p w14:paraId="24E857D0" w14:textId="77777777" w:rsidR="006C589B" w:rsidRDefault="006C589B" w:rsidP="006C589B">
      <w:pPr>
        <w:pStyle w:val="SubStepAlpha"/>
      </w:pPr>
      <w:r>
        <w:t>Consider the single log entry below. It was generated by Apache, a popular web server.</w:t>
      </w:r>
    </w:p>
    <w:p w14:paraId="007D9804" w14:textId="77777777" w:rsidR="006C589B" w:rsidRDefault="006C589B" w:rsidP="006C589B">
      <w:pPr>
        <w:pStyle w:val="CMDOutput"/>
      </w:pPr>
      <w:r>
        <w:t>[Wed Mar 22</w:t>
      </w:r>
      <w:r w:rsidRPr="00717C53">
        <w:t xml:space="preserve"> 1</w:t>
      </w:r>
      <w:r>
        <w:t>1:23:12</w:t>
      </w:r>
      <w:r w:rsidRPr="00717C53">
        <w:t>.2</w:t>
      </w:r>
      <w:r>
        <w:t>07022 2017] [</w:t>
      </w:r>
      <w:proofErr w:type="spellStart"/>
      <w:proofErr w:type="gramStart"/>
      <w:r>
        <w:t>core:error</w:t>
      </w:r>
      <w:proofErr w:type="spellEnd"/>
      <w:proofErr w:type="gramEnd"/>
      <w:r>
        <w:t>] [</w:t>
      </w:r>
      <w:proofErr w:type="spellStart"/>
      <w:r>
        <w:t>pid</w:t>
      </w:r>
      <w:proofErr w:type="spellEnd"/>
      <w:r>
        <w:t xml:space="preserve"> 354</w:t>
      </w:r>
      <w:r w:rsidRPr="00717C53">
        <w:t xml:space="preserve">8:tid </w:t>
      </w:r>
      <w:r>
        <w:t>4682351596</w:t>
      </w:r>
      <w:r w:rsidRPr="00717C53">
        <w:t xml:space="preserve">] [client </w:t>
      </w:r>
      <w:r>
        <w:t>209.165.200.230</w:t>
      </w:r>
      <w:r w:rsidRPr="00717C53">
        <w:t>] File does not exist: /</w:t>
      </w:r>
      <w:r>
        <w:t>var</w:t>
      </w:r>
      <w:r w:rsidRPr="00717C53">
        <w:t>/</w:t>
      </w:r>
      <w:r>
        <w:t>www/apache</w:t>
      </w:r>
      <w:r w:rsidRPr="00717C53">
        <w:t>/</w:t>
      </w:r>
      <w:proofErr w:type="spellStart"/>
      <w:r w:rsidRPr="00717C53">
        <w:t>htdocs</w:t>
      </w:r>
      <w:proofErr w:type="spellEnd"/>
      <w:r w:rsidRPr="00717C53">
        <w:t>/favicon.ico</w:t>
      </w:r>
    </w:p>
    <w:p w14:paraId="6D3D6F92" w14:textId="77777777" w:rsidR="006C589B" w:rsidRDefault="006C589B" w:rsidP="006C589B">
      <w:pPr>
        <w:pStyle w:val="BodyTextL50"/>
      </w:pPr>
      <w:r>
        <w:t>The single log entry above represents a web event recorded by Apache. A few pieces of information are important in web transactions, including client IP address, time and details of the transaction. The entry above can be broken down into five main parts:</w:t>
      </w:r>
    </w:p>
    <w:p w14:paraId="68EE34FD" w14:textId="77777777" w:rsidR="006C589B" w:rsidRDefault="006C589B" w:rsidP="006C589B">
      <w:pPr>
        <w:pStyle w:val="BodyTextL50"/>
      </w:pPr>
      <w:r w:rsidRPr="00B12A59">
        <w:rPr>
          <w:b/>
        </w:rPr>
        <w:t>Timestamp:</w:t>
      </w:r>
      <w:r>
        <w:t xml:space="preserve"> This part records when the event took place. It is very important that the server clock is correctly synchronized as it allows for accurately cross-referencing and tracing back events.</w:t>
      </w:r>
    </w:p>
    <w:p w14:paraId="1573CA85" w14:textId="77777777" w:rsidR="006C589B" w:rsidRDefault="006C589B" w:rsidP="006C589B">
      <w:pPr>
        <w:pStyle w:val="BodyTextL50"/>
      </w:pPr>
      <w:r w:rsidRPr="00B12A59">
        <w:rPr>
          <w:b/>
        </w:rPr>
        <w:t>Type:</w:t>
      </w:r>
      <w:r>
        <w:t xml:space="preserve"> This is the type of event. In this case, it was an error.</w:t>
      </w:r>
    </w:p>
    <w:p w14:paraId="162D066B" w14:textId="77777777" w:rsidR="006C589B" w:rsidRPr="00B12A59" w:rsidRDefault="006C589B" w:rsidP="006C589B">
      <w:pPr>
        <w:pStyle w:val="BodyTextL50"/>
      </w:pPr>
      <w:r>
        <w:rPr>
          <w:b/>
        </w:rPr>
        <w:t xml:space="preserve">PID: </w:t>
      </w:r>
      <w:r>
        <w:t xml:space="preserve">This contains information about the process ID used by Apache </w:t>
      </w:r>
      <w:proofErr w:type="gramStart"/>
      <w:r>
        <w:t>at the moment</w:t>
      </w:r>
      <w:proofErr w:type="gramEnd"/>
      <w:r>
        <w:t>.</w:t>
      </w:r>
    </w:p>
    <w:p w14:paraId="585BEFE4" w14:textId="77777777" w:rsidR="006C589B" w:rsidRDefault="006C589B" w:rsidP="006C589B">
      <w:pPr>
        <w:pStyle w:val="BodyTextL50"/>
      </w:pPr>
      <w:r w:rsidRPr="00B12A59">
        <w:rPr>
          <w:b/>
        </w:rPr>
        <w:t>Client:</w:t>
      </w:r>
      <w:r>
        <w:t xml:space="preserve"> This records the IP address of the requesting client.</w:t>
      </w:r>
    </w:p>
    <w:p w14:paraId="5A0EE06F" w14:textId="77777777" w:rsidR="006C589B" w:rsidRDefault="006C589B" w:rsidP="006C589B">
      <w:pPr>
        <w:pStyle w:val="BodyTextL50"/>
      </w:pPr>
      <w:r w:rsidRPr="00B12A59">
        <w:rPr>
          <w:b/>
        </w:rPr>
        <w:t>Description:</w:t>
      </w:r>
      <w:r>
        <w:t xml:space="preserve"> This contains a description of the event.</w:t>
      </w:r>
    </w:p>
    <w:p w14:paraId="1BE38FA7" w14:textId="77777777" w:rsidR="00FF1E96" w:rsidRDefault="00FF1E96" w:rsidP="007E3E42">
      <w:pPr>
        <w:pStyle w:val="Heading4"/>
      </w:pPr>
      <w:r>
        <w:t>Question:</w:t>
      </w:r>
    </w:p>
    <w:p w14:paraId="07C4DDAA" w14:textId="23E4CEF0" w:rsidR="006C589B" w:rsidRDefault="006C589B" w:rsidP="007E3E42">
      <w:pPr>
        <w:pStyle w:val="BodyTextL50"/>
        <w:spacing w:before="0"/>
      </w:pPr>
      <w:r>
        <w:t>Based on the log entry above, describe what happened.</w:t>
      </w:r>
    </w:p>
    <w:p w14:paraId="16D3DA18" w14:textId="7FF5D990" w:rsidR="006C589B" w:rsidRPr="00913CA0" w:rsidRDefault="006C589B" w:rsidP="006C589B">
      <w:pPr>
        <w:pStyle w:val="AnswerLineL50"/>
        <w:rPr>
          <w:shd w:val="clear" w:color="auto" w:fill="BFBFBF"/>
        </w:rPr>
      </w:pPr>
      <w:r>
        <w:t>Type your answers here.</w:t>
      </w:r>
    </w:p>
    <w:p w14:paraId="58628B4E" w14:textId="77777777" w:rsidR="006C589B" w:rsidRPr="00B12A59" w:rsidRDefault="006C589B" w:rsidP="006C589B">
      <w:pPr>
        <w:pStyle w:val="BodyTextL50"/>
        <w:rPr>
          <w:rStyle w:val="AnswerGray"/>
        </w:rPr>
      </w:pPr>
      <w:r>
        <w:rPr>
          <w:rStyle w:val="AnswerGray"/>
        </w:rPr>
        <w:lastRenderedPageBreak/>
        <w:t>On</w:t>
      </w:r>
      <w:r w:rsidRPr="00F91A6B">
        <w:rPr>
          <w:rStyle w:val="AnswerGray"/>
        </w:rPr>
        <w:t xml:space="preserve"> Wednesday, March 22nd, 11:23:12.207022</w:t>
      </w:r>
      <w:r>
        <w:rPr>
          <w:rStyle w:val="AnswerGray"/>
        </w:rPr>
        <w:t xml:space="preserve"> </w:t>
      </w:r>
      <w:r w:rsidRPr="00F91A6B">
        <w:rPr>
          <w:rStyle w:val="AnswerGray"/>
        </w:rPr>
        <w:t xml:space="preserve">am of 2017, </w:t>
      </w:r>
      <w:r>
        <w:rPr>
          <w:rStyle w:val="AnswerGray"/>
        </w:rPr>
        <w:t xml:space="preserve">a </w:t>
      </w:r>
      <w:r w:rsidRPr="00F91A6B">
        <w:rPr>
          <w:rStyle w:val="AnswerGray"/>
        </w:rPr>
        <w:t>client with IP</w:t>
      </w:r>
      <w:r>
        <w:rPr>
          <w:rStyle w:val="AnswerGray"/>
        </w:rPr>
        <w:t xml:space="preserve"> address of</w:t>
      </w:r>
      <w:r w:rsidRPr="00F91A6B">
        <w:rPr>
          <w:rStyle w:val="AnswerGray"/>
        </w:rPr>
        <w:t xml:space="preserve"> 209.165.200.230</w:t>
      </w:r>
      <w:r>
        <w:rPr>
          <w:rStyle w:val="AnswerGray"/>
        </w:rPr>
        <w:t xml:space="preserve"> </w:t>
      </w:r>
      <w:r w:rsidRPr="00B12A59">
        <w:rPr>
          <w:rStyle w:val="AnswerGray"/>
        </w:rPr>
        <w:t xml:space="preserve">requested a non-existent file named favicon.ico. The file should </w:t>
      </w:r>
      <w:r>
        <w:rPr>
          <w:rStyle w:val="AnswerGray"/>
        </w:rPr>
        <w:t xml:space="preserve">have </w:t>
      </w:r>
      <w:proofErr w:type="gramStart"/>
      <w:r w:rsidRPr="00B12A59">
        <w:rPr>
          <w:rStyle w:val="AnswerGray"/>
        </w:rPr>
        <w:t>be</w:t>
      </w:r>
      <w:r>
        <w:rPr>
          <w:rStyle w:val="AnswerGray"/>
        </w:rPr>
        <w:t>en</w:t>
      </w:r>
      <w:r w:rsidRPr="00B12A59">
        <w:rPr>
          <w:rStyle w:val="AnswerGray"/>
        </w:rPr>
        <w:t xml:space="preserve"> </w:t>
      </w:r>
      <w:r>
        <w:rPr>
          <w:rStyle w:val="AnswerGray"/>
        </w:rPr>
        <w:t>located in</w:t>
      </w:r>
      <w:proofErr w:type="gramEnd"/>
      <w:r>
        <w:rPr>
          <w:rStyle w:val="AnswerGray"/>
        </w:rPr>
        <w:t xml:space="preserve"> the following path</w:t>
      </w:r>
      <w:r w:rsidRPr="00B12A59">
        <w:rPr>
          <w:rStyle w:val="AnswerGray"/>
        </w:rPr>
        <w:t xml:space="preserve"> /var/www/apache/</w:t>
      </w:r>
      <w:proofErr w:type="spellStart"/>
      <w:r w:rsidRPr="00B12A59">
        <w:rPr>
          <w:rStyle w:val="AnswerGray"/>
        </w:rPr>
        <w:t>htdocs</w:t>
      </w:r>
      <w:proofErr w:type="spellEnd"/>
      <w:r w:rsidRPr="00B12A59">
        <w:rPr>
          <w:rStyle w:val="AnswerGray"/>
        </w:rPr>
        <w:t>/fav</w:t>
      </w:r>
      <w:r>
        <w:rPr>
          <w:rStyle w:val="AnswerGray"/>
        </w:rPr>
        <w:t>icon.ico, but because it could not be found, it triggered an error.</w:t>
      </w:r>
    </w:p>
    <w:p w14:paraId="57871F34" w14:textId="77777777" w:rsidR="006C589B" w:rsidRDefault="006C589B" w:rsidP="006C589B">
      <w:pPr>
        <w:pStyle w:val="BodyTextL50"/>
      </w:pPr>
      <w:r>
        <w:t xml:space="preserve">Use the </w:t>
      </w:r>
      <w:r w:rsidRPr="00913CA0">
        <w:rPr>
          <w:b/>
        </w:rPr>
        <w:t>cat</w:t>
      </w:r>
      <w:r>
        <w:t xml:space="preserve"> command below to list a web server sample log file. The sample file is located at </w:t>
      </w:r>
      <w:r w:rsidRPr="00785B19">
        <w:t>/var/log</w:t>
      </w:r>
      <w:r>
        <w:t>:</w:t>
      </w:r>
    </w:p>
    <w:p w14:paraId="75C4EEFF" w14:textId="6271118F" w:rsidR="006C589B" w:rsidRPr="00D47E19" w:rsidRDefault="006C589B" w:rsidP="006C589B">
      <w:pPr>
        <w:pStyle w:val="CMD"/>
        <w:rPr>
          <w:lang w:val="pt-BR"/>
        </w:rPr>
      </w:pPr>
      <w:r w:rsidRPr="00D47E19">
        <w:rPr>
          <w:lang w:val="pt-BR"/>
        </w:rPr>
        <w:t xml:space="preserve">[analyst@secOps ~]$ </w:t>
      </w:r>
      <w:r w:rsidRPr="00D47E19">
        <w:rPr>
          <w:b/>
          <w:lang w:val="pt-BR"/>
        </w:rPr>
        <w:t>cat /var/log/logstash-tutorial.log</w:t>
      </w:r>
    </w:p>
    <w:p w14:paraId="1F119610" w14:textId="77777777" w:rsidR="006C589B" w:rsidRPr="00913CA0" w:rsidRDefault="006C589B" w:rsidP="006C589B">
      <w:pPr>
        <w:pStyle w:val="CMDOutput"/>
      </w:pPr>
      <w:r w:rsidRPr="00913CA0">
        <w:t xml:space="preserve">83.149.9.216 - - [04/Jan/2015:05:13:42 +0000] "GET /presentations/logstash-monitorama-2013/images/kibana-search.png HTTP/1.1" 200 203023 "http://semicomplete.com/presentations/logstash-monitorama-2013/" "Mozilla/5.0 (Macintosh; Intel Mac OS X 10_9_1) </w:t>
      </w:r>
      <w:proofErr w:type="spellStart"/>
      <w:r w:rsidRPr="00913CA0">
        <w:t>AppleWebKit</w:t>
      </w:r>
      <w:proofErr w:type="spellEnd"/>
      <w:r w:rsidRPr="00913CA0">
        <w:t>/537.36 (KHTML, like Gecko) Chrome/32.0.1700.77 Safari/537.36"</w:t>
      </w:r>
    </w:p>
    <w:p w14:paraId="00B6AD2C" w14:textId="77777777" w:rsidR="006C589B" w:rsidRPr="00913CA0" w:rsidRDefault="006C589B" w:rsidP="006C589B">
      <w:pPr>
        <w:pStyle w:val="CMDOutput"/>
      </w:pPr>
      <w:r w:rsidRPr="00913CA0">
        <w:t xml:space="preserve">83.149.9.216 - - [04/Jan/2015:05:13:42 +0000] "GET /presentations/logstash-monitorama-2013/images/kibana-dashboard3.png HTTP/1.1" 200 171717 "http://semicomplete.com/presentations/logstash-monitorama-2013/" "Mozilla/5.0 (Macintosh; Intel Mac OS X 10_9_1) </w:t>
      </w:r>
      <w:proofErr w:type="spellStart"/>
      <w:r w:rsidRPr="00913CA0">
        <w:t>AppleWebKit</w:t>
      </w:r>
      <w:proofErr w:type="spellEnd"/>
      <w:r w:rsidRPr="00913CA0">
        <w:t>/537.36 (KHTML, like Gecko) Chrome/32.0.1700.77 Safari/537.36"</w:t>
      </w:r>
    </w:p>
    <w:p w14:paraId="7B1E1DCA" w14:textId="77777777" w:rsidR="006C589B" w:rsidRPr="00913CA0" w:rsidRDefault="006C589B" w:rsidP="006C589B">
      <w:pPr>
        <w:pStyle w:val="CMDOutput"/>
      </w:pPr>
      <w:r w:rsidRPr="00913CA0">
        <w:t xml:space="preserve">83.149.9.216 - - [04/Jan/2015:05:13:44 +0000] "GET /presentations/logstash-monitorama-2013/plugin/highlight/highlight.js HTTP/1.1" 200 26185 "http://semicomplete.com/presentations/logstash-monitorama-2013/" "Mozilla/5.0 (Macintosh; Intel Mac OS X 10_9_1) </w:t>
      </w:r>
      <w:proofErr w:type="spellStart"/>
      <w:r w:rsidRPr="00913CA0">
        <w:t>AppleWebKit</w:t>
      </w:r>
      <w:proofErr w:type="spellEnd"/>
      <w:r w:rsidRPr="00913CA0">
        <w:t>/537.36 (KHTML, like Gecko) Chrome/32.0.1700.77 Safari/537.36”</w:t>
      </w:r>
    </w:p>
    <w:p w14:paraId="4D69C00D" w14:textId="77777777" w:rsidR="006C589B" w:rsidRPr="00913CA0" w:rsidRDefault="006C589B" w:rsidP="006C589B">
      <w:pPr>
        <w:pStyle w:val="CMD"/>
      </w:pPr>
      <w:r>
        <w:t>&lt;some output omitted&gt;</w:t>
      </w:r>
    </w:p>
    <w:p w14:paraId="2B71F662" w14:textId="77777777" w:rsidR="00FF1E96" w:rsidRDefault="00FF1E96" w:rsidP="007E3E42">
      <w:pPr>
        <w:pStyle w:val="Heading4"/>
      </w:pPr>
      <w:r>
        <w:t>Question:</w:t>
      </w:r>
    </w:p>
    <w:p w14:paraId="6CF986DD" w14:textId="47232C94" w:rsidR="006C589B" w:rsidRDefault="006C589B" w:rsidP="007E3E42">
      <w:pPr>
        <w:pStyle w:val="BodyTextL50"/>
        <w:spacing w:before="0"/>
      </w:pPr>
      <w:r>
        <w:t xml:space="preserve">Is the output above still considered a web transaction? Explain why the output of the </w:t>
      </w:r>
      <w:r w:rsidRPr="00913CA0">
        <w:rPr>
          <w:b/>
        </w:rPr>
        <w:t>cat</w:t>
      </w:r>
      <w:r>
        <w:t xml:space="preserve"> command is in a different format than the single entry shown in item (a).</w:t>
      </w:r>
    </w:p>
    <w:p w14:paraId="3E6AE400" w14:textId="6E882A17" w:rsidR="006C589B" w:rsidRDefault="006C589B" w:rsidP="006C589B">
      <w:pPr>
        <w:pStyle w:val="AnswerLineL50"/>
      </w:pPr>
      <w:r>
        <w:t>Type your answers here.</w:t>
      </w:r>
    </w:p>
    <w:p w14:paraId="25B999D6" w14:textId="77777777" w:rsidR="006C589B" w:rsidRDefault="006C589B" w:rsidP="006C589B">
      <w:pPr>
        <w:pStyle w:val="BodyTextL50"/>
      </w:pPr>
      <w:r>
        <w:rPr>
          <w:rStyle w:val="AnswerGray"/>
        </w:rPr>
        <w:t>Yes, it is a web event. The fields are in a different order, but the GET message, the presence of client IP addresses, references to various web browsers and the HTTPv1.1, confirms this is a web server log file. The format is different because the service was configured to record different fields in a different order.</w:t>
      </w:r>
    </w:p>
    <w:p w14:paraId="5C4F654E" w14:textId="77777777" w:rsidR="006C589B" w:rsidRPr="00280B7C" w:rsidRDefault="006C589B" w:rsidP="006C589B">
      <w:pPr>
        <w:pStyle w:val="Heading3"/>
      </w:pPr>
      <w:r>
        <w:t>Operating system log file example</w:t>
      </w:r>
    </w:p>
    <w:p w14:paraId="6CEE54DF" w14:textId="77777777" w:rsidR="006C589B" w:rsidRDefault="006C589B" w:rsidP="006C589B">
      <w:pPr>
        <w:pStyle w:val="BodyTextL25"/>
        <w:tabs>
          <w:tab w:val="left" w:pos="12105"/>
        </w:tabs>
      </w:pPr>
      <w:r>
        <w:t xml:space="preserve">Any software can </w:t>
      </w:r>
      <w:r w:rsidRPr="00785B19">
        <w:t>keep log files, including the operating system itself. Conventionally, Linux uses the /var/log directory to stores various log files, including operating system logs. Modern operating systems are complex pieces of software and therefore use several different files to log events. This section takes a quick look at the /var/log/messages fil</w:t>
      </w:r>
      <w:r>
        <w:t>e.</w:t>
      </w:r>
    </w:p>
    <w:p w14:paraId="0E3AF2AA" w14:textId="77777777" w:rsidR="006C589B" w:rsidRDefault="006C589B" w:rsidP="006C589B">
      <w:pPr>
        <w:pStyle w:val="SubStepAlpha"/>
      </w:pPr>
      <w:r>
        <w:t>Stored unde</w:t>
      </w:r>
      <w:r w:rsidRPr="00785B19">
        <w:t>r /var/log, the messages fil</w:t>
      </w:r>
      <w:r>
        <w:t>e stores various system events. The connection of new USB drive, a network card becoming available, and too many missed root login attempts, are a few examples of events logged to the</w:t>
      </w:r>
      <w:r w:rsidRPr="00785B19">
        <w:t xml:space="preserve"> /var/log/messages </w:t>
      </w:r>
      <w:r>
        <w:t xml:space="preserve">file. Use the </w:t>
      </w:r>
      <w:r w:rsidRPr="00913CA0">
        <w:rPr>
          <w:b/>
        </w:rPr>
        <w:t>more</w:t>
      </w:r>
      <w:r>
        <w:t xml:space="preserve"> command to display the contents of the </w:t>
      </w:r>
      <w:r w:rsidRPr="00785B19">
        <w:t xml:space="preserve">/var/log/messages file. </w:t>
      </w:r>
      <w:r>
        <w:t xml:space="preserve">Unlike the </w:t>
      </w:r>
      <w:r w:rsidRPr="00C23CFD">
        <w:rPr>
          <w:b/>
        </w:rPr>
        <w:t>cat</w:t>
      </w:r>
      <w:r>
        <w:t xml:space="preserve"> command, </w:t>
      </w:r>
      <w:r w:rsidRPr="00913CA0">
        <w:rPr>
          <w:b/>
        </w:rPr>
        <w:t>more</w:t>
      </w:r>
      <w:r>
        <w:t xml:space="preserve"> allows for a paced navigation through the file. Press </w:t>
      </w:r>
      <w:r>
        <w:rPr>
          <w:b/>
        </w:rPr>
        <w:t>ENTER</w:t>
      </w:r>
      <w:r>
        <w:t xml:space="preserve"> to advance line-by-line or </w:t>
      </w:r>
      <w:r w:rsidRPr="00913CA0">
        <w:rPr>
          <w:b/>
        </w:rPr>
        <w:t>SPACE</w:t>
      </w:r>
      <w:r>
        <w:t xml:space="preserve"> to advance an entire page. Press </w:t>
      </w:r>
      <w:r w:rsidRPr="00913CA0">
        <w:rPr>
          <w:b/>
        </w:rPr>
        <w:t>q</w:t>
      </w:r>
      <w:r>
        <w:t xml:space="preserve"> or </w:t>
      </w:r>
      <w:r w:rsidRPr="00913CA0">
        <w:rPr>
          <w:b/>
        </w:rPr>
        <w:t>CTRL</w:t>
      </w:r>
      <w:r>
        <w:rPr>
          <w:b/>
        </w:rPr>
        <w:t xml:space="preserve"> </w:t>
      </w:r>
      <w:r w:rsidRPr="00913CA0">
        <w:rPr>
          <w:b/>
        </w:rPr>
        <w:t>+</w:t>
      </w:r>
      <w:r>
        <w:rPr>
          <w:b/>
        </w:rPr>
        <w:t xml:space="preserve"> C</w:t>
      </w:r>
      <w:r>
        <w:t xml:space="preserve"> to abort and exit </w:t>
      </w:r>
      <w:r w:rsidRPr="00913CA0">
        <w:rPr>
          <w:b/>
        </w:rPr>
        <w:t>more</w:t>
      </w:r>
      <w:r>
        <w:t>.</w:t>
      </w:r>
    </w:p>
    <w:p w14:paraId="067C1CC8" w14:textId="77777777" w:rsidR="006C589B" w:rsidRDefault="006C589B" w:rsidP="006C589B">
      <w:pPr>
        <w:pStyle w:val="SubStepAlpha"/>
        <w:numPr>
          <w:ilvl w:val="0"/>
          <w:numId w:val="0"/>
        </w:numPr>
        <w:ind w:left="720"/>
      </w:pPr>
      <w:r w:rsidRPr="008D0856">
        <w:rPr>
          <w:b/>
        </w:rPr>
        <w:t>Note</w:t>
      </w:r>
      <w:r>
        <w:t xml:space="preserve">: the </w:t>
      </w:r>
      <w:proofErr w:type="spellStart"/>
      <w:r w:rsidRPr="00913CA0">
        <w:rPr>
          <w:b/>
        </w:rPr>
        <w:t>sudo</w:t>
      </w:r>
      <w:proofErr w:type="spellEnd"/>
      <w:r>
        <w:t xml:space="preserve"> command is required because th</w:t>
      </w:r>
      <w:r w:rsidRPr="00785B19">
        <w:t>e messages file belongs to the root us</w:t>
      </w:r>
      <w:r>
        <w:t>er.</w:t>
      </w:r>
    </w:p>
    <w:p w14:paraId="6268E0E6" w14:textId="26BB8294" w:rsidR="006C589B" w:rsidRPr="00913CA0" w:rsidRDefault="006C589B" w:rsidP="006C589B">
      <w:pPr>
        <w:pStyle w:val="CMD"/>
      </w:pPr>
      <w:r w:rsidRPr="00913CA0">
        <w:t>[</w:t>
      </w:r>
      <w:proofErr w:type="spellStart"/>
      <w:r w:rsidRPr="00913CA0">
        <w:t>analyst@secOps</w:t>
      </w:r>
      <w:proofErr w:type="spellEnd"/>
      <w:r w:rsidRPr="00913CA0">
        <w:t xml:space="preserve"> </w:t>
      </w:r>
      <w:proofErr w:type="gramStart"/>
      <w:r w:rsidRPr="00913CA0">
        <w:t>~]$</w:t>
      </w:r>
      <w:proofErr w:type="gramEnd"/>
      <w:r w:rsidRPr="00913CA0">
        <w:t xml:space="preserve"> </w:t>
      </w:r>
      <w:proofErr w:type="spellStart"/>
      <w:r w:rsidRPr="00913CA0">
        <w:rPr>
          <w:b/>
        </w:rPr>
        <w:t>sudo</w:t>
      </w:r>
      <w:proofErr w:type="spellEnd"/>
      <w:r w:rsidRPr="00913CA0">
        <w:rPr>
          <w:b/>
        </w:rPr>
        <w:t xml:space="preserve"> more /var/log/messages</w:t>
      </w:r>
    </w:p>
    <w:p w14:paraId="6C88B2E4" w14:textId="77777777" w:rsidR="006C589B" w:rsidRPr="00913CA0" w:rsidRDefault="006C589B" w:rsidP="006C589B">
      <w:pPr>
        <w:pStyle w:val="CMDOutput"/>
      </w:pPr>
      <w:r w:rsidRPr="00913CA0">
        <w:t>[</w:t>
      </w:r>
      <w:proofErr w:type="spellStart"/>
      <w:r w:rsidRPr="00913CA0">
        <w:t>sudo</w:t>
      </w:r>
      <w:proofErr w:type="spellEnd"/>
      <w:r w:rsidRPr="00913CA0">
        <w:t xml:space="preserve">] password for analyst: </w:t>
      </w:r>
    </w:p>
    <w:p w14:paraId="5343BEC7" w14:textId="77777777" w:rsidR="006C589B" w:rsidRPr="00913CA0" w:rsidRDefault="006C589B" w:rsidP="006C589B">
      <w:pPr>
        <w:pStyle w:val="CMDOutput"/>
      </w:pPr>
      <w:r w:rsidRPr="00913CA0">
        <w:t xml:space="preserve">Mar 20 08:34:38 </w:t>
      </w:r>
      <w:proofErr w:type="spellStart"/>
      <w:r w:rsidRPr="00913CA0">
        <w:t>secOps</w:t>
      </w:r>
      <w:proofErr w:type="spellEnd"/>
      <w:r w:rsidRPr="00913CA0">
        <w:t xml:space="preserve"> kernel: [6.149910] random: </w:t>
      </w:r>
      <w:proofErr w:type="spellStart"/>
      <w:r w:rsidRPr="00913CA0">
        <w:t>crng</w:t>
      </w:r>
      <w:proofErr w:type="spellEnd"/>
      <w:r w:rsidRPr="00913CA0">
        <w:t xml:space="preserve"> </w:t>
      </w:r>
      <w:proofErr w:type="spellStart"/>
      <w:r w:rsidRPr="00913CA0">
        <w:t>init</w:t>
      </w:r>
      <w:proofErr w:type="spellEnd"/>
      <w:r w:rsidRPr="00913CA0">
        <w:t xml:space="preserve"> done</w:t>
      </w:r>
    </w:p>
    <w:p w14:paraId="68FAAC23" w14:textId="77777777" w:rsidR="006C589B" w:rsidRPr="00913CA0" w:rsidRDefault="006C589B" w:rsidP="006C589B">
      <w:pPr>
        <w:pStyle w:val="CMDOutput"/>
      </w:pPr>
      <w:r w:rsidRPr="00913CA0">
        <w:t xml:space="preserve">Mar 20 08:34:40 </w:t>
      </w:r>
      <w:proofErr w:type="spellStart"/>
      <w:r w:rsidRPr="00913CA0">
        <w:t>secOps</w:t>
      </w:r>
      <w:proofErr w:type="spellEnd"/>
      <w:r w:rsidRPr="00913CA0">
        <w:t xml:space="preserve"> kernel: [8.280667] floppy0: no floppy controllers found</w:t>
      </w:r>
    </w:p>
    <w:p w14:paraId="73AA9E5E" w14:textId="77777777" w:rsidR="006C589B" w:rsidRPr="00913CA0" w:rsidRDefault="006C589B" w:rsidP="006C589B">
      <w:pPr>
        <w:pStyle w:val="CMDOutput"/>
      </w:pPr>
      <w:r w:rsidRPr="00913CA0">
        <w:t xml:space="preserve">Mar 20 08:34:40 </w:t>
      </w:r>
      <w:proofErr w:type="spellStart"/>
      <w:r w:rsidRPr="00913CA0">
        <w:t>secOps</w:t>
      </w:r>
      <w:proofErr w:type="spellEnd"/>
      <w:r w:rsidRPr="00913CA0">
        <w:t xml:space="preserve"> kernel: [8.280724] work still pending</w:t>
      </w:r>
    </w:p>
    <w:p w14:paraId="738A6C50" w14:textId="77777777" w:rsidR="006C589B" w:rsidRPr="00913CA0" w:rsidRDefault="006C589B" w:rsidP="006C589B">
      <w:pPr>
        <w:pStyle w:val="CMDOutput"/>
      </w:pPr>
      <w:r w:rsidRPr="00913CA0">
        <w:t xml:space="preserve">Mar 20 08:35:16 </w:t>
      </w:r>
      <w:proofErr w:type="spellStart"/>
      <w:r w:rsidRPr="00913CA0">
        <w:t>secOps</w:t>
      </w:r>
      <w:proofErr w:type="spellEnd"/>
      <w:r w:rsidRPr="00913CA0">
        <w:t xml:space="preserve"> kernel: [   44.414695] </w:t>
      </w:r>
      <w:proofErr w:type="spellStart"/>
      <w:r w:rsidRPr="00913CA0">
        <w:t>hrtimer</w:t>
      </w:r>
      <w:proofErr w:type="spellEnd"/>
      <w:r w:rsidRPr="00913CA0">
        <w:t>: interrupt took 5346452 ns</w:t>
      </w:r>
    </w:p>
    <w:p w14:paraId="206A361F" w14:textId="77777777" w:rsidR="006C589B" w:rsidRPr="00913CA0" w:rsidRDefault="006C589B" w:rsidP="006C589B">
      <w:pPr>
        <w:pStyle w:val="CMDOutput"/>
      </w:pPr>
      <w:r w:rsidRPr="00913CA0">
        <w:lastRenderedPageBreak/>
        <w:t xml:space="preserve">Mar 20 14:28:29 </w:t>
      </w:r>
      <w:proofErr w:type="spellStart"/>
      <w:r w:rsidRPr="00913CA0">
        <w:t>secOps</w:t>
      </w:r>
      <w:proofErr w:type="spellEnd"/>
      <w:r w:rsidRPr="00913CA0">
        <w:t xml:space="preserve"> kernel: [21239.566409] pcnet32 0000:00:03.0 enp0s3: link down</w:t>
      </w:r>
    </w:p>
    <w:p w14:paraId="25AAFCE2" w14:textId="77777777" w:rsidR="006C589B" w:rsidRPr="00913CA0" w:rsidRDefault="006C589B" w:rsidP="006C589B">
      <w:pPr>
        <w:pStyle w:val="CMDOutput"/>
      </w:pPr>
      <w:r w:rsidRPr="00913CA0">
        <w:t xml:space="preserve">Mar 20 14:28:33 </w:t>
      </w:r>
      <w:proofErr w:type="spellStart"/>
      <w:r w:rsidRPr="00913CA0">
        <w:t>secOps</w:t>
      </w:r>
      <w:proofErr w:type="spellEnd"/>
      <w:r w:rsidRPr="00913CA0">
        <w:t xml:space="preserve"> kernel: [21243.404646] pcnet32 0000:00:03.0 enp0s3: link up, 100Mbps, </w:t>
      </w:r>
      <w:proofErr w:type="gramStart"/>
      <w:r w:rsidRPr="00913CA0">
        <w:t>full-duplex</w:t>
      </w:r>
      <w:proofErr w:type="gramEnd"/>
    </w:p>
    <w:p w14:paraId="2BB437BB" w14:textId="77777777" w:rsidR="006C589B" w:rsidRPr="00913CA0" w:rsidRDefault="006C589B" w:rsidP="006C589B">
      <w:pPr>
        <w:pStyle w:val="CMDOutput"/>
      </w:pPr>
      <w:r w:rsidRPr="00913CA0">
        <w:t xml:space="preserve">Mar 20 14:28:35 </w:t>
      </w:r>
      <w:proofErr w:type="spellStart"/>
      <w:r w:rsidRPr="00913CA0">
        <w:t>secOps</w:t>
      </w:r>
      <w:proofErr w:type="spellEnd"/>
      <w:r w:rsidRPr="00913CA0">
        <w:t xml:space="preserve"> kernel: [21245.536961] pcnet32 0000:00:03.0 enp0s3: link down</w:t>
      </w:r>
    </w:p>
    <w:p w14:paraId="3BCABB4E" w14:textId="77777777" w:rsidR="006C589B" w:rsidRPr="00913CA0" w:rsidRDefault="006C589B" w:rsidP="006C589B">
      <w:pPr>
        <w:pStyle w:val="CMDOutput"/>
      </w:pPr>
      <w:r w:rsidRPr="00913CA0">
        <w:t xml:space="preserve">Mar 20 14:28:43 </w:t>
      </w:r>
      <w:proofErr w:type="spellStart"/>
      <w:r w:rsidRPr="00913CA0">
        <w:t>secOps</w:t>
      </w:r>
      <w:proofErr w:type="spellEnd"/>
      <w:r w:rsidRPr="00913CA0">
        <w:t xml:space="preserve"> kernel: [21253.427459] pcnet32 0000:00:03.0 enp0s3: link up, 100Mbps, </w:t>
      </w:r>
      <w:proofErr w:type="gramStart"/>
      <w:r w:rsidRPr="00913CA0">
        <w:t>full-duplex</w:t>
      </w:r>
      <w:proofErr w:type="gramEnd"/>
    </w:p>
    <w:p w14:paraId="6B8065EB" w14:textId="77777777" w:rsidR="006C589B" w:rsidRPr="00913CA0" w:rsidRDefault="006C589B" w:rsidP="006C589B">
      <w:pPr>
        <w:pStyle w:val="CMDOutput"/>
      </w:pPr>
      <w:r w:rsidRPr="00913CA0">
        <w:t xml:space="preserve">Mar 20 14:28:53 </w:t>
      </w:r>
      <w:proofErr w:type="spellStart"/>
      <w:r w:rsidRPr="00913CA0">
        <w:t>secOps</w:t>
      </w:r>
      <w:proofErr w:type="spellEnd"/>
      <w:r w:rsidRPr="00913CA0">
        <w:t xml:space="preserve"> kernel: [21263.449480] pcnet32 0000:00:03.0 enp0s3: link down</w:t>
      </w:r>
    </w:p>
    <w:p w14:paraId="37D2C642" w14:textId="77777777" w:rsidR="006C589B" w:rsidRPr="00913CA0" w:rsidRDefault="006C589B" w:rsidP="006C589B">
      <w:pPr>
        <w:pStyle w:val="CMDOutput"/>
      </w:pPr>
      <w:r w:rsidRPr="00913CA0">
        <w:t xml:space="preserve">Mar 20 14:28:57 </w:t>
      </w:r>
      <w:proofErr w:type="spellStart"/>
      <w:r w:rsidRPr="00913CA0">
        <w:t>secOps</w:t>
      </w:r>
      <w:proofErr w:type="spellEnd"/>
      <w:r w:rsidRPr="00913CA0">
        <w:t xml:space="preserve"> kernel: [21267.500152] pcnet32 0000:00:03.0 enp0s3: link up, 100Mbps, </w:t>
      </w:r>
      <w:proofErr w:type="gramStart"/>
      <w:r w:rsidRPr="00913CA0">
        <w:t>full-duplex</w:t>
      </w:r>
      <w:proofErr w:type="gramEnd"/>
    </w:p>
    <w:p w14:paraId="2C0C9C62" w14:textId="77777777" w:rsidR="006C589B" w:rsidRPr="00913CA0" w:rsidRDefault="006C589B" w:rsidP="006C589B">
      <w:pPr>
        <w:pStyle w:val="CMDOutput"/>
      </w:pPr>
      <w:r w:rsidRPr="00913CA0">
        <w:t xml:space="preserve">Mar 20 14:29:01 </w:t>
      </w:r>
      <w:proofErr w:type="spellStart"/>
      <w:r w:rsidRPr="00913CA0">
        <w:t>secOps</w:t>
      </w:r>
      <w:proofErr w:type="spellEnd"/>
      <w:r w:rsidRPr="00913CA0">
        <w:t xml:space="preserve"> kernel: [21271.551499] pcnet32 0000:00:03.0 enp0s3: link down</w:t>
      </w:r>
    </w:p>
    <w:p w14:paraId="7AD81D3C" w14:textId="77777777" w:rsidR="006C589B" w:rsidRPr="00913CA0" w:rsidRDefault="006C589B" w:rsidP="006C589B">
      <w:pPr>
        <w:pStyle w:val="CMDOutput"/>
      </w:pPr>
      <w:r w:rsidRPr="00913CA0">
        <w:t xml:space="preserve">Mar 20 14:29:05 </w:t>
      </w:r>
      <w:proofErr w:type="spellStart"/>
      <w:r w:rsidRPr="00913CA0">
        <w:t>secOps</w:t>
      </w:r>
      <w:proofErr w:type="spellEnd"/>
      <w:r w:rsidRPr="00913CA0">
        <w:t xml:space="preserve"> kernel: [21275.389707] pcnet32 0000:00:03.0 enp0s3: link up, 100Mbps, </w:t>
      </w:r>
      <w:proofErr w:type="gramStart"/>
      <w:r w:rsidRPr="00913CA0">
        <w:t>full-duplex</w:t>
      </w:r>
      <w:proofErr w:type="gramEnd"/>
    </w:p>
    <w:p w14:paraId="4FE68B7F" w14:textId="77777777" w:rsidR="006C589B" w:rsidRPr="00913CA0" w:rsidRDefault="006C589B" w:rsidP="006C589B">
      <w:pPr>
        <w:pStyle w:val="CMDOutput"/>
      </w:pPr>
      <w:r w:rsidRPr="00913CA0">
        <w:t xml:space="preserve">Mar 22 06:01:40 </w:t>
      </w:r>
      <w:proofErr w:type="spellStart"/>
      <w:r w:rsidRPr="00913CA0">
        <w:t>secOps</w:t>
      </w:r>
      <w:proofErr w:type="spellEnd"/>
      <w:r w:rsidRPr="00913CA0">
        <w:t xml:space="preserve"> kernel: [0.000000] Linux version 4.8.12-2-ARCH (</w:t>
      </w:r>
      <w:proofErr w:type="spellStart"/>
      <w:r w:rsidRPr="00913CA0">
        <w:t>builduser@andyrtr</w:t>
      </w:r>
      <w:proofErr w:type="spellEnd"/>
      <w:r w:rsidRPr="00913CA0">
        <w:t>) (</w:t>
      </w:r>
      <w:proofErr w:type="spellStart"/>
      <w:r w:rsidRPr="00913CA0">
        <w:t>gcc</w:t>
      </w:r>
      <w:proofErr w:type="spellEnd"/>
      <w:r w:rsidRPr="00913CA0">
        <w:t xml:space="preserve"> version 6.2.1 20160830 (GCC</w:t>
      </w:r>
      <w:proofErr w:type="gramStart"/>
      <w:r w:rsidRPr="00913CA0">
        <w:t>) )</w:t>
      </w:r>
      <w:proofErr w:type="gramEnd"/>
      <w:r w:rsidRPr="00913CA0">
        <w:t xml:space="preserve"> #1 SMP PREEMPT Fri Dec 2 20:41:47 CET 2016</w:t>
      </w:r>
    </w:p>
    <w:p w14:paraId="5A8254FC" w14:textId="77777777" w:rsidR="006C589B" w:rsidRPr="00913CA0" w:rsidRDefault="006C589B" w:rsidP="006C589B">
      <w:pPr>
        <w:pStyle w:val="CMDOutput"/>
      </w:pPr>
      <w:r w:rsidRPr="00913CA0">
        <w:t xml:space="preserve">Mar 22 06:01:40 </w:t>
      </w:r>
      <w:proofErr w:type="spellStart"/>
      <w:r w:rsidRPr="00913CA0">
        <w:t>secOps</w:t>
      </w:r>
      <w:proofErr w:type="spellEnd"/>
      <w:r w:rsidRPr="00913CA0">
        <w:t xml:space="preserve"> kernel: [0.000000] x86/</w:t>
      </w:r>
      <w:proofErr w:type="spellStart"/>
      <w:r w:rsidRPr="00913CA0">
        <w:t>fpu</w:t>
      </w:r>
      <w:proofErr w:type="spellEnd"/>
      <w:r w:rsidRPr="00913CA0">
        <w:t>: Supporting XSAVE feature 0x001: 'x87 floating point registers'</w:t>
      </w:r>
    </w:p>
    <w:p w14:paraId="55033D2F" w14:textId="77777777" w:rsidR="006C589B" w:rsidRPr="00913CA0" w:rsidRDefault="006C589B" w:rsidP="006C589B">
      <w:pPr>
        <w:pStyle w:val="CMDOutput"/>
      </w:pPr>
      <w:r w:rsidRPr="00913CA0">
        <w:t xml:space="preserve">Mar 22 06:01:40 </w:t>
      </w:r>
      <w:proofErr w:type="spellStart"/>
      <w:r w:rsidRPr="00913CA0">
        <w:t>secOps</w:t>
      </w:r>
      <w:proofErr w:type="spellEnd"/>
      <w:r w:rsidRPr="00913CA0">
        <w:t xml:space="preserve"> kernel: [0.000000] x86/</w:t>
      </w:r>
      <w:proofErr w:type="spellStart"/>
      <w:r w:rsidRPr="00913CA0">
        <w:t>fpu</w:t>
      </w:r>
      <w:proofErr w:type="spellEnd"/>
      <w:r w:rsidRPr="00913CA0">
        <w:t>: Supporting XSAVE feature 0x002: 'SSE registers'</w:t>
      </w:r>
    </w:p>
    <w:p w14:paraId="784F14A7" w14:textId="77777777" w:rsidR="006C589B" w:rsidRPr="00913CA0" w:rsidRDefault="006C589B" w:rsidP="006C589B">
      <w:pPr>
        <w:pStyle w:val="CMDOutput"/>
      </w:pPr>
      <w:r w:rsidRPr="00913CA0">
        <w:t xml:space="preserve">Mar 22 06:01:40 </w:t>
      </w:r>
      <w:proofErr w:type="spellStart"/>
      <w:r w:rsidRPr="00913CA0">
        <w:t>secOps</w:t>
      </w:r>
      <w:proofErr w:type="spellEnd"/>
      <w:r w:rsidRPr="00913CA0">
        <w:t xml:space="preserve"> kernel: [0.000000] x86/</w:t>
      </w:r>
      <w:proofErr w:type="spellStart"/>
      <w:r w:rsidRPr="00913CA0">
        <w:t>fpu</w:t>
      </w:r>
      <w:proofErr w:type="spellEnd"/>
      <w:r w:rsidRPr="00913CA0">
        <w:t>: Supporting XSAVE feature 0x004: 'AVX registers'</w:t>
      </w:r>
    </w:p>
    <w:p w14:paraId="0CD8500B" w14:textId="77777777" w:rsidR="006C589B" w:rsidRPr="00913CA0" w:rsidRDefault="006C589B" w:rsidP="006C589B">
      <w:pPr>
        <w:pStyle w:val="CMDOutput"/>
      </w:pPr>
      <w:r w:rsidRPr="00913CA0">
        <w:t xml:space="preserve">Mar 22 06:01:40 </w:t>
      </w:r>
      <w:proofErr w:type="spellStart"/>
      <w:r w:rsidRPr="00913CA0">
        <w:t>secOps</w:t>
      </w:r>
      <w:proofErr w:type="spellEnd"/>
      <w:r w:rsidRPr="00913CA0">
        <w:t xml:space="preserve"> kernel: [0.000000] x86/</w:t>
      </w:r>
      <w:proofErr w:type="spellStart"/>
      <w:r w:rsidRPr="00913CA0">
        <w:t>fpu</w:t>
      </w:r>
      <w:proofErr w:type="spellEnd"/>
      <w:r w:rsidRPr="00913CA0">
        <w:t xml:space="preserve">: </w:t>
      </w:r>
      <w:proofErr w:type="spellStart"/>
      <w:r w:rsidRPr="00913CA0">
        <w:t>xstate_</w:t>
      </w:r>
      <w:proofErr w:type="gramStart"/>
      <w:r w:rsidRPr="00913CA0">
        <w:t>offset</w:t>
      </w:r>
      <w:proofErr w:type="spellEnd"/>
      <w:r w:rsidRPr="00913CA0">
        <w:t>[</w:t>
      </w:r>
      <w:proofErr w:type="gramEnd"/>
      <w:r w:rsidRPr="00913CA0">
        <w:t xml:space="preserve">2]:  576, </w:t>
      </w:r>
      <w:proofErr w:type="spellStart"/>
      <w:r w:rsidRPr="00913CA0">
        <w:t>xstate_sizes</w:t>
      </w:r>
      <w:proofErr w:type="spellEnd"/>
      <w:r w:rsidRPr="00913CA0">
        <w:t>[2]:  256</w:t>
      </w:r>
    </w:p>
    <w:p w14:paraId="618375C2" w14:textId="77777777" w:rsidR="006C589B" w:rsidRPr="00913CA0" w:rsidRDefault="006C589B" w:rsidP="006C589B">
      <w:pPr>
        <w:pStyle w:val="CMDOutput"/>
      </w:pPr>
      <w:r w:rsidRPr="00913CA0">
        <w:t xml:space="preserve">Mar 22 06:01:40 </w:t>
      </w:r>
      <w:proofErr w:type="spellStart"/>
      <w:r w:rsidRPr="00913CA0">
        <w:t>secOps</w:t>
      </w:r>
      <w:proofErr w:type="spellEnd"/>
      <w:r w:rsidRPr="00913CA0">
        <w:t xml:space="preserve"> kernel: [0.000000] x86/</w:t>
      </w:r>
      <w:proofErr w:type="spellStart"/>
      <w:r w:rsidRPr="00913CA0">
        <w:t>fpu</w:t>
      </w:r>
      <w:proofErr w:type="spellEnd"/>
      <w:r w:rsidRPr="00913CA0">
        <w:t xml:space="preserve">: Enabled </w:t>
      </w:r>
      <w:proofErr w:type="spellStart"/>
      <w:r w:rsidRPr="00913CA0">
        <w:t>xstate</w:t>
      </w:r>
      <w:proofErr w:type="spellEnd"/>
      <w:r w:rsidRPr="00913CA0">
        <w:t xml:space="preserve"> features 0x7, context size is 832 bytes, using 'standard' format.</w:t>
      </w:r>
    </w:p>
    <w:p w14:paraId="0B49836C" w14:textId="77777777" w:rsidR="006C589B" w:rsidRPr="00913CA0" w:rsidRDefault="006C589B" w:rsidP="006C589B">
      <w:pPr>
        <w:pStyle w:val="CMDOutput"/>
      </w:pPr>
      <w:r w:rsidRPr="00913CA0">
        <w:t xml:space="preserve">Mar 22 06:01:40 </w:t>
      </w:r>
      <w:proofErr w:type="spellStart"/>
      <w:r w:rsidRPr="00913CA0">
        <w:t>secOps</w:t>
      </w:r>
      <w:proofErr w:type="spellEnd"/>
      <w:r w:rsidRPr="00913CA0">
        <w:t xml:space="preserve"> kernel: [0.000000] x86/</w:t>
      </w:r>
      <w:proofErr w:type="spellStart"/>
      <w:r w:rsidRPr="00913CA0">
        <w:t>fpu</w:t>
      </w:r>
      <w:proofErr w:type="spellEnd"/>
      <w:r w:rsidRPr="00913CA0">
        <w:t>: Using 'eager' FPU context switches.</w:t>
      </w:r>
    </w:p>
    <w:p w14:paraId="1E4387F3" w14:textId="77777777" w:rsidR="006C589B" w:rsidRPr="00913CA0" w:rsidRDefault="006C589B" w:rsidP="006C589B">
      <w:pPr>
        <w:pStyle w:val="CMD"/>
      </w:pPr>
      <w:r>
        <w:t>&lt;some output omitted&gt;</w:t>
      </w:r>
    </w:p>
    <w:p w14:paraId="1FC33438" w14:textId="77777777" w:rsidR="006C589B" w:rsidRDefault="006C589B" w:rsidP="006C589B">
      <w:pPr>
        <w:pStyle w:val="BodyTextL50"/>
      </w:pPr>
      <w:r>
        <w:t>Notice that the events listed above are very different from the web server events. Because the operating system itself is generating this log, all recorded events are in relation to the OS itself.</w:t>
      </w:r>
    </w:p>
    <w:p w14:paraId="1EB71200" w14:textId="77777777" w:rsidR="006C589B" w:rsidRDefault="006C589B" w:rsidP="006C589B">
      <w:pPr>
        <w:pStyle w:val="SubStepAlpha"/>
      </w:pPr>
      <w:r>
        <w:t xml:space="preserve">If necessary, enter </w:t>
      </w:r>
      <w:r>
        <w:rPr>
          <w:b/>
        </w:rPr>
        <w:t xml:space="preserve">Ctrl + </w:t>
      </w:r>
      <w:r w:rsidRPr="00C604A8">
        <w:rPr>
          <w:b/>
        </w:rPr>
        <w:t>C</w:t>
      </w:r>
      <w:r>
        <w:t xml:space="preserve"> to exit out of the previous command.</w:t>
      </w:r>
    </w:p>
    <w:p w14:paraId="5EF4CB1B" w14:textId="7B8E7D5B" w:rsidR="00FF1E96" w:rsidRDefault="006C589B" w:rsidP="006C589B">
      <w:pPr>
        <w:pStyle w:val="SubStepAlpha"/>
      </w:pPr>
      <w:r>
        <w:t>Log files are very important for troubleshooting. Assume that a user of that specific system reported that all network operations were slow around</w:t>
      </w:r>
      <w:r w:rsidR="009B1C05">
        <w:t xml:space="preserve"> 4:20 a</w:t>
      </w:r>
      <w:r>
        <w:t>m</w:t>
      </w:r>
      <w:r w:rsidR="00627EA9">
        <w:t xml:space="preserve"> on May 19</w:t>
      </w:r>
      <w:r>
        <w:t>.</w:t>
      </w:r>
    </w:p>
    <w:p w14:paraId="35C5D04C" w14:textId="77777777" w:rsidR="00FF1E96" w:rsidRDefault="00FF1E96" w:rsidP="007E3E42">
      <w:pPr>
        <w:pStyle w:val="Heading4"/>
      </w:pPr>
      <w:r>
        <w:t>Question:</w:t>
      </w:r>
    </w:p>
    <w:p w14:paraId="703A52AE" w14:textId="246BF8DC" w:rsidR="006C589B" w:rsidRDefault="006C589B" w:rsidP="007E3E42">
      <w:pPr>
        <w:pStyle w:val="BodyTextL50"/>
        <w:spacing w:before="0"/>
      </w:pPr>
      <w:r>
        <w:t>Can you find evidence of that in the log entries shown above? If so, in what lines? Explain.</w:t>
      </w:r>
    </w:p>
    <w:p w14:paraId="4CF1149E" w14:textId="58581F9F" w:rsidR="006C589B" w:rsidRDefault="006C589B" w:rsidP="006C589B">
      <w:pPr>
        <w:pStyle w:val="AnswerLineL50"/>
      </w:pPr>
      <w:r>
        <w:t>Type your answers here.</w:t>
      </w:r>
    </w:p>
    <w:p w14:paraId="57B0BDAD" w14:textId="552DE95C" w:rsidR="006C589B" w:rsidRDefault="006C589B" w:rsidP="006C589B">
      <w:pPr>
        <w:pStyle w:val="BodyTextL50"/>
      </w:pPr>
      <w:r>
        <w:rPr>
          <w:rStyle w:val="AnswerGray"/>
        </w:rPr>
        <w:t>On Ma</w:t>
      </w:r>
      <w:r w:rsidR="00906037">
        <w:rPr>
          <w:rStyle w:val="AnswerGray"/>
        </w:rPr>
        <w:t>y</w:t>
      </w:r>
      <w:r>
        <w:rPr>
          <w:rStyle w:val="AnswerGray"/>
        </w:rPr>
        <w:t xml:space="preserve"> </w:t>
      </w:r>
      <w:r w:rsidR="00906037">
        <w:rPr>
          <w:rStyle w:val="AnswerGray"/>
        </w:rPr>
        <w:t>1</w:t>
      </w:r>
      <w:r w:rsidR="009B1C05">
        <w:rPr>
          <w:rStyle w:val="AnswerGray"/>
        </w:rPr>
        <w:t>9</w:t>
      </w:r>
      <w:r w:rsidRPr="00F91A6B">
        <w:rPr>
          <w:rStyle w:val="AnswerGray"/>
        </w:rPr>
        <w:t xml:space="preserve">, </w:t>
      </w:r>
      <w:r w:rsidR="009B1C05">
        <w:rPr>
          <w:rStyle w:val="AnswerGray"/>
        </w:rPr>
        <w:t>04:19:53</w:t>
      </w:r>
      <w:r>
        <w:rPr>
          <w:rStyle w:val="AnswerGray"/>
        </w:rPr>
        <w:t xml:space="preserve"> through </w:t>
      </w:r>
      <w:r w:rsidR="009B1C05">
        <w:rPr>
          <w:rStyle w:val="AnswerGray"/>
        </w:rPr>
        <w:t>04:21:27</w:t>
      </w:r>
      <w:r w:rsidR="00906037">
        <w:rPr>
          <w:rStyle w:val="AnswerGray"/>
        </w:rPr>
        <w:t>,</w:t>
      </w:r>
      <w:r w:rsidRPr="00F91A6B">
        <w:rPr>
          <w:rStyle w:val="AnswerGray"/>
        </w:rPr>
        <w:t xml:space="preserve"> </w:t>
      </w:r>
      <w:r>
        <w:rPr>
          <w:rStyle w:val="AnswerGray"/>
        </w:rPr>
        <w:t>the network card was flapping (switching from up to down quickly). The log entries clearly confirm the user report.</w:t>
      </w:r>
    </w:p>
    <w:p w14:paraId="32696C3E" w14:textId="77777777" w:rsidR="006C589B" w:rsidRPr="00280B7C" w:rsidRDefault="006C589B" w:rsidP="006C589B">
      <w:pPr>
        <w:pStyle w:val="Heading2"/>
      </w:pPr>
      <w:r>
        <w:t>Locating Log Files in Unknown Systems</w:t>
      </w:r>
    </w:p>
    <w:p w14:paraId="116A4A90" w14:textId="77777777" w:rsidR="006C589B" w:rsidRDefault="006C589B" w:rsidP="006C589B">
      <w:pPr>
        <w:pStyle w:val="BodyTextL25"/>
        <w:rPr>
          <w:b/>
        </w:rPr>
      </w:pPr>
      <w:r>
        <w:t xml:space="preserve">The </w:t>
      </w:r>
      <w:proofErr w:type="spellStart"/>
      <w:r w:rsidRPr="00065692">
        <w:t>CyberOps</w:t>
      </w:r>
      <w:proofErr w:type="spellEnd"/>
      <w:r w:rsidRPr="00065692">
        <w:t xml:space="preserve"> Workstation VM</w:t>
      </w:r>
      <w:r>
        <w:t xml:space="preserve"> includes</w:t>
      </w:r>
      <w:r w:rsidRPr="00065692">
        <w:t xml:space="preserve"> </w:t>
      </w:r>
      <w:proofErr w:type="spellStart"/>
      <w:r w:rsidRPr="00065692">
        <w:t>nginx</w:t>
      </w:r>
      <w:proofErr w:type="spellEnd"/>
      <w:r>
        <w:t xml:space="preserve">, a lightweight web server. This section will show how to find and display </w:t>
      </w:r>
      <w:proofErr w:type="spellStart"/>
      <w:r>
        <w:t>nginx</w:t>
      </w:r>
      <w:proofErr w:type="spellEnd"/>
      <w:r>
        <w:t xml:space="preserve"> logs using the</w:t>
      </w:r>
      <w:r w:rsidRPr="00065692">
        <w:t xml:space="preserve"> </w:t>
      </w:r>
      <w:proofErr w:type="spellStart"/>
      <w:r w:rsidRPr="00065692">
        <w:t>CyberOps</w:t>
      </w:r>
      <w:proofErr w:type="spellEnd"/>
      <w:r w:rsidRPr="00065692">
        <w:t xml:space="preserve"> Workstation VM</w:t>
      </w:r>
      <w:r w:rsidRPr="00024113">
        <w:t>.</w:t>
      </w:r>
    </w:p>
    <w:p w14:paraId="35BB2717" w14:textId="77777777" w:rsidR="006C589B" w:rsidRDefault="006C589B" w:rsidP="006C589B">
      <w:pPr>
        <w:pStyle w:val="BodyTextL25"/>
      </w:pPr>
      <w:r>
        <w:rPr>
          <w:b/>
        </w:rPr>
        <w:t>Note</w:t>
      </w:r>
      <w:r w:rsidRPr="004C3C30">
        <w:t xml:space="preserve">: </w:t>
      </w:r>
      <w:proofErr w:type="spellStart"/>
      <w:r w:rsidRPr="00065692">
        <w:t>nginx</w:t>
      </w:r>
      <w:proofErr w:type="spellEnd"/>
      <w:r>
        <w:t xml:space="preserve"> was installed on the </w:t>
      </w:r>
      <w:proofErr w:type="spellStart"/>
      <w:r w:rsidRPr="00065692">
        <w:t>CyberOps</w:t>
      </w:r>
      <w:proofErr w:type="spellEnd"/>
      <w:r w:rsidRPr="00065692">
        <w:t xml:space="preserve"> Workstation VM</w:t>
      </w:r>
      <w:r>
        <w:t xml:space="preserve"> with its default settings. With default settings, its global configuration file is located under</w:t>
      </w:r>
      <w:r w:rsidRPr="00A77CB1">
        <w:t xml:space="preserve"> /</w:t>
      </w:r>
      <w:proofErr w:type="spellStart"/>
      <w:r w:rsidRPr="00A77CB1">
        <w:t>etc</w:t>
      </w:r>
      <w:proofErr w:type="spellEnd"/>
      <w:r w:rsidRPr="00A77CB1">
        <w:t>/</w:t>
      </w:r>
      <w:proofErr w:type="spellStart"/>
      <w:r w:rsidRPr="00A77CB1">
        <w:t>nginx</w:t>
      </w:r>
      <w:proofErr w:type="spellEnd"/>
      <w:r w:rsidRPr="00A77CB1">
        <w:t>/</w:t>
      </w:r>
      <w:proofErr w:type="spellStart"/>
      <w:r w:rsidRPr="00A77CB1">
        <w:t>nginx.conf</w:t>
      </w:r>
      <w:proofErr w:type="spellEnd"/>
      <w:r>
        <w:t xml:space="preserve">, its access log file is at </w:t>
      </w:r>
      <w:r w:rsidRPr="00A77CB1">
        <w:t>/var/log/</w:t>
      </w:r>
      <w:proofErr w:type="spellStart"/>
      <w:r w:rsidRPr="00A77CB1">
        <w:t>nginx</w:t>
      </w:r>
      <w:proofErr w:type="spellEnd"/>
      <w:r w:rsidRPr="00A77CB1">
        <w:t>/access.log</w:t>
      </w:r>
      <w:r w:rsidRPr="00EB7953">
        <w:t>,</w:t>
      </w:r>
      <w:r>
        <w:t xml:space="preserve"> and errors are redirected to the terminal window. However, it is common for a security analyst to work on computers in which the installation details for tool and services are unknown. This section describes the process of locating such files described for </w:t>
      </w:r>
      <w:proofErr w:type="spellStart"/>
      <w:r w:rsidRPr="00A77CB1">
        <w:t>nginx</w:t>
      </w:r>
      <w:proofErr w:type="spellEnd"/>
      <w:r w:rsidRPr="00024113">
        <w:t xml:space="preserve"> </w:t>
      </w:r>
      <w:r w:rsidRPr="00791560">
        <w:t>but</w:t>
      </w:r>
      <w:r>
        <w:t xml:space="preserve"> is by no means complete. Nevertheless, it should be a good exercise about locating and displaying log files on unfamiliar systems.</w:t>
      </w:r>
    </w:p>
    <w:p w14:paraId="67D780B5" w14:textId="77777777" w:rsidR="006C589B" w:rsidRDefault="006C589B" w:rsidP="006C589B">
      <w:pPr>
        <w:pStyle w:val="SubStepAlpha"/>
      </w:pPr>
      <w:r>
        <w:lastRenderedPageBreak/>
        <w:t xml:space="preserve">When working with new software, the first step is to look at the documentation. It provides important information about the software, including information about its log files. Use the </w:t>
      </w:r>
      <w:r w:rsidRPr="00024113">
        <w:rPr>
          <w:b/>
        </w:rPr>
        <w:t>man</w:t>
      </w:r>
      <w:r>
        <w:t xml:space="preserve"> command to display the </w:t>
      </w:r>
      <w:proofErr w:type="spellStart"/>
      <w:r w:rsidRPr="00A77CB1">
        <w:t>nginx</w:t>
      </w:r>
      <w:proofErr w:type="spellEnd"/>
      <w:r>
        <w:t xml:space="preserve"> manual page:</w:t>
      </w:r>
    </w:p>
    <w:p w14:paraId="51719A69" w14:textId="77777777" w:rsidR="006C589B" w:rsidRPr="00024113" w:rsidRDefault="006C589B" w:rsidP="006C589B">
      <w:pPr>
        <w:pStyle w:val="CMD"/>
      </w:pPr>
      <w:r w:rsidRPr="00024113">
        <w:t>[</w:t>
      </w:r>
      <w:proofErr w:type="spellStart"/>
      <w:r w:rsidRPr="00024113">
        <w:t>analyst@secOps</w:t>
      </w:r>
      <w:proofErr w:type="spellEnd"/>
      <w:r w:rsidRPr="00024113">
        <w:t xml:space="preserve"> </w:t>
      </w:r>
      <w:proofErr w:type="gramStart"/>
      <w:r w:rsidRPr="00024113">
        <w:t>~]$</w:t>
      </w:r>
      <w:proofErr w:type="gramEnd"/>
      <w:r w:rsidRPr="00024113">
        <w:t xml:space="preserve"> </w:t>
      </w:r>
      <w:r w:rsidRPr="00024113">
        <w:rPr>
          <w:b/>
        </w:rPr>
        <w:t xml:space="preserve">man </w:t>
      </w:r>
      <w:proofErr w:type="spellStart"/>
      <w:r w:rsidRPr="00024113">
        <w:rPr>
          <w:b/>
        </w:rPr>
        <w:t>nginx</w:t>
      </w:r>
      <w:proofErr w:type="spellEnd"/>
    </w:p>
    <w:p w14:paraId="0E3D9540" w14:textId="77777777" w:rsidR="006C589B" w:rsidRPr="00024113" w:rsidRDefault="006C589B" w:rsidP="006C589B">
      <w:pPr>
        <w:pStyle w:val="CMDOutput"/>
      </w:pPr>
      <w:proofErr w:type="gramStart"/>
      <w:r w:rsidRPr="00024113">
        <w:t>NGINX(</w:t>
      </w:r>
      <w:proofErr w:type="gramEnd"/>
      <w:r w:rsidRPr="00024113">
        <w:t>8)                            BSD System Manager's Manual                           NGINX(8)</w:t>
      </w:r>
    </w:p>
    <w:p w14:paraId="6B936953" w14:textId="77777777" w:rsidR="006C589B" w:rsidRPr="00024113" w:rsidRDefault="006C589B" w:rsidP="006C589B">
      <w:pPr>
        <w:pStyle w:val="CMDOutput"/>
      </w:pPr>
    </w:p>
    <w:p w14:paraId="113C9462" w14:textId="77777777" w:rsidR="006C589B" w:rsidRPr="00024113" w:rsidRDefault="006C589B" w:rsidP="006C589B">
      <w:pPr>
        <w:pStyle w:val="CMDOutput"/>
      </w:pPr>
      <w:r w:rsidRPr="00024113">
        <w:t>NAME</w:t>
      </w:r>
    </w:p>
    <w:p w14:paraId="5C15378F" w14:textId="77777777" w:rsidR="006C589B" w:rsidRPr="00024113" w:rsidRDefault="006C589B" w:rsidP="006C589B">
      <w:pPr>
        <w:pStyle w:val="CMDOutput"/>
      </w:pPr>
      <w:r w:rsidRPr="00024113">
        <w:t xml:space="preserve">     </w:t>
      </w:r>
      <w:proofErr w:type="spellStart"/>
      <w:r w:rsidRPr="00024113">
        <w:t>nginx</w:t>
      </w:r>
      <w:proofErr w:type="spellEnd"/>
      <w:r w:rsidRPr="00024113">
        <w:t xml:space="preserve"> — HTTP and reverse proxy server, mail proxy server</w:t>
      </w:r>
    </w:p>
    <w:p w14:paraId="35015F7D" w14:textId="77777777" w:rsidR="006C589B" w:rsidRPr="00024113" w:rsidRDefault="006C589B" w:rsidP="006C589B">
      <w:pPr>
        <w:pStyle w:val="CMDOutput"/>
      </w:pPr>
    </w:p>
    <w:p w14:paraId="10B8FF87" w14:textId="77777777" w:rsidR="006C589B" w:rsidRPr="00024113" w:rsidRDefault="006C589B" w:rsidP="006C589B">
      <w:pPr>
        <w:pStyle w:val="CMDOutput"/>
      </w:pPr>
      <w:r w:rsidRPr="00024113">
        <w:t>SYNOPSIS</w:t>
      </w:r>
    </w:p>
    <w:p w14:paraId="242F8B9A" w14:textId="77777777" w:rsidR="006C589B" w:rsidRPr="00024113" w:rsidRDefault="006C589B" w:rsidP="006C589B">
      <w:pPr>
        <w:pStyle w:val="CMDOutput"/>
      </w:pPr>
      <w:r w:rsidRPr="00024113">
        <w:t xml:space="preserve">     </w:t>
      </w:r>
      <w:proofErr w:type="spellStart"/>
      <w:r w:rsidRPr="00024113">
        <w:t>nginx</w:t>
      </w:r>
      <w:proofErr w:type="spellEnd"/>
      <w:r w:rsidRPr="00024113">
        <w:t xml:space="preserve"> [</w:t>
      </w:r>
      <w:proofErr w:type="gramStart"/>
      <w:r w:rsidRPr="00024113">
        <w:t>-?</w:t>
      </w:r>
      <w:proofErr w:type="spellStart"/>
      <w:r w:rsidRPr="00024113">
        <w:t>hqTtVv</w:t>
      </w:r>
      <w:proofErr w:type="spellEnd"/>
      <w:proofErr w:type="gramEnd"/>
      <w:r w:rsidRPr="00024113">
        <w:t>] [-c file] [-g directives] [-p prefix] [-s signal]</w:t>
      </w:r>
    </w:p>
    <w:p w14:paraId="4F0B5734" w14:textId="77777777" w:rsidR="006C589B" w:rsidRPr="00024113" w:rsidRDefault="006C589B" w:rsidP="006C589B">
      <w:pPr>
        <w:pStyle w:val="CMDOutput"/>
      </w:pPr>
    </w:p>
    <w:p w14:paraId="011D51F1" w14:textId="77777777" w:rsidR="006C589B" w:rsidRPr="00024113" w:rsidRDefault="006C589B" w:rsidP="006C589B">
      <w:pPr>
        <w:pStyle w:val="CMDOutput"/>
      </w:pPr>
      <w:r w:rsidRPr="00024113">
        <w:t>DESCRIPTION</w:t>
      </w:r>
    </w:p>
    <w:p w14:paraId="5CDD3B2E" w14:textId="77777777" w:rsidR="006C589B" w:rsidRPr="00024113" w:rsidRDefault="006C589B" w:rsidP="006C589B">
      <w:pPr>
        <w:pStyle w:val="CMDOutput"/>
      </w:pPr>
      <w:r w:rsidRPr="00024113">
        <w:t xml:space="preserve">     </w:t>
      </w:r>
      <w:proofErr w:type="spellStart"/>
      <w:r w:rsidRPr="00024113">
        <w:t>nginx</w:t>
      </w:r>
      <w:proofErr w:type="spellEnd"/>
      <w:r w:rsidRPr="00024113">
        <w:t xml:space="preserve"> (pronounced “engine x”) is an HTTP and reverse proxy server, as well as a mail proxy</w:t>
      </w:r>
    </w:p>
    <w:p w14:paraId="2E342922" w14:textId="77777777" w:rsidR="006C589B" w:rsidRPr="00024113" w:rsidRDefault="006C589B" w:rsidP="006C589B">
      <w:pPr>
        <w:pStyle w:val="CMDOutput"/>
      </w:pPr>
      <w:r w:rsidRPr="00024113">
        <w:t xml:space="preserve">     server.  It is known for its high performance, stability, rich feature set, simple </w:t>
      </w:r>
      <w:proofErr w:type="spellStart"/>
      <w:r w:rsidRPr="00024113">
        <w:t>configura</w:t>
      </w:r>
      <w:proofErr w:type="spellEnd"/>
      <w:r w:rsidRPr="00024113">
        <w:rPr>
          <w:rFonts w:ascii="Cambria Math" w:hAnsi="Cambria Math" w:cs="Cambria Math"/>
        </w:rPr>
        <w:t>‐</w:t>
      </w:r>
    </w:p>
    <w:p w14:paraId="221ABEFE" w14:textId="77777777" w:rsidR="006C589B" w:rsidRPr="00024113" w:rsidRDefault="006C589B" w:rsidP="006C589B">
      <w:pPr>
        <w:pStyle w:val="CMDOutput"/>
      </w:pPr>
      <w:r w:rsidRPr="00024113">
        <w:t xml:space="preserve">     </w:t>
      </w:r>
      <w:proofErr w:type="spellStart"/>
      <w:r w:rsidRPr="00024113">
        <w:t>tion</w:t>
      </w:r>
      <w:proofErr w:type="spellEnd"/>
      <w:r w:rsidRPr="00024113">
        <w:t>, and low resource consumption.</w:t>
      </w:r>
    </w:p>
    <w:p w14:paraId="771DCE3E" w14:textId="77777777" w:rsidR="006C589B" w:rsidRDefault="006C589B" w:rsidP="006C589B">
      <w:pPr>
        <w:pStyle w:val="CMDOutput"/>
      </w:pPr>
      <w:r>
        <w:t>&lt;some output omitted&gt;</w:t>
      </w:r>
    </w:p>
    <w:p w14:paraId="4D7E14A9" w14:textId="77777777" w:rsidR="006C589B" w:rsidRDefault="006C589B" w:rsidP="006C589B">
      <w:pPr>
        <w:pStyle w:val="SubStepAlpha"/>
      </w:pPr>
      <w:r>
        <w:t>Scroll down the page to locate th</w:t>
      </w:r>
      <w:r w:rsidRPr="00785B19">
        <w:t xml:space="preserve">e </w:t>
      </w:r>
      <w:proofErr w:type="spellStart"/>
      <w:r w:rsidRPr="00785B19">
        <w:t>nginx</w:t>
      </w:r>
      <w:proofErr w:type="spellEnd"/>
      <w:r w:rsidRPr="00785B19">
        <w:t xml:space="preserve"> logging section. The documentation makes it clear that </w:t>
      </w:r>
      <w:proofErr w:type="spellStart"/>
      <w:r w:rsidRPr="00785B19">
        <w:t>nginx</w:t>
      </w:r>
      <w:proofErr w:type="spellEnd"/>
      <w:r w:rsidRPr="00785B19">
        <w:t xml:space="preserve"> supports logging, with the location of its log files defined at compilation time</w:t>
      </w:r>
      <w:r>
        <w:t>.</w:t>
      </w:r>
    </w:p>
    <w:p w14:paraId="78EB8636" w14:textId="77777777" w:rsidR="006C589B" w:rsidRDefault="006C589B" w:rsidP="006C589B">
      <w:pPr>
        <w:pStyle w:val="CMDOutput"/>
      </w:pPr>
      <w:r>
        <w:t>[PARTIAL OUTPUT EXTRACTED FROM NGINX MANUAL PAGE]</w:t>
      </w:r>
    </w:p>
    <w:p w14:paraId="7E88B841" w14:textId="77777777" w:rsidR="006C589B" w:rsidRDefault="006C589B" w:rsidP="006C589B">
      <w:pPr>
        <w:pStyle w:val="CMDOutput"/>
      </w:pPr>
    </w:p>
    <w:p w14:paraId="5E119284" w14:textId="77777777" w:rsidR="006C589B" w:rsidRDefault="006C589B" w:rsidP="006C589B">
      <w:pPr>
        <w:pStyle w:val="CMDOutput"/>
      </w:pPr>
      <w:r>
        <w:t>DEBUGGING LOG</w:t>
      </w:r>
    </w:p>
    <w:p w14:paraId="632ECA5C" w14:textId="77777777" w:rsidR="006C589B" w:rsidRPr="001F1EEB" w:rsidRDefault="006C589B" w:rsidP="006C589B">
      <w:pPr>
        <w:pStyle w:val="CMDOutput"/>
        <w:rPr>
          <w:highlight w:val="yellow"/>
        </w:rPr>
      </w:pPr>
      <w:r>
        <w:t xml:space="preserve">     </w:t>
      </w:r>
      <w:r w:rsidRPr="001F1EEB">
        <w:rPr>
          <w:highlight w:val="yellow"/>
        </w:rPr>
        <w:t xml:space="preserve">To enable a debugging log, reconfigure </w:t>
      </w:r>
      <w:proofErr w:type="spellStart"/>
      <w:r w:rsidRPr="001F1EEB">
        <w:rPr>
          <w:highlight w:val="yellow"/>
        </w:rPr>
        <w:t>nginx</w:t>
      </w:r>
      <w:proofErr w:type="spellEnd"/>
      <w:r w:rsidRPr="001F1EEB">
        <w:rPr>
          <w:highlight w:val="yellow"/>
        </w:rPr>
        <w:t xml:space="preserve"> to build with debugging:</w:t>
      </w:r>
    </w:p>
    <w:p w14:paraId="151627A8" w14:textId="77777777" w:rsidR="006C589B" w:rsidRPr="001F1EEB" w:rsidRDefault="006C589B" w:rsidP="006C589B">
      <w:pPr>
        <w:pStyle w:val="CMDOutput"/>
        <w:rPr>
          <w:highlight w:val="yellow"/>
        </w:rPr>
      </w:pPr>
    </w:p>
    <w:p w14:paraId="0DFC11A8" w14:textId="77777777" w:rsidR="006C589B" w:rsidRDefault="006C589B" w:rsidP="006C589B">
      <w:pPr>
        <w:pStyle w:val="CMDOutput"/>
      </w:pPr>
      <w:r w:rsidRPr="001F1EEB">
        <w:rPr>
          <w:highlight w:val="yellow"/>
        </w:rPr>
        <w:t xml:space="preserve">           </w:t>
      </w:r>
      <w:proofErr w:type="gramStart"/>
      <w:r w:rsidRPr="001F1EEB">
        <w:rPr>
          <w:highlight w:val="yellow"/>
        </w:rPr>
        <w:t>./</w:t>
      </w:r>
      <w:proofErr w:type="gramEnd"/>
      <w:r w:rsidRPr="001F1EEB">
        <w:rPr>
          <w:highlight w:val="yellow"/>
        </w:rPr>
        <w:t>configure --with-debug ...</w:t>
      </w:r>
    </w:p>
    <w:p w14:paraId="1A3E014C" w14:textId="77777777" w:rsidR="006C589B" w:rsidRDefault="006C589B" w:rsidP="006C589B">
      <w:pPr>
        <w:pStyle w:val="CMDOutput"/>
      </w:pPr>
    </w:p>
    <w:p w14:paraId="57C47AFA" w14:textId="77777777" w:rsidR="006C589B" w:rsidRDefault="006C589B" w:rsidP="006C589B">
      <w:pPr>
        <w:pStyle w:val="CMDOutput"/>
      </w:pPr>
      <w:r>
        <w:t xml:space="preserve">     and then set the debug level of the </w:t>
      </w:r>
      <w:proofErr w:type="spellStart"/>
      <w:r>
        <w:t>error_log</w:t>
      </w:r>
      <w:proofErr w:type="spellEnd"/>
      <w:r>
        <w:t>:</w:t>
      </w:r>
    </w:p>
    <w:p w14:paraId="27AEB5C5" w14:textId="77777777" w:rsidR="006C589B" w:rsidRDefault="006C589B" w:rsidP="006C589B">
      <w:pPr>
        <w:pStyle w:val="CMDOutput"/>
      </w:pPr>
    </w:p>
    <w:p w14:paraId="747FFE16" w14:textId="77777777" w:rsidR="006C589B" w:rsidRDefault="006C589B" w:rsidP="006C589B">
      <w:pPr>
        <w:pStyle w:val="CMDOutput"/>
      </w:pPr>
      <w:r>
        <w:t xml:space="preserve">           </w:t>
      </w:r>
      <w:proofErr w:type="spellStart"/>
      <w:r w:rsidRPr="001F1EEB">
        <w:rPr>
          <w:highlight w:val="yellow"/>
        </w:rPr>
        <w:t>error_log</w:t>
      </w:r>
      <w:proofErr w:type="spellEnd"/>
      <w:r w:rsidRPr="001F1EEB">
        <w:rPr>
          <w:highlight w:val="yellow"/>
        </w:rPr>
        <w:t xml:space="preserve"> /path/to/log debug;</w:t>
      </w:r>
    </w:p>
    <w:p w14:paraId="6D4382AF" w14:textId="77777777" w:rsidR="006C589B" w:rsidRDefault="006C589B" w:rsidP="006C589B">
      <w:pPr>
        <w:pStyle w:val="CMDOutput"/>
      </w:pPr>
    </w:p>
    <w:p w14:paraId="51F9549B" w14:textId="77777777" w:rsidR="006C589B" w:rsidRDefault="006C589B" w:rsidP="006C589B">
      <w:pPr>
        <w:pStyle w:val="CMDOutput"/>
      </w:pPr>
      <w:r>
        <w:t xml:space="preserve">     It is also possible to enable the debugging for a </w:t>
      </w:r>
      <w:proofErr w:type="gramStart"/>
      <w:r>
        <w:t>particular IP</w:t>
      </w:r>
      <w:proofErr w:type="gramEnd"/>
      <w:r>
        <w:t xml:space="preserve"> address:</w:t>
      </w:r>
    </w:p>
    <w:p w14:paraId="652FA0D6" w14:textId="77777777" w:rsidR="006C589B" w:rsidRDefault="006C589B" w:rsidP="006C589B">
      <w:pPr>
        <w:pStyle w:val="CMDOutput"/>
      </w:pPr>
    </w:p>
    <w:p w14:paraId="6F3A2C79" w14:textId="77777777" w:rsidR="006C589B" w:rsidRDefault="006C589B" w:rsidP="006C589B">
      <w:pPr>
        <w:pStyle w:val="CMDOutput"/>
      </w:pPr>
      <w:r>
        <w:t xml:space="preserve">           events {</w:t>
      </w:r>
    </w:p>
    <w:p w14:paraId="25C90C07" w14:textId="77777777" w:rsidR="006C589B" w:rsidRDefault="006C589B" w:rsidP="006C589B">
      <w:pPr>
        <w:pStyle w:val="CMDOutput"/>
      </w:pPr>
      <w:r>
        <w:t xml:space="preserve">                   </w:t>
      </w:r>
      <w:proofErr w:type="spellStart"/>
      <w:r>
        <w:t>debug_connection</w:t>
      </w:r>
      <w:proofErr w:type="spellEnd"/>
      <w:r>
        <w:t xml:space="preserve"> 127.0.0.1;</w:t>
      </w:r>
    </w:p>
    <w:p w14:paraId="2CDF3BF1" w14:textId="77777777" w:rsidR="006C589B" w:rsidRPr="00A261EC" w:rsidRDefault="006C589B" w:rsidP="006C589B">
      <w:pPr>
        <w:pStyle w:val="CMDOutput"/>
      </w:pPr>
      <w:r>
        <w:t xml:space="preserve">           }</w:t>
      </w:r>
    </w:p>
    <w:p w14:paraId="0B0B4666" w14:textId="77777777" w:rsidR="006C589B" w:rsidRPr="001F4234" w:rsidRDefault="006C589B" w:rsidP="001F4234">
      <w:pPr>
        <w:pStyle w:val="SubStepAlpha"/>
      </w:pPr>
      <w:r w:rsidRPr="001F4234">
        <w:t xml:space="preserve">The manual page also contains information on the files used by </w:t>
      </w:r>
      <w:proofErr w:type="spellStart"/>
      <w:r w:rsidRPr="001F4234">
        <w:t>nginx</w:t>
      </w:r>
      <w:proofErr w:type="spellEnd"/>
      <w:r w:rsidRPr="001F4234">
        <w:t xml:space="preserve">. Scroll down further to display the </w:t>
      </w:r>
      <w:proofErr w:type="spellStart"/>
      <w:r w:rsidRPr="001F4234">
        <w:t>nginx</w:t>
      </w:r>
      <w:proofErr w:type="spellEnd"/>
      <w:r w:rsidRPr="001F4234">
        <w:t xml:space="preserve"> operating files under the Files section:</w:t>
      </w:r>
    </w:p>
    <w:p w14:paraId="4A987339" w14:textId="77777777" w:rsidR="006C589B" w:rsidRPr="005E2444" w:rsidRDefault="006C589B" w:rsidP="006C589B">
      <w:pPr>
        <w:pStyle w:val="CMDOutput"/>
      </w:pPr>
      <w:r w:rsidRPr="005E2444">
        <w:t>FILES</w:t>
      </w:r>
    </w:p>
    <w:p w14:paraId="55892613" w14:textId="77777777" w:rsidR="006C589B" w:rsidRPr="005E2444" w:rsidRDefault="006C589B" w:rsidP="006C589B">
      <w:pPr>
        <w:pStyle w:val="CMDOutput"/>
      </w:pPr>
      <w:r w:rsidRPr="005E2444">
        <w:t xml:space="preserve">     %%PID_PATH%%</w:t>
      </w:r>
    </w:p>
    <w:p w14:paraId="098694FA" w14:textId="77777777" w:rsidR="006C589B" w:rsidRPr="005E2444" w:rsidRDefault="006C589B" w:rsidP="006C589B">
      <w:pPr>
        <w:pStyle w:val="CMDOutput"/>
      </w:pPr>
      <w:r w:rsidRPr="005E2444">
        <w:t xml:space="preserve">             Contains the process ID of </w:t>
      </w:r>
      <w:proofErr w:type="spellStart"/>
      <w:r w:rsidRPr="005E2444">
        <w:t>nginx</w:t>
      </w:r>
      <w:proofErr w:type="spellEnd"/>
      <w:r w:rsidRPr="005E2444">
        <w:t>.  The contents of this file are</w:t>
      </w:r>
    </w:p>
    <w:p w14:paraId="0B0DE7C8" w14:textId="77777777" w:rsidR="006C589B" w:rsidRPr="005E2444" w:rsidRDefault="006C589B" w:rsidP="006C589B">
      <w:pPr>
        <w:pStyle w:val="CMDOutput"/>
      </w:pPr>
      <w:r w:rsidRPr="005E2444">
        <w:t xml:space="preserve">             not sensitive, so it can be </w:t>
      </w:r>
      <w:proofErr w:type="gramStart"/>
      <w:r w:rsidRPr="005E2444">
        <w:t>world-readable</w:t>
      </w:r>
      <w:proofErr w:type="gramEnd"/>
      <w:r w:rsidRPr="005E2444">
        <w:t>.</w:t>
      </w:r>
    </w:p>
    <w:p w14:paraId="2F819689" w14:textId="77777777" w:rsidR="006C589B" w:rsidRPr="005E2444" w:rsidRDefault="006C589B" w:rsidP="006C589B">
      <w:pPr>
        <w:pStyle w:val="CMDOutput"/>
      </w:pPr>
    </w:p>
    <w:p w14:paraId="1978C610" w14:textId="77777777" w:rsidR="006C589B" w:rsidRPr="005E2444" w:rsidRDefault="006C589B" w:rsidP="006C589B">
      <w:pPr>
        <w:pStyle w:val="CMDOutput"/>
      </w:pPr>
      <w:r w:rsidRPr="005E2444">
        <w:t xml:space="preserve">     %%CONF_PATH%%</w:t>
      </w:r>
    </w:p>
    <w:p w14:paraId="49530172" w14:textId="77777777" w:rsidR="006C589B" w:rsidRPr="005E2444" w:rsidRDefault="006C589B" w:rsidP="006C589B">
      <w:pPr>
        <w:pStyle w:val="CMDOutput"/>
      </w:pPr>
      <w:r w:rsidRPr="005E2444">
        <w:t xml:space="preserve">             </w:t>
      </w:r>
      <w:r w:rsidRPr="005E2444">
        <w:rPr>
          <w:highlight w:val="yellow"/>
        </w:rPr>
        <w:t xml:space="preserve">The main configuration </w:t>
      </w:r>
      <w:proofErr w:type="gramStart"/>
      <w:r w:rsidRPr="005E2444">
        <w:rPr>
          <w:highlight w:val="yellow"/>
        </w:rPr>
        <w:t>file</w:t>
      </w:r>
      <w:proofErr w:type="gramEnd"/>
      <w:r w:rsidRPr="005E2444">
        <w:rPr>
          <w:highlight w:val="yellow"/>
        </w:rPr>
        <w:t>.</w:t>
      </w:r>
    </w:p>
    <w:p w14:paraId="106B3DA5" w14:textId="77777777" w:rsidR="006C589B" w:rsidRPr="005E2444" w:rsidRDefault="006C589B" w:rsidP="006C589B">
      <w:pPr>
        <w:pStyle w:val="CMDOutput"/>
      </w:pPr>
    </w:p>
    <w:p w14:paraId="7D28A480" w14:textId="77777777" w:rsidR="006C589B" w:rsidRPr="005E2444" w:rsidRDefault="006C589B" w:rsidP="006C589B">
      <w:pPr>
        <w:pStyle w:val="CMDOutput"/>
      </w:pPr>
      <w:r w:rsidRPr="005E2444">
        <w:t xml:space="preserve">     %%ERROR_LOG_PATH%%</w:t>
      </w:r>
    </w:p>
    <w:p w14:paraId="1B3BC03B" w14:textId="77777777" w:rsidR="006C589B" w:rsidRDefault="006C589B" w:rsidP="006C589B">
      <w:pPr>
        <w:pStyle w:val="CMDOutput"/>
      </w:pPr>
      <w:r w:rsidRPr="005E2444">
        <w:lastRenderedPageBreak/>
        <w:t xml:space="preserve">             </w:t>
      </w:r>
      <w:r w:rsidRPr="005E2444">
        <w:rPr>
          <w:highlight w:val="yellow"/>
        </w:rPr>
        <w:t>Error log file.</w:t>
      </w:r>
    </w:p>
    <w:p w14:paraId="5E4A697B" w14:textId="77777777" w:rsidR="006C589B" w:rsidRPr="005E2444" w:rsidRDefault="006C589B" w:rsidP="006C589B">
      <w:pPr>
        <w:pStyle w:val="CMDOutput"/>
        <w:rPr>
          <w:rStyle w:val="AnswerGray"/>
          <w:rFonts w:ascii="Courier New" w:hAnsi="Courier New"/>
          <w:sz w:val="18"/>
        </w:rPr>
      </w:pPr>
    </w:p>
    <w:p w14:paraId="67BD698D" w14:textId="77777777" w:rsidR="006C589B" w:rsidRPr="001F4234" w:rsidRDefault="006C589B" w:rsidP="001F4234">
      <w:pPr>
        <w:pStyle w:val="BodyTextL50"/>
      </w:pPr>
      <w:r w:rsidRPr="001F4234">
        <w:t xml:space="preserve">The outputs above help you to conclude that </w:t>
      </w:r>
      <w:proofErr w:type="spellStart"/>
      <w:r w:rsidRPr="001F4234">
        <w:t>nginx</w:t>
      </w:r>
      <w:proofErr w:type="spellEnd"/>
      <w:r w:rsidRPr="001F4234">
        <w:t xml:space="preserve"> supports logging and that it can save to log files. The output also hints at the existence of a configuration file for </w:t>
      </w:r>
      <w:proofErr w:type="spellStart"/>
      <w:r w:rsidRPr="001F4234">
        <w:t>nginx</w:t>
      </w:r>
      <w:proofErr w:type="spellEnd"/>
      <w:r w:rsidRPr="001F4234">
        <w:t>.</w:t>
      </w:r>
    </w:p>
    <w:p w14:paraId="68872634" w14:textId="77777777" w:rsidR="006C589B" w:rsidRPr="001F4234" w:rsidRDefault="006C589B" w:rsidP="001F4234">
      <w:pPr>
        <w:pStyle w:val="SubStepAlpha"/>
      </w:pPr>
      <w:r w:rsidRPr="001F4234">
        <w:t xml:space="preserve">Before looking for </w:t>
      </w:r>
      <w:proofErr w:type="spellStart"/>
      <w:r w:rsidRPr="001F4234">
        <w:t>nginx</w:t>
      </w:r>
      <w:proofErr w:type="spellEnd"/>
      <w:r w:rsidRPr="001F4234">
        <w:t xml:space="preserve"> files, use the </w:t>
      </w:r>
      <w:proofErr w:type="spellStart"/>
      <w:r w:rsidRPr="001F4234">
        <w:rPr>
          <w:b/>
          <w:bCs/>
        </w:rPr>
        <w:t>ps</w:t>
      </w:r>
      <w:proofErr w:type="spellEnd"/>
      <w:r w:rsidRPr="001F4234">
        <w:t xml:space="preserve"> and the </w:t>
      </w:r>
      <w:r w:rsidRPr="001F4234">
        <w:rPr>
          <w:b/>
          <w:bCs/>
        </w:rPr>
        <w:t>grep</w:t>
      </w:r>
      <w:r w:rsidRPr="001F4234">
        <w:t xml:space="preserve"> commands to ensure </w:t>
      </w:r>
      <w:proofErr w:type="spellStart"/>
      <w:r w:rsidRPr="001F4234">
        <w:t>nginx</w:t>
      </w:r>
      <w:proofErr w:type="spellEnd"/>
      <w:r w:rsidRPr="001F4234">
        <w:t xml:space="preserve"> is running in the VM.</w:t>
      </w:r>
    </w:p>
    <w:p w14:paraId="23D18CE2" w14:textId="77777777" w:rsidR="006C589B" w:rsidRPr="001F4234" w:rsidRDefault="006C589B" w:rsidP="001F4234">
      <w:pPr>
        <w:pStyle w:val="BodyTextL50"/>
      </w:pPr>
      <w:r w:rsidRPr="001F4234">
        <w:rPr>
          <w:b/>
          <w:bCs/>
        </w:rPr>
        <w:t>Note</w:t>
      </w:r>
      <w:r w:rsidRPr="001F4234">
        <w:t xml:space="preserve">: Use </w:t>
      </w:r>
      <w:r w:rsidRPr="001F4234">
        <w:rPr>
          <w:b/>
          <w:bCs/>
        </w:rPr>
        <w:t>man</w:t>
      </w:r>
      <w:r w:rsidRPr="001F4234">
        <w:t xml:space="preserve"> to learn more about </w:t>
      </w:r>
      <w:proofErr w:type="spellStart"/>
      <w:r w:rsidRPr="001F4234">
        <w:rPr>
          <w:b/>
          <w:bCs/>
        </w:rPr>
        <w:t>ps</w:t>
      </w:r>
      <w:proofErr w:type="spellEnd"/>
      <w:r w:rsidRPr="001F4234">
        <w:t xml:space="preserve"> and </w:t>
      </w:r>
      <w:r w:rsidRPr="001F4234">
        <w:rPr>
          <w:b/>
          <w:bCs/>
        </w:rPr>
        <w:t>grep</w:t>
      </w:r>
      <w:r w:rsidRPr="001F4234">
        <w:t xml:space="preserve"> commands.</w:t>
      </w:r>
    </w:p>
    <w:p w14:paraId="39167479" w14:textId="77777777" w:rsidR="006C589B" w:rsidRPr="00024113" w:rsidRDefault="006C589B" w:rsidP="006C589B">
      <w:pPr>
        <w:pStyle w:val="CMD"/>
      </w:pPr>
      <w:r w:rsidRPr="00024113">
        <w:t>[</w:t>
      </w:r>
      <w:proofErr w:type="spellStart"/>
      <w:r w:rsidRPr="00024113">
        <w:t>analyst@secOps</w:t>
      </w:r>
      <w:proofErr w:type="spellEnd"/>
      <w:r w:rsidRPr="00024113">
        <w:t xml:space="preserve"> </w:t>
      </w:r>
      <w:proofErr w:type="gramStart"/>
      <w:r w:rsidRPr="00024113">
        <w:t>~]$</w:t>
      </w:r>
      <w:proofErr w:type="gramEnd"/>
      <w:r w:rsidRPr="00024113">
        <w:t xml:space="preserve"> </w:t>
      </w:r>
      <w:proofErr w:type="spellStart"/>
      <w:r w:rsidRPr="00024113">
        <w:rPr>
          <w:b/>
        </w:rPr>
        <w:t>ps</w:t>
      </w:r>
      <w:proofErr w:type="spellEnd"/>
      <w:r w:rsidRPr="00024113">
        <w:rPr>
          <w:b/>
        </w:rPr>
        <w:t xml:space="preserve"> ax | grep </w:t>
      </w:r>
      <w:proofErr w:type="spellStart"/>
      <w:r w:rsidRPr="00024113">
        <w:rPr>
          <w:b/>
        </w:rPr>
        <w:t>nginx</w:t>
      </w:r>
      <w:proofErr w:type="spellEnd"/>
    </w:p>
    <w:p w14:paraId="2D7F0C8A" w14:textId="77777777" w:rsidR="006C589B" w:rsidRPr="00024113" w:rsidRDefault="006C589B" w:rsidP="006C589B">
      <w:pPr>
        <w:pStyle w:val="CMD"/>
        <w:rPr>
          <w:highlight w:val="yellow"/>
        </w:rPr>
      </w:pPr>
      <w:r w:rsidRPr="00024113">
        <w:t xml:space="preserve">  </w:t>
      </w:r>
      <w:proofErr w:type="gramStart"/>
      <w:r w:rsidRPr="00024113">
        <w:rPr>
          <w:highlight w:val="yellow"/>
        </w:rPr>
        <w:t>415 ?</w:t>
      </w:r>
      <w:proofErr w:type="gramEnd"/>
      <w:r w:rsidRPr="00024113">
        <w:rPr>
          <w:highlight w:val="yellow"/>
        </w:rPr>
        <w:t xml:space="preserve">        Ss     0:00 </w:t>
      </w:r>
      <w:proofErr w:type="spellStart"/>
      <w:r w:rsidRPr="00024113">
        <w:rPr>
          <w:highlight w:val="yellow"/>
        </w:rPr>
        <w:t>nginx</w:t>
      </w:r>
      <w:proofErr w:type="spellEnd"/>
      <w:r w:rsidRPr="00024113">
        <w:rPr>
          <w:highlight w:val="yellow"/>
        </w:rPr>
        <w:t>: master process /</w:t>
      </w:r>
      <w:proofErr w:type="spellStart"/>
      <w:r w:rsidRPr="00024113">
        <w:rPr>
          <w:highlight w:val="yellow"/>
        </w:rPr>
        <w:t>usr</w:t>
      </w:r>
      <w:proofErr w:type="spellEnd"/>
      <w:r w:rsidRPr="00024113">
        <w:rPr>
          <w:highlight w:val="yellow"/>
        </w:rPr>
        <w:t>/bin/</w:t>
      </w:r>
      <w:proofErr w:type="spellStart"/>
      <w:r w:rsidRPr="00024113">
        <w:rPr>
          <w:highlight w:val="yellow"/>
        </w:rPr>
        <w:t>nginx</w:t>
      </w:r>
      <w:proofErr w:type="spellEnd"/>
      <w:r w:rsidRPr="00024113">
        <w:rPr>
          <w:highlight w:val="yellow"/>
        </w:rPr>
        <w:t xml:space="preserve"> -g </w:t>
      </w:r>
      <w:proofErr w:type="spellStart"/>
      <w:r w:rsidRPr="00024113">
        <w:rPr>
          <w:highlight w:val="yellow"/>
        </w:rPr>
        <w:t>pid</w:t>
      </w:r>
      <w:proofErr w:type="spellEnd"/>
      <w:r w:rsidRPr="00024113">
        <w:rPr>
          <w:highlight w:val="yellow"/>
        </w:rPr>
        <w:t xml:space="preserve"> /run/</w:t>
      </w:r>
      <w:proofErr w:type="spellStart"/>
      <w:r w:rsidRPr="00024113">
        <w:rPr>
          <w:highlight w:val="yellow"/>
        </w:rPr>
        <w:t>nginx.pid</w:t>
      </w:r>
      <w:proofErr w:type="spellEnd"/>
      <w:r w:rsidRPr="00024113">
        <w:rPr>
          <w:highlight w:val="yellow"/>
        </w:rPr>
        <w:t xml:space="preserve">; </w:t>
      </w:r>
      <w:proofErr w:type="spellStart"/>
      <w:r w:rsidRPr="00024113">
        <w:rPr>
          <w:highlight w:val="yellow"/>
        </w:rPr>
        <w:t>error_log</w:t>
      </w:r>
      <w:proofErr w:type="spellEnd"/>
      <w:r w:rsidRPr="00024113">
        <w:rPr>
          <w:highlight w:val="yellow"/>
        </w:rPr>
        <w:t xml:space="preserve"> stderr;</w:t>
      </w:r>
    </w:p>
    <w:p w14:paraId="7E10E804" w14:textId="77777777" w:rsidR="006C589B" w:rsidRPr="00024113" w:rsidRDefault="006C589B" w:rsidP="006C589B">
      <w:pPr>
        <w:pStyle w:val="CMD"/>
      </w:pPr>
      <w:r w:rsidRPr="00024113">
        <w:rPr>
          <w:highlight w:val="yellow"/>
        </w:rPr>
        <w:t xml:space="preserve">  </w:t>
      </w:r>
      <w:proofErr w:type="gramStart"/>
      <w:r w:rsidRPr="00024113">
        <w:rPr>
          <w:highlight w:val="yellow"/>
        </w:rPr>
        <w:t>416 ?</w:t>
      </w:r>
      <w:proofErr w:type="gramEnd"/>
      <w:r w:rsidRPr="00024113">
        <w:rPr>
          <w:highlight w:val="yellow"/>
        </w:rPr>
        <w:t xml:space="preserve">        S      0:00 </w:t>
      </w:r>
      <w:proofErr w:type="spellStart"/>
      <w:r w:rsidRPr="00024113">
        <w:rPr>
          <w:highlight w:val="yellow"/>
        </w:rPr>
        <w:t>nginx</w:t>
      </w:r>
      <w:proofErr w:type="spellEnd"/>
      <w:r w:rsidRPr="00024113">
        <w:rPr>
          <w:highlight w:val="yellow"/>
        </w:rPr>
        <w:t>: worker process</w:t>
      </w:r>
    </w:p>
    <w:p w14:paraId="69A1D225" w14:textId="77777777" w:rsidR="006C589B" w:rsidRDefault="006C589B" w:rsidP="006C589B">
      <w:pPr>
        <w:pStyle w:val="CMD"/>
      </w:pPr>
      <w:r w:rsidRPr="00024113">
        <w:t xml:space="preserve"> 1207 pts/0    S+     0:00 grep </w:t>
      </w:r>
      <w:proofErr w:type="spellStart"/>
      <w:r w:rsidRPr="00024113">
        <w:t>nginx</w:t>
      </w:r>
      <w:proofErr w:type="spellEnd"/>
    </w:p>
    <w:p w14:paraId="0007B67A" w14:textId="77777777" w:rsidR="006C589B" w:rsidRPr="001F4234" w:rsidRDefault="006C589B" w:rsidP="001F4234">
      <w:pPr>
        <w:pStyle w:val="BodyTextL50"/>
      </w:pPr>
      <w:r w:rsidRPr="001F4234">
        <w:t xml:space="preserve">The output above confirms that </w:t>
      </w:r>
      <w:proofErr w:type="spellStart"/>
      <w:r w:rsidRPr="001F4234">
        <w:t>nginx</w:t>
      </w:r>
      <w:proofErr w:type="spellEnd"/>
      <w:r w:rsidRPr="001F4234">
        <w:t xml:space="preserve"> is running. In addition, the output also displays the parameters used when </w:t>
      </w:r>
      <w:proofErr w:type="spellStart"/>
      <w:r w:rsidRPr="001F4234">
        <w:t>nginx</w:t>
      </w:r>
      <w:proofErr w:type="spellEnd"/>
      <w:r w:rsidRPr="001F4234">
        <w:t xml:space="preserve"> was started. </w:t>
      </w:r>
      <w:proofErr w:type="spellStart"/>
      <w:r w:rsidRPr="001F4234">
        <w:t>nginx</w:t>
      </w:r>
      <w:proofErr w:type="spellEnd"/>
      <w:r w:rsidRPr="001F4234">
        <w:t xml:space="preserve"> process ID is being stored in /run/</w:t>
      </w:r>
      <w:proofErr w:type="spellStart"/>
      <w:r w:rsidRPr="001F4234">
        <w:t>nginx.pid</w:t>
      </w:r>
      <w:proofErr w:type="spellEnd"/>
      <w:r w:rsidRPr="001F4234">
        <w:t xml:space="preserve"> and error messages are being redirected to the terminal. </w:t>
      </w:r>
    </w:p>
    <w:p w14:paraId="42F0226A" w14:textId="77777777" w:rsidR="006C589B" w:rsidRPr="00A77CB1" w:rsidRDefault="006C589B" w:rsidP="006C589B">
      <w:pPr>
        <w:pStyle w:val="BodyTextL50"/>
      </w:pPr>
      <w:r>
        <w:rPr>
          <w:b/>
        </w:rPr>
        <w:t>Note</w:t>
      </w:r>
      <w:r>
        <w:t xml:space="preserve">: If </w:t>
      </w:r>
      <w:proofErr w:type="spellStart"/>
      <w:r>
        <w:t>nginx</w:t>
      </w:r>
      <w:proofErr w:type="spellEnd"/>
      <w:r>
        <w:t xml:space="preserve"> is not running, enter the </w:t>
      </w:r>
      <w:proofErr w:type="spellStart"/>
      <w:r>
        <w:rPr>
          <w:b/>
        </w:rPr>
        <w:t>sudo</w:t>
      </w:r>
      <w:proofErr w:type="spellEnd"/>
      <w:r>
        <w:rPr>
          <w:b/>
        </w:rPr>
        <w:t xml:space="preserve"> /</w:t>
      </w:r>
      <w:proofErr w:type="spellStart"/>
      <w:r>
        <w:rPr>
          <w:b/>
        </w:rPr>
        <w:t>usr</w:t>
      </w:r>
      <w:proofErr w:type="spellEnd"/>
      <w:r>
        <w:rPr>
          <w:b/>
        </w:rPr>
        <w:t>/</w:t>
      </w:r>
      <w:proofErr w:type="spellStart"/>
      <w:r>
        <w:rPr>
          <w:b/>
        </w:rPr>
        <w:t>sbin</w:t>
      </w:r>
      <w:proofErr w:type="spellEnd"/>
      <w:r>
        <w:rPr>
          <w:b/>
        </w:rPr>
        <w:t>/</w:t>
      </w:r>
      <w:proofErr w:type="spellStart"/>
      <w:r>
        <w:rPr>
          <w:b/>
        </w:rPr>
        <w:t>nginx</w:t>
      </w:r>
      <w:proofErr w:type="spellEnd"/>
      <w:r>
        <w:rPr>
          <w:b/>
        </w:rPr>
        <w:t xml:space="preserve"> </w:t>
      </w:r>
      <w:r>
        <w:t>at the prompt to start the service using the default configuration.</w:t>
      </w:r>
    </w:p>
    <w:p w14:paraId="116509EA" w14:textId="77777777" w:rsidR="006C589B" w:rsidRPr="001F4234" w:rsidRDefault="006C589B" w:rsidP="001F4234">
      <w:pPr>
        <w:pStyle w:val="BodyTextL50"/>
      </w:pPr>
      <w:r w:rsidRPr="001F4234">
        <w:rPr>
          <w:b/>
          <w:bCs/>
        </w:rPr>
        <w:t>Note</w:t>
      </w:r>
      <w:r w:rsidRPr="001F4234">
        <w:t xml:space="preserve">: If you need to restart </w:t>
      </w:r>
      <w:proofErr w:type="spellStart"/>
      <w:r w:rsidRPr="001F4234">
        <w:t>nginx</w:t>
      </w:r>
      <w:proofErr w:type="spellEnd"/>
      <w:r w:rsidRPr="001F4234">
        <w:t xml:space="preserve">, you can kill the service by using the </w:t>
      </w:r>
      <w:proofErr w:type="spellStart"/>
      <w:r w:rsidRPr="001F4234">
        <w:rPr>
          <w:b/>
          <w:bCs/>
        </w:rPr>
        <w:t>sudo</w:t>
      </w:r>
      <w:proofErr w:type="spellEnd"/>
      <w:r w:rsidRPr="001F4234">
        <w:rPr>
          <w:b/>
          <w:bCs/>
        </w:rPr>
        <w:t xml:space="preserve"> </w:t>
      </w:r>
      <w:proofErr w:type="spellStart"/>
      <w:r w:rsidRPr="001F4234">
        <w:rPr>
          <w:b/>
          <w:bCs/>
        </w:rPr>
        <w:t>pkill</w:t>
      </w:r>
      <w:proofErr w:type="spellEnd"/>
      <w:r w:rsidRPr="001F4234">
        <w:rPr>
          <w:b/>
          <w:bCs/>
        </w:rPr>
        <w:t xml:space="preserve"> </w:t>
      </w:r>
      <w:proofErr w:type="spellStart"/>
      <w:r w:rsidRPr="001F4234">
        <w:rPr>
          <w:b/>
          <w:bCs/>
        </w:rPr>
        <w:t>nginx</w:t>
      </w:r>
      <w:proofErr w:type="spellEnd"/>
      <w:r w:rsidRPr="001F4234">
        <w:t xml:space="preserve"> command. To start </w:t>
      </w:r>
      <w:proofErr w:type="spellStart"/>
      <w:r w:rsidRPr="001F4234">
        <w:t>nginx</w:t>
      </w:r>
      <w:proofErr w:type="spellEnd"/>
      <w:r w:rsidRPr="001F4234">
        <w:t xml:space="preserve"> with the custom configuration from a previous lab, run the following command: </w:t>
      </w:r>
      <w:proofErr w:type="spellStart"/>
      <w:r w:rsidRPr="001F4234">
        <w:rPr>
          <w:b/>
          <w:bCs/>
        </w:rPr>
        <w:t>sudo</w:t>
      </w:r>
      <w:proofErr w:type="spellEnd"/>
      <w:r w:rsidRPr="001F4234">
        <w:rPr>
          <w:b/>
          <w:bCs/>
        </w:rPr>
        <w:t xml:space="preserve"> </w:t>
      </w:r>
      <w:proofErr w:type="spellStart"/>
      <w:r w:rsidRPr="001F4234">
        <w:rPr>
          <w:b/>
          <w:bCs/>
        </w:rPr>
        <w:t>nginx</w:t>
      </w:r>
      <w:proofErr w:type="spellEnd"/>
      <w:r w:rsidRPr="001F4234">
        <w:rPr>
          <w:b/>
          <w:bCs/>
        </w:rPr>
        <w:t xml:space="preserve"> -c </w:t>
      </w:r>
      <w:proofErr w:type="spellStart"/>
      <w:r w:rsidRPr="001F4234">
        <w:rPr>
          <w:b/>
          <w:bCs/>
        </w:rPr>
        <w:t>custom_server.conf</w:t>
      </w:r>
      <w:proofErr w:type="spellEnd"/>
      <w:r w:rsidRPr="001F4234">
        <w:t xml:space="preserve">, and test the server by opening a web browser and going to URL: 127.0.0.1:8080. If you wish to start </w:t>
      </w:r>
      <w:proofErr w:type="spellStart"/>
      <w:r w:rsidRPr="001F4234">
        <w:rPr>
          <w:b/>
          <w:bCs/>
        </w:rPr>
        <w:t>nginx</w:t>
      </w:r>
      <w:proofErr w:type="spellEnd"/>
      <w:r w:rsidRPr="001F4234">
        <w:t xml:space="preserve"> with a default configuration you can start it with the command: </w:t>
      </w:r>
      <w:proofErr w:type="spellStart"/>
      <w:r w:rsidRPr="001F4234">
        <w:rPr>
          <w:b/>
          <w:bCs/>
        </w:rPr>
        <w:t>sudo</w:t>
      </w:r>
      <w:proofErr w:type="spellEnd"/>
      <w:r w:rsidRPr="001F4234">
        <w:rPr>
          <w:b/>
          <w:bCs/>
        </w:rPr>
        <w:t xml:space="preserve"> /</w:t>
      </w:r>
      <w:proofErr w:type="spellStart"/>
      <w:r w:rsidRPr="001F4234">
        <w:rPr>
          <w:b/>
          <w:bCs/>
        </w:rPr>
        <w:t>usr</w:t>
      </w:r>
      <w:proofErr w:type="spellEnd"/>
      <w:r w:rsidRPr="001F4234">
        <w:rPr>
          <w:b/>
          <w:bCs/>
        </w:rPr>
        <w:t>/</w:t>
      </w:r>
      <w:proofErr w:type="spellStart"/>
      <w:r w:rsidRPr="001F4234">
        <w:rPr>
          <w:b/>
          <w:bCs/>
        </w:rPr>
        <w:t>sbin</w:t>
      </w:r>
      <w:proofErr w:type="spellEnd"/>
      <w:r w:rsidRPr="001F4234">
        <w:rPr>
          <w:b/>
          <w:bCs/>
        </w:rPr>
        <w:t>/</w:t>
      </w:r>
      <w:proofErr w:type="spellStart"/>
      <w:proofErr w:type="gramStart"/>
      <w:r w:rsidRPr="001F4234">
        <w:rPr>
          <w:b/>
          <w:bCs/>
        </w:rPr>
        <w:t>nginx</w:t>
      </w:r>
      <w:proofErr w:type="spellEnd"/>
      <w:r w:rsidRPr="001F4234">
        <w:t>, and</w:t>
      </w:r>
      <w:proofErr w:type="gramEnd"/>
      <w:r w:rsidRPr="001F4234">
        <w:t xml:space="preserve"> open a web browser and go to URL: 127.0.0.1.</w:t>
      </w:r>
    </w:p>
    <w:p w14:paraId="6C3A091B" w14:textId="77777777" w:rsidR="006C589B" w:rsidRPr="001F4234" w:rsidRDefault="006C589B" w:rsidP="001F4234">
      <w:pPr>
        <w:pStyle w:val="BodyTextL50"/>
      </w:pPr>
      <w:r w:rsidRPr="001F4234">
        <w:t xml:space="preserve">Because the location to the log files was not specified, the global </w:t>
      </w:r>
      <w:proofErr w:type="spellStart"/>
      <w:r w:rsidRPr="001F4234">
        <w:t>nginx</w:t>
      </w:r>
      <w:proofErr w:type="spellEnd"/>
      <w:r w:rsidRPr="001F4234">
        <w:t xml:space="preserve"> configuration file should be checked for the location of the log files.</w:t>
      </w:r>
    </w:p>
    <w:p w14:paraId="097C4C5E" w14:textId="7D74859A" w:rsidR="006C589B" w:rsidRPr="001F4234" w:rsidRDefault="006C589B" w:rsidP="001F4234">
      <w:pPr>
        <w:pStyle w:val="SubStepAlpha"/>
      </w:pPr>
      <w:r w:rsidRPr="001F4234">
        <w:t xml:space="preserve">By design, the </w:t>
      </w:r>
      <w:proofErr w:type="spellStart"/>
      <w:r w:rsidRPr="001F4234">
        <w:t>CyberOps</w:t>
      </w:r>
      <w:proofErr w:type="spellEnd"/>
      <w:r w:rsidRPr="001F4234">
        <w:t xml:space="preserve"> Workstation VM utilizes default locations and definitions as much as possible. Conventionally, the /var/log directory holds various log files for various applications and services while configuration files are stored under the /</w:t>
      </w:r>
      <w:proofErr w:type="spellStart"/>
      <w:r w:rsidRPr="001F4234">
        <w:t>etc</w:t>
      </w:r>
      <w:proofErr w:type="spellEnd"/>
      <w:r w:rsidRPr="001F4234">
        <w:t xml:space="preserve"> directory. While the </w:t>
      </w:r>
      <w:proofErr w:type="spellStart"/>
      <w:r w:rsidRPr="001F4234">
        <w:t>nginx</w:t>
      </w:r>
      <w:proofErr w:type="spellEnd"/>
      <w:r w:rsidRPr="001F4234">
        <w:t xml:space="preserve"> manual page did not provide an exact location for its log files, it not only confirmed that </w:t>
      </w:r>
      <w:proofErr w:type="spellStart"/>
      <w:r w:rsidRPr="001F4234">
        <w:t>nginx</w:t>
      </w:r>
      <w:proofErr w:type="spellEnd"/>
      <w:r w:rsidRPr="001F4234">
        <w:t xml:space="preserve"> supports logging but also hinted at the location of a configuration file. Because the log file locations can often be customized in configuration files, a logical next step is to use the </w:t>
      </w:r>
      <w:r w:rsidRPr="001F4234">
        <w:rPr>
          <w:b/>
          <w:bCs/>
        </w:rPr>
        <w:t>ls</w:t>
      </w:r>
      <w:r w:rsidRPr="001F4234">
        <w:t xml:space="preserve"> command to look under /</w:t>
      </w:r>
      <w:proofErr w:type="spellStart"/>
      <w:r w:rsidRPr="001F4234">
        <w:t>etc</w:t>
      </w:r>
      <w:proofErr w:type="spellEnd"/>
      <w:r w:rsidRPr="001F4234">
        <w:t xml:space="preserve"> and look for a </w:t>
      </w:r>
      <w:proofErr w:type="spellStart"/>
      <w:r w:rsidRPr="001F4234">
        <w:t>nginx</w:t>
      </w:r>
      <w:proofErr w:type="spellEnd"/>
      <w:r w:rsidRPr="001F4234">
        <w:t xml:space="preserve"> configuration file:</w:t>
      </w:r>
    </w:p>
    <w:p w14:paraId="008A79DC" w14:textId="77777777" w:rsidR="006C589B" w:rsidRPr="00024113" w:rsidRDefault="006C589B" w:rsidP="006C589B">
      <w:pPr>
        <w:pStyle w:val="CMD"/>
      </w:pPr>
      <w:r w:rsidRPr="00024113">
        <w:t>[</w:t>
      </w:r>
      <w:proofErr w:type="spellStart"/>
      <w:r w:rsidRPr="00024113">
        <w:t>analyst@secOps</w:t>
      </w:r>
      <w:proofErr w:type="spellEnd"/>
      <w:r w:rsidRPr="00024113">
        <w:t xml:space="preserve"> </w:t>
      </w:r>
      <w:proofErr w:type="gramStart"/>
      <w:r w:rsidRPr="00024113">
        <w:t>~]$</w:t>
      </w:r>
      <w:proofErr w:type="gramEnd"/>
      <w:r w:rsidRPr="00024113">
        <w:t xml:space="preserve"> </w:t>
      </w:r>
      <w:r w:rsidRPr="00024113">
        <w:rPr>
          <w:b/>
        </w:rPr>
        <w:t>ls /</w:t>
      </w:r>
      <w:proofErr w:type="spellStart"/>
      <w:r w:rsidRPr="00024113">
        <w:rPr>
          <w:b/>
        </w:rPr>
        <w:t>etc</w:t>
      </w:r>
      <w:proofErr w:type="spellEnd"/>
      <w:r w:rsidRPr="00024113">
        <w:rPr>
          <w:b/>
        </w:rPr>
        <w:t>/</w:t>
      </w:r>
    </w:p>
    <w:p w14:paraId="5B7199E1" w14:textId="77777777" w:rsidR="006C589B" w:rsidRPr="00024113" w:rsidRDefault="006C589B" w:rsidP="006C589B">
      <w:pPr>
        <w:pStyle w:val="CMDOutput"/>
      </w:pPr>
      <w:proofErr w:type="spellStart"/>
      <w:r w:rsidRPr="00024113">
        <w:t>adjtime</w:t>
      </w:r>
      <w:proofErr w:type="spellEnd"/>
      <w:r w:rsidRPr="00024113">
        <w:t xml:space="preserve">           </w:t>
      </w:r>
      <w:proofErr w:type="spellStart"/>
      <w:r w:rsidRPr="00024113">
        <w:t>host.conf</w:t>
      </w:r>
      <w:proofErr w:type="spellEnd"/>
      <w:r w:rsidRPr="00024113">
        <w:t xml:space="preserve">          mke2fs.conf         </w:t>
      </w:r>
      <w:proofErr w:type="spellStart"/>
      <w:r w:rsidRPr="00024113">
        <w:t>rc_maps.cfg</w:t>
      </w:r>
      <w:proofErr w:type="spellEnd"/>
    </w:p>
    <w:p w14:paraId="302925FB" w14:textId="77777777" w:rsidR="006C589B" w:rsidRPr="00024113" w:rsidRDefault="006C589B" w:rsidP="006C589B">
      <w:pPr>
        <w:pStyle w:val="CMDOutput"/>
      </w:pPr>
      <w:r w:rsidRPr="00024113">
        <w:t xml:space="preserve">apache-ant        hostname           </w:t>
      </w:r>
      <w:proofErr w:type="spellStart"/>
      <w:r w:rsidRPr="00024113">
        <w:t>mkinitcpio.conf</w:t>
      </w:r>
      <w:proofErr w:type="spellEnd"/>
      <w:r w:rsidRPr="00024113">
        <w:t xml:space="preserve">     request-</w:t>
      </w:r>
      <w:proofErr w:type="spellStart"/>
      <w:r w:rsidRPr="00024113">
        <w:t>key.conf</w:t>
      </w:r>
      <w:proofErr w:type="spellEnd"/>
    </w:p>
    <w:p w14:paraId="35A2D9F0" w14:textId="77777777" w:rsidR="006C589B" w:rsidRPr="00024113" w:rsidRDefault="006C589B" w:rsidP="006C589B">
      <w:pPr>
        <w:pStyle w:val="CMDOutput"/>
      </w:pPr>
      <w:proofErr w:type="spellStart"/>
      <w:proofErr w:type="gramStart"/>
      <w:r w:rsidRPr="00024113">
        <w:t>apparmor.d</w:t>
      </w:r>
      <w:proofErr w:type="spellEnd"/>
      <w:proofErr w:type="gramEnd"/>
      <w:r w:rsidRPr="00024113">
        <w:t xml:space="preserve">        hosts              </w:t>
      </w:r>
      <w:proofErr w:type="spellStart"/>
      <w:r w:rsidRPr="00024113">
        <w:t>mkinitcpio.d</w:t>
      </w:r>
      <w:proofErr w:type="spellEnd"/>
      <w:r w:rsidRPr="00024113">
        <w:t xml:space="preserve">        request-</w:t>
      </w:r>
      <w:proofErr w:type="spellStart"/>
      <w:r w:rsidRPr="00024113">
        <w:t>key.d</w:t>
      </w:r>
      <w:proofErr w:type="spellEnd"/>
    </w:p>
    <w:p w14:paraId="438F982A" w14:textId="77777777" w:rsidR="006C589B" w:rsidRPr="00024113" w:rsidRDefault="006C589B" w:rsidP="006C589B">
      <w:pPr>
        <w:pStyle w:val="CMDOutput"/>
      </w:pPr>
      <w:r w:rsidRPr="00024113">
        <w:t xml:space="preserve">arch-release      </w:t>
      </w:r>
      <w:proofErr w:type="spellStart"/>
      <w:r w:rsidRPr="00024113">
        <w:t>ifplugd</w:t>
      </w:r>
      <w:proofErr w:type="spellEnd"/>
      <w:r w:rsidRPr="00024113">
        <w:t xml:space="preserve">            </w:t>
      </w:r>
      <w:proofErr w:type="spellStart"/>
      <w:proofErr w:type="gramStart"/>
      <w:r w:rsidRPr="00024113">
        <w:t>modprobe.d</w:t>
      </w:r>
      <w:proofErr w:type="spellEnd"/>
      <w:proofErr w:type="gramEnd"/>
      <w:r w:rsidRPr="00024113">
        <w:t xml:space="preserve">          </w:t>
      </w:r>
      <w:proofErr w:type="spellStart"/>
      <w:r w:rsidRPr="00024113">
        <w:t>resolv.conf</w:t>
      </w:r>
      <w:proofErr w:type="spellEnd"/>
    </w:p>
    <w:p w14:paraId="76CD6423" w14:textId="77777777" w:rsidR="006C589B" w:rsidRPr="00024113" w:rsidRDefault="006C589B" w:rsidP="006C589B">
      <w:pPr>
        <w:pStyle w:val="CMDOutput"/>
      </w:pPr>
      <w:r w:rsidRPr="00024113">
        <w:t xml:space="preserve">avahi             </w:t>
      </w:r>
      <w:proofErr w:type="spellStart"/>
      <w:r w:rsidRPr="00024113">
        <w:t>initcpio</w:t>
      </w:r>
      <w:proofErr w:type="spellEnd"/>
      <w:r w:rsidRPr="00024113">
        <w:t xml:space="preserve">           modules-</w:t>
      </w:r>
      <w:proofErr w:type="spellStart"/>
      <w:proofErr w:type="gramStart"/>
      <w:r w:rsidRPr="00024113">
        <w:t>load.d</w:t>
      </w:r>
      <w:proofErr w:type="spellEnd"/>
      <w:proofErr w:type="gramEnd"/>
      <w:r w:rsidRPr="00024113">
        <w:t xml:space="preserve">      </w:t>
      </w:r>
      <w:proofErr w:type="spellStart"/>
      <w:r w:rsidRPr="00024113">
        <w:t>resolvconf.conf</w:t>
      </w:r>
      <w:proofErr w:type="spellEnd"/>
    </w:p>
    <w:p w14:paraId="40878D99" w14:textId="77777777" w:rsidR="006C589B" w:rsidRPr="00024113" w:rsidRDefault="006C589B" w:rsidP="006C589B">
      <w:pPr>
        <w:pStyle w:val="CMDOutput"/>
      </w:pPr>
      <w:proofErr w:type="spellStart"/>
      <w:r w:rsidRPr="00024113">
        <w:t>bash.bash_</w:t>
      </w:r>
      <w:proofErr w:type="gramStart"/>
      <w:r w:rsidRPr="00024113">
        <w:t>logout</w:t>
      </w:r>
      <w:proofErr w:type="spellEnd"/>
      <w:r w:rsidRPr="00024113">
        <w:t xml:space="preserve">  </w:t>
      </w:r>
      <w:proofErr w:type="spellStart"/>
      <w:r w:rsidRPr="00024113">
        <w:t>inputrc</w:t>
      </w:r>
      <w:proofErr w:type="spellEnd"/>
      <w:proofErr w:type="gramEnd"/>
      <w:r w:rsidRPr="00024113">
        <w:t xml:space="preserve">            </w:t>
      </w:r>
      <w:proofErr w:type="spellStart"/>
      <w:r w:rsidRPr="00024113">
        <w:t>motd</w:t>
      </w:r>
      <w:proofErr w:type="spellEnd"/>
      <w:r w:rsidRPr="00024113">
        <w:t xml:space="preserve">                </w:t>
      </w:r>
      <w:proofErr w:type="spellStart"/>
      <w:r w:rsidRPr="00024113">
        <w:t>rpc</w:t>
      </w:r>
      <w:proofErr w:type="spellEnd"/>
    </w:p>
    <w:p w14:paraId="2B4FFC3A" w14:textId="77777777" w:rsidR="006C589B" w:rsidRPr="00024113" w:rsidRDefault="006C589B" w:rsidP="006C589B">
      <w:pPr>
        <w:pStyle w:val="CMDOutput"/>
      </w:pPr>
      <w:proofErr w:type="spellStart"/>
      <w:proofErr w:type="gramStart"/>
      <w:r w:rsidRPr="00024113">
        <w:t>bash.bashrc</w:t>
      </w:r>
      <w:proofErr w:type="spellEnd"/>
      <w:proofErr w:type="gramEnd"/>
      <w:r w:rsidRPr="00024113">
        <w:t xml:space="preserve">       iproute2           </w:t>
      </w:r>
      <w:proofErr w:type="spellStart"/>
      <w:r w:rsidRPr="00024113">
        <w:t>mtab</w:t>
      </w:r>
      <w:proofErr w:type="spellEnd"/>
      <w:r w:rsidRPr="00024113">
        <w:t xml:space="preserve">                </w:t>
      </w:r>
      <w:proofErr w:type="spellStart"/>
      <w:r w:rsidRPr="00024113">
        <w:t>rsyslog.conf</w:t>
      </w:r>
      <w:proofErr w:type="spellEnd"/>
    </w:p>
    <w:p w14:paraId="368C0826" w14:textId="77777777" w:rsidR="006C589B" w:rsidRPr="00024113" w:rsidRDefault="006C589B" w:rsidP="006C589B">
      <w:pPr>
        <w:pStyle w:val="CMDOutput"/>
      </w:pPr>
      <w:proofErr w:type="spellStart"/>
      <w:proofErr w:type="gramStart"/>
      <w:r w:rsidRPr="00024113">
        <w:t>binfmt.d</w:t>
      </w:r>
      <w:proofErr w:type="spellEnd"/>
      <w:proofErr w:type="gramEnd"/>
      <w:r w:rsidRPr="00024113">
        <w:t xml:space="preserve">          iptables           </w:t>
      </w:r>
      <w:proofErr w:type="spellStart"/>
      <w:r w:rsidRPr="00024113">
        <w:t>nanorc</w:t>
      </w:r>
      <w:proofErr w:type="spellEnd"/>
      <w:r w:rsidRPr="00024113">
        <w:t xml:space="preserve">              </w:t>
      </w:r>
      <w:proofErr w:type="spellStart"/>
      <w:r w:rsidRPr="00024113">
        <w:t>securetty</w:t>
      </w:r>
      <w:proofErr w:type="spellEnd"/>
    </w:p>
    <w:p w14:paraId="352173CB" w14:textId="77777777" w:rsidR="006C589B" w:rsidRPr="00024113" w:rsidRDefault="006C589B" w:rsidP="006C589B">
      <w:pPr>
        <w:pStyle w:val="CMDOutput"/>
      </w:pPr>
      <w:r w:rsidRPr="00024113">
        <w:t xml:space="preserve">ca-certificates   issue              </w:t>
      </w:r>
      <w:proofErr w:type="spellStart"/>
      <w:r w:rsidRPr="00024113">
        <w:t>netconfig</w:t>
      </w:r>
      <w:proofErr w:type="spellEnd"/>
      <w:r w:rsidRPr="00024113">
        <w:t xml:space="preserve">           security</w:t>
      </w:r>
    </w:p>
    <w:p w14:paraId="5F64125A" w14:textId="77777777" w:rsidR="006C589B" w:rsidRPr="00024113" w:rsidRDefault="006C589B" w:rsidP="006C589B">
      <w:pPr>
        <w:pStyle w:val="CMDOutput"/>
      </w:pPr>
      <w:proofErr w:type="spellStart"/>
      <w:r w:rsidRPr="00024113">
        <w:t>crypttab</w:t>
      </w:r>
      <w:proofErr w:type="spellEnd"/>
      <w:r w:rsidRPr="00024113">
        <w:t xml:space="preserve">          java-7-openjdk     </w:t>
      </w:r>
      <w:proofErr w:type="spellStart"/>
      <w:r w:rsidRPr="00024113">
        <w:t>netctl</w:t>
      </w:r>
      <w:proofErr w:type="spellEnd"/>
      <w:r w:rsidRPr="00024113">
        <w:t xml:space="preserve">              services</w:t>
      </w:r>
    </w:p>
    <w:p w14:paraId="1D20FE35" w14:textId="77777777" w:rsidR="006C589B" w:rsidRPr="00024113" w:rsidRDefault="006C589B" w:rsidP="006C589B">
      <w:pPr>
        <w:pStyle w:val="CMDOutput"/>
      </w:pPr>
      <w:r w:rsidRPr="00024113">
        <w:t xml:space="preserve">dbus-1            java-8-openjdk     </w:t>
      </w:r>
      <w:proofErr w:type="spellStart"/>
      <w:r w:rsidRPr="00024113">
        <w:t>netsniff</w:t>
      </w:r>
      <w:proofErr w:type="spellEnd"/>
      <w:r w:rsidRPr="00024113">
        <w:t>-ng         shadow</w:t>
      </w:r>
    </w:p>
    <w:p w14:paraId="15C5063B" w14:textId="77777777" w:rsidR="006C589B" w:rsidRPr="00024113" w:rsidRDefault="006C589B" w:rsidP="006C589B">
      <w:pPr>
        <w:pStyle w:val="CMDOutput"/>
      </w:pPr>
      <w:r w:rsidRPr="00024113">
        <w:t xml:space="preserve">default           kernel             </w:t>
      </w:r>
      <w:proofErr w:type="spellStart"/>
      <w:r w:rsidRPr="00024113">
        <w:rPr>
          <w:highlight w:val="yellow"/>
        </w:rPr>
        <w:t>nginx</w:t>
      </w:r>
      <w:proofErr w:type="spellEnd"/>
      <w:r w:rsidRPr="00024113">
        <w:t xml:space="preserve">               shadow-</w:t>
      </w:r>
    </w:p>
    <w:p w14:paraId="428CCA25" w14:textId="77777777" w:rsidR="006C589B" w:rsidRPr="00024113" w:rsidRDefault="006C589B" w:rsidP="006C589B">
      <w:pPr>
        <w:pStyle w:val="CMDOutput"/>
      </w:pPr>
      <w:proofErr w:type="spellStart"/>
      <w:proofErr w:type="gramStart"/>
      <w:r w:rsidRPr="00024113">
        <w:t>depmod.d</w:t>
      </w:r>
      <w:proofErr w:type="spellEnd"/>
      <w:proofErr w:type="gramEnd"/>
      <w:r w:rsidRPr="00024113">
        <w:t xml:space="preserve">          krb5.conf          </w:t>
      </w:r>
      <w:proofErr w:type="spellStart"/>
      <w:r w:rsidRPr="00024113">
        <w:t>nscd.conf</w:t>
      </w:r>
      <w:proofErr w:type="spellEnd"/>
      <w:r w:rsidRPr="00024113">
        <w:t xml:space="preserve">           shells</w:t>
      </w:r>
    </w:p>
    <w:p w14:paraId="2E33B693" w14:textId="77777777" w:rsidR="006C589B" w:rsidRPr="00024113" w:rsidRDefault="006C589B" w:rsidP="006C589B">
      <w:pPr>
        <w:pStyle w:val="CMDOutput"/>
      </w:pPr>
      <w:proofErr w:type="spellStart"/>
      <w:r w:rsidRPr="00024113">
        <w:t>dhcpcd.conf</w:t>
      </w:r>
      <w:proofErr w:type="spellEnd"/>
      <w:r w:rsidRPr="00024113">
        <w:t xml:space="preserve">       </w:t>
      </w:r>
      <w:proofErr w:type="spellStart"/>
      <w:proofErr w:type="gramStart"/>
      <w:r w:rsidRPr="00024113">
        <w:t>ld.so.cache</w:t>
      </w:r>
      <w:proofErr w:type="spellEnd"/>
      <w:proofErr w:type="gramEnd"/>
      <w:r w:rsidRPr="00024113">
        <w:t xml:space="preserve">        </w:t>
      </w:r>
      <w:proofErr w:type="spellStart"/>
      <w:r w:rsidRPr="00024113">
        <w:t>nsswitch.conf</w:t>
      </w:r>
      <w:proofErr w:type="spellEnd"/>
      <w:r w:rsidRPr="00024113">
        <w:t xml:space="preserve">       </w:t>
      </w:r>
      <w:proofErr w:type="spellStart"/>
      <w:r w:rsidRPr="00024113">
        <w:t>skel</w:t>
      </w:r>
      <w:proofErr w:type="spellEnd"/>
    </w:p>
    <w:p w14:paraId="10EFE3AC" w14:textId="77777777" w:rsidR="006C589B" w:rsidRPr="00024113" w:rsidRDefault="006C589B" w:rsidP="006C589B">
      <w:pPr>
        <w:pStyle w:val="CMDOutput"/>
      </w:pPr>
      <w:proofErr w:type="spellStart"/>
      <w:proofErr w:type="gramStart"/>
      <w:r w:rsidRPr="00024113">
        <w:t>dhcpcd.duid</w:t>
      </w:r>
      <w:proofErr w:type="spellEnd"/>
      <w:proofErr w:type="gramEnd"/>
      <w:r w:rsidRPr="00024113">
        <w:t xml:space="preserve">       </w:t>
      </w:r>
      <w:proofErr w:type="spellStart"/>
      <w:r w:rsidRPr="00024113">
        <w:t>ld.so.conf</w:t>
      </w:r>
      <w:proofErr w:type="spellEnd"/>
      <w:r w:rsidRPr="00024113">
        <w:t xml:space="preserve">         </w:t>
      </w:r>
      <w:proofErr w:type="spellStart"/>
      <w:r w:rsidRPr="00024113">
        <w:t>ntp.conf</w:t>
      </w:r>
      <w:proofErr w:type="spellEnd"/>
      <w:r w:rsidRPr="00024113">
        <w:t xml:space="preserve">            </w:t>
      </w:r>
      <w:proofErr w:type="spellStart"/>
      <w:r w:rsidRPr="00024113">
        <w:t>ssh</w:t>
      </w:r>
      <w:proofErr w:type="spellEnd"/>
    </w:p>
    <w:p w14:paraId="5DFDEEC9" w14:textId="77777777" w:rsidR="006C589B" w:rsidRPr="00024113" w:rsidRDefault="006C589B" w:rsidP="006C589B">
      <w:pPr>
        <w:pStyle w:val="CMDOutput"/>
      </w:pPr>
      <w:proofErr w:type="spellStart"/>
      <w:r w:rsidRPr="00024113">
        <w:t>dkms</w:t>
      </w:r>
      <w:proofErr w:type="spellEnd"/>
      <w:r w:rsidRPr="00024113">
        <w:t xml:space="preserve">              </w:t>
      </w:r>
      <w:proofErr w:type="spellStart"/>
      <w:r w:rsidRPr="00024113">
        <w:t>ld.so.</w:t>
      </w:r>
      <w:proofErr w:type="gramStart"/>
      <w:r w:rsidRPr="00024113">
        <w:t>conf.d</w:t>
      </w:r>
      <w:proofErr w:type="spellEnd"/>
      <w:proofErr w:type="gramEnd"/>
      <w:r w:rsidRPr="00024113">
        <w:t xml:space="preserve">       </w:t>
      </w:r>
      <w:proofErr w:type="spellStart"/>
      <w:r w:rsidRPr="00024113">
        <w:t>openldap</w:t>
      </w:r>
      <w:proofErr w:type="spellEnd"/>
      <w:r w:rsidRPr="00024113">
        <w:t xml:space="preserve">            </w:t>
      </w:r>
      <w:proofErr w:type="spellStart"/>
      <w:r w:rsidRPr="00024113">
        <w:t>ssl</w:t>
      </w:r>
      <w:proofErr w:type="spellEnd"/>
    </w:p>
    <w:p w14:paraId="71BE82C9" w14:textId="77777777" w:rsidR="006C589B" w:rsidRPr="00024113" w:rsidRDefault="006C589B" w:rsidP="006C589B">
      <w:pPr>
        <w:pStyle w:val="CMDOutput"/>
      </w:pPr>
      <w:proofErr w:type="spellStart"/>
      <w:r w:rsidRPr="00024113">
        <w:t>drirc</w:t>
      </w:r>
      <w:proofErr w:type="spellEnd"/>
      <w:r w:rsidRPr="00024113">
        <w:t xml:space="preserve">             </w:t>
      </w:r>
      <w:proofErr w:type="spellStart"/>
      <w:r w:rsidRPr="00024113">
        <w:t>libnl</w:t>
      </w:r>
      <w:proofErr w:type="spellEnd"/>
      <w:r w:rsidRPr="00024113">
        <w:t xml:space="preserve">              </w:t>
      </w:r>
      <w:proofErr w:type="spellStart"/>
      <w:r w:rsidRPr="00024113">
        <w:t>openvswitch</w:t>
      </w:r>
      <w:proofErr w:type="spellEnd"/>
      <w:r w:rsidRPr="00024113">
        <w:t xml:space="preserve">         </w:t>
      </w:r>
      <w:proofErr w:type="spellStart"/>
      <w:r w:rsidRPr="00024113">
        <w:t>sudoers</w:t>
      </w:r>
      <w:proofErr w:type="spellEnd"/>
    </w:p>
    <w:p w14:paraId="34AC5D32" w14:textId="77777777" w:rsidR="006C589B" w:rsidRPr="00024113" w:rsidRDefault="006C589B" w:rsidP="006C589B">
      <w:pPr>
        <w:pStyle w:val="CMDOutput"/>
      </w:pPr>
      <w:proofErr w:type="spellStart"/>
      <w:r w:rsidRPr="00024113">
        <w:t>elasticsearch</w:t>
      </w:r>
      <w:proofErr w:type="spellEnd"/>
      <w:r w:rsidRPr="00024113">
        <w:t xml:space="preserve">     </w:t>
      </w:r>
      <w:proofErr w:type="spellStart"/>
      <w:proofErr w:type="gramStart"/>
      <w:r w:rsidRPr="00024113">
        <w:t>libpaper.d</w:t>
      </w:r>
      <w:proofErr w:type="spellEnd"/>
      <w:proofErr w:type="gramEnd"/>
      <w:r w:rsidRPr="00024113">
        <w:t xml:space="preserve">         </w:t>
      </w:r>
      <w:proofErr w:type="spellStart"/>
      <w:r w:rsidRPr="00024113">
        <w:t>os</w:t>
      </w:r>
      <w:proofErr w:type="spellEnd"/>
      <w:r w:rsidRPr="00024113">
        <w:t xml:space="preserve">-release          </w:t>
      </w:r>
      <w:proofErr w:type="spellStart"/>
      <w:r w:rsidRPr="00024113">
        <w:t>sudoers.d</w:t>
      </w:r>
      <w:proofErr w:type="spellEnd"/>
    </w:p>
    <w:p w14:paraId="53800A86" w14:textId="77777777" w:rsidR="006C589B" w:rsidRPr="00024113" w:rsidRDefault="006C589B" w:rsidP="006C589B">
      <w:pPr>
        <w:pStyle w:val="CMDOutput"/>
      </w:pPr>
      <w:r w:rsidRPr="00024113">
        <w:lastRenderedPageBreak/>
        <w:t xml:space="preserve">environment       </w:t>
      </w:r>
      <w:proofErr w:type="spellStart"/>
      <w:r w:rsidRPr="00024113">
        <w:t>lightdm</w:t>
      </w:r>
      <w:proofErr w:type="spellEnd"/>
      <w:r w:rsidRPr="00024113">
        <w:t xml:space="preserve">            </w:t>
      </w:r>
      <w:proofErr w:type="spellStart"/>
      <w:r w:rsidRPr="00024113">
        <w:t>pacman.conf</w:t>
      </w:r>
      <w:proofErr w:type="spellEnd"/>
      <w:r w:rsidRPr="00024113">
        <w:t xml:space="preserve">         </w:t>
      </w:r>
      <w:proofErr w:type="spellStart"/>
      <w:proofErr w:type="gramStart"/>
      <w:r w:rsidRPr="00024113">
        <w:t>sudoers.pacnew</w:t>
      </w:r>
      <w:proofErr w:type="spellEnd"/>
      <w:proofErr w:type="gramEnd"/>
    </w:p>
    <w:p w14:paraId="72209BD5" w14:textId="77777777" w:rsidR="006C589B" w:rsidRPr="00024113" w:rsidRDefault="006C589B" w:rsidP="006C589B">
      <w:pPr>
        <w:pStyle w:val="CMDOutput"/>
      </w:pPr>
      <w:proofErr w:type="spellStart"/>
      <w:r w:rsidRPr="00024113">
        <w:t>ethertypes</w:t>
      </w:r>
      <w:proofErr w:type="spellEnd"/>
      <w:r w:rsidRPr="00024113">
        <w:t xml:space="preserve">        </w:t>
      </w:r>
      <w:proofErr w:type="spellStart"/>
      <w:r w:rsidRPr="00024113">
        <w:t>locale.conf</w:t>
      </w:r>
      <w:proofErr w:type="spellEnd"/>
      <w:r w:rsidRPr="00024113">
        <w:t xml:space="preserve">        </w:t>
      </w:r>
      <w:proofErr w:type="spellStart"/>
      <w:r w:rsidRPr="00024113">
        <w:t>pacman.</w:t>
      </w:r>
      <w:proofErr w:type="gramStart"/>
      <w:r w:rsidRPr="00024113">
        <w:t>conf.pacnew</w:t>
      </w:r>
      <w:proofErr w:type="spellEnd"/>
      <w:proofErr w:type="gramEnd"/>
      <w:r w:rsidRPr="00024113">
        <w:t xml:space="preserve">  </w:t>
      </w:r>
      <w:proofErr w:type="spellStart"/>
      <w:r w:rsidRPr="00024113">
        <w:t>sysctl.d</w:t>
      </w:r>
      <w:proofErr w:type="spellEnd"/>
    </w:p>
    <w:p w14:paraId="68071C75" w14:textId="77777777" w:rsidR="006C589B" w:rsidRPr="00024113" w:rsidRDefault="006C589B" w:rsidP="006C589B">
      <w:pPr>
        <w:pStyle w:val="CMDOutput"/>
      </w:pPr>
      <w:r>
        <w:t>&lt;output omitted&gt;</w:t>
      </w:r>
    </w:p>
    <w:p w14:paraId="73DBABDD" w14:textId="77777777" w:rsidR="006C589B" w:rsidRPr="001F4234" w:rsidRDefault="006C589B" w:rsidP="001F4234">
      <w:pPr>
        <w:pStyle w:val="SubStepAlpha"/>
        <w:rPr>
          <w:rStyle w:val="AnswerGray"/>
          <w:b w:val="0"/>
          <w:shd w:val="clear" w:color="auto" w:fill="auto"/>
        </w:rPr>
      </w:pPr>
      <w:r w:rsidRPr="001F4234">
        <w:rPr>
          <w:rStyle w:val="AnswerGray"/>
          <w:b w:val="0"/>
          <w:shd w:val="clear" w:color="auto" w:fill="auto"/>
        </w:rPr>
        <w:t xml:space="preserve">Notice the </w:t>
      </w:r>
      <w:proofErr w:type="spellStart"/>
      <w:r w:rsidRPr="001F4234">
        <w:rPr>
          <w:rStyle w:val="AnswerGray"/>
          <w:b w:val="0"/>
          <w:shd w:val="clear" w:color="auto" w:fill="auto"/>
        </w:rPr>
        <w:t>nginx</w:t>
      </w:r>
      <w:proofErr w:type="spellEnd"/>
      <w:r w:rsidRPr="001F4234">
        <w:rPr>
          <w:rStyle w:val="AnswerGray"/>
          <w:b w:val="0"/>
          <w:shd w:val="clear" w:color="auto" w:fill="auto"/>
        </w:rPr>
        <w:t xml:space="preserve"> folder under </w:t>
      </w:r>
      <w:r w:rsidRPr="001F4234">
        <w:t>/</w:t>
      </w:r>
      <w:proofErr w:type="spellStart"/>
      <w:r w:rsidRPr="001F4234">
        <w:t>etc</w:t>
      </w:r>
      <w:proofErr w:type="spellEnd"/>
      <w:r w:rsidRPr="001F4234">
        <w:rPr>
          <w:rStyle w:val="AnswerGray"/>
          <w:b w:val="0"/>
          <w:shd w:val="clear" w:color="auto" w:fill="auto"/>
        </w:rPr>
        <w:t xml:space="preserve"> in the output above. Using </w:t>
      </w:r>
      <w:r w:rsidRPr="001F4234">
        <w:t>ls</w:t>
      </w:r>
      <w:r w:rsidRPr="001F4234">
        <w:rPr>
          <w:rStyle w:val="AnswerGray"/>
          <w:b w:val="0"/>
          <w:shd w:val="clear" w:color="auto" w:fill="auto"/>
        </w:rPr>
        <w:t xml:space="preserve"> again, we find </w:t>
      </w:r>
      <w:proofErr w:type="gramStart"/>
      <w:r w:rsidRPr="001F4234">
        <w:rPr>
          <w:rStyle w:val="AnswerGray"/>
          <w:b w:val="0"/>
          <w:shd w:val="clear" w:color="auto" w:fill="auto"/>
        </w:rPr>
        <w:t>a number of</w:t>
      </w:r>
      <w:proofErr w:type="gramEnd"/>
      <w:r w:rsidRPr="001F4234">
        <w:rPr>
          <w:rStyle w:val="AnswerGray"/>
          <w:b w:val="0"/>
          <w:shd w:val="clear" w:color="auto" w:fill="auto"/>
        </w:rPr>
        <w:t xml:space="preserve"> files, including one named </w:t>
      </w:r>
      <w:proofErr w:type="spellStart"/>
      <w:r w:rsidRPr="001F4234">
        <w:rPr>
          <w:rStyle w:val="AnswerGray"/>
          <w:b w:val="0"/>
          <w:shd w:val="clear" w:color="auto" w:fill="auto"/>
        </w:rPr>
        <w:t>nginx.conf</w:t>
      </w:r>
      <w:proofErr w:type="spellEnd"/>
      <w:r w:rsidRPr="001F4234">
        <w:rPr>
          <w:rStyle w:val="AnswerGray"/>
          <w:b w:val="0"/>
          <w:shd w:val="clear" w:color="auto" w:fill="auto"/>
        </w:rPr>
        <w:t>.</w:t>
      </w:r>
    </w:p>
    <w:p w14:paraId="4D5D24B0" w14:textId="77777777" w:rsidR="006C589B" w:rsidRPr="0075174B" w:rsidRDefault="006C589B" w:rsidP="006C589B">
      <w:pPr>
        <w:pStyle w:val="CMD"/>
        <w:rPr>
          <w:lang w:val="pt-BR"/>
        </w:rPr>
      </w:pPr>
      <w:r w:rsidRPr="0075174B">
        <w:rPr>
          <w:lang w:val="pt-BR"/>
        </w:rPr>
        <w:t xml:space="preserve">[analyst@secOps ~]$ </w:t>
      </w:r>
      <w:r w:rsidRPr="00024113">
        <w:rPr>
          <w:b/>
          <w:lang w:val="pt-BR"/>
        </w:rPr>
        <w:t>ls -l /etc/nginx/</w:t>
      </w:r>
    </w:p>
    <w:p w14:paraId="095540E4" w14:textId="77777777" w:rsidR="006C589B" w:rsidRPr="0075174B" w:rsidRDefault="006C589B" w:rsidP="006C589B">
      <w:pPr>
        <w:pStyle w:val="CMDOutput"/>
        <w:rPr>
          <w:lang w:val="pt-BR"/>
        </w:rPr>
      </w:pPr>
      <w:r w:rsidRPr="0075174B">
        <w:rPr>
          <w:lang w:val="pt-BR"/>
        </w:rPr>
        <w:t>total 48</w:t>
      </w:r>
    </w:p>
    <w:p w14:paraId="26A73336" w14:textId="77777777" w:rsidR="006C589B" w:rsidRPr="0075174B" w:rsidRDefault="006C589B" w:rsidP="006C589B">
      <w:pPr>
        <w:pStyle w:val="CMDOutput"/>
        <w:rPr>
          <w:lang w:val="pt-BR"/>
        </w:rPr>
      </w:pPr>
      <w:r w:rsidRPr="0075174B">
        <w:rPr>
          <w:lang w:val="pt-BR"/>
        </w:rPr>
        <w:t>-rw-r--r-- 1 root root 2730 Mar 21 16:02 custom_server.conf</w:t>
      </w:r>
    </w:p>
    <w:p w14:paraId="776463EC" w14:textId="77777777" w:rsidR="006C589B" w:rsidRPr="0075174B" w:rsidRDefault="006C589B" w:rsidP="006C589B">
      <w:pPr>
        <w:pStyle w:val="CMDOutput"/>
        <w:rPr>
          <w:lang w:val="pt-BR"/>
        </w:rPr>
      </w:pPr>
      <w:r w:rsidRPr="0075174B">
        <w:rPr>
          <w:lang w:val="pt-BR"/>
        </w:rPr>
        <w:t>-rw-r--r-- 1 root root 1077 Nov 18 15:14 fastcgi.conf</w:t>
      </w:r>
    </w:p>
    <w:p w14:paraId="615A559C" w14:textId="77777777" w:rsidR="006C589B" w:rsidRPr="0075174B" w:rsidRDefault="006C589B" w:rsidP="006C589B">
      <w:pPr>
        <w:pStyle w:val="CMDOutput"/>
        <w:rPr>
          <w:lang w:val="pt-BR"/>
        </w:rPr>
      </w:pPr>
      <w:r w:rsidRPr="0075174B">
        <w:rPr>
          <w:lang w:val="pt-BR"/>
        </w:rPr>
        <w:t>-rw-r--r-- 1 root root 1007 Nov 18 15:14 fastcgi_params</w:t>
      </w:r>
    </w:p>
    <w:p w14:paraId="61932BB2" w14:textId="77777777" w:rsidR="006C589B" w:rsidRPr="008B3A22" w:rsidRDefault="006C589B" w:rsidP="006C589B">
      <w:pPr>
        <w:pStyle w:val="CMDOutput"/>
      </w:pPr>
      <w:r w:rsidRPr="008B3A22">
        <w:t>-</w:t>
      </w:r>
      <w:proofErr w:type="spellStart"/>
      <w:r w:rsidRPr="008B3A22">
        <w:t>rw</w:t>
      </w:r>
      <w:proofErr w:type="spellEnd"/>
      <w:r w:rsidRPr="008B3A22">
        <w:t xml:space="preserve">-r--r-- 1 root </w:t>
      </w:r>
      <w:proofErr w:type="spellStart"/>
      <w:r w:rsidRPr="008B3A22">
        <w:t>root</w:t>
      </w:r>
      <w:proofErr w:type="spellEnd"/>
      <w:r w:rsidRPr="008B3A22">
        <w:t xml:space="preserve"> 2837 Nov 18 15:14 koi-</w:t>
      </w:r>
      <w:proofErr w:type="spellStart"/>
      <w:r w:rsidRPr="008B3A22">
        <w:t>utf</w:t>
      </w:r>
      <w:proofErr w:type="spellEnd"/>
    </w:p>
    <w:p w14:paraId="66002653" w14:textId="77777777" w:rsidR="006C589B" w:rsidRPr="008B3A22" w:rsidRDefault="006C589B" w:rsidP="006C589B">
      <w:pPr>
        <w:pStyle w:val="CMDOutput"/>
      </w:pPr>
      <w:r w:rsidRPr="008B3A22">
        <w:t>-</w:t>
      </w:r>
      <w:proofErr w:type="spellStart"/>
      <w:r w:rsidRPr="008B3A22">
        <w:t>rw</w:t>
      </w:r>
      <w:proofErr w:type="spellEnd"/>
      <w:r w:rsidRPr="008B3A22">
        <w:t xml:space="preserve">-r--r-- 1 root </w:t>
      </w:r>
      <w:proofErr w:type="spellStart"/>
      <w:r w:rsidRPr="008B3A22">
        <w:t>root</w:t>
      </w:r>
      <w:proofErr w:type="spellEnd"/>
      <w:r w:rsidRPr="008B3A22">
        <w:t xml:space="preserve"> 2223 Nov 18 15:14 koi-win</w:t>
      </w:r>
    </w:p>
    <w:p w14:paraId="2ECB361D" w14:textId="77777777" w:rsidR="006C589B" w:rsidRPr="008B3A22" w:rsidRDefault="006C589B" w:rsidP="006C589B">
      <w:pPr>
        <w:pStyle w:val="CMDOutput"/>
      </w:pPr>
      <w:r w:rsidRPr="008B3A22">
        <w:t>-</w:t>
      </w:r>
      <w:proofErr w:type="spellStart"/>
      <w:r w:rsidRPr="008B3A22">
        <w:t>rw</w:t>
      </w:r>
      <w:proofErr w:type="spellEnd"/>
      <w:r w:rsidRPr="008B3A22">
        <w:t xml:space="preserve">-r--r-- 1 root </w:t>
      </w:r>
      <w:proofErr w:type="spellStart"/>
      <w:r w:rsidRPr="008B3A22">
        <w:t>root</w:t>
      </w:r>
      <w:proofErr w:type="spellEnd"/>
      <w:r w:rsidRPr="008B3A22">
        <w:t xml:space="preserve"> 2743 </w:t>
      </w:r>
      <w:proofErr w:type="gramStart"/>
      <w:r w:rsidRPr="008B3A22">
        <w:t>Jan  6</w:t>
      </w:r>
      <w:proofErr w:type="gramEnd"/>
      <w:r w:rsidRPr="008B3A22">
        <w:t xml:space="preserve"> 15:41 </w:t>
      </w:r>
      <w:proofErr w:type="spellStart"/>
      <w:r w:rsidRPr="008B3A22">
        <w:t>mal_server.conf</w:t>
      </w:r>
      <w:proofErr w:type="spellEnd"/>
    </w:p>
    <w:p w14:paraId="44E7C8F5" w14:textId="77777777" w:rsidR="006C589B" w:rsidRPr="008B3A22" w:rsidRDefault="006C589B" w:rsidP="006C589B">
      <w:pPr>
        <w:pStyle w:val="CMDOutput"/>
      </w:pPr>
      <w:r w:rsidRPr="008B3A22">
        <w:t>-</w:t>
      </w:r>
      <w:proofErr w:type="spellStart"/>
      <w:r w:rsidRPr="008B3A22">
        <w:t>rw</w:t>
      </w:r>
      <w:proofErr w:type="spellEnd"/>
      <w:r w:rsidRPr="008B3A22">
        <w:t xml:space="preserve">-r--r-- 1 root </w:t>
      </w:r>
      <w:proofErr w:type="spellStart"/>
      <w:r w:rsidRPr="008B3A22">
        <w:t>root</w:t>
      </w:r>
      <w:proofErr w:type="spellEnd"/>
      <w:r w:rsidRPr="008B3A22">
        <w:t xml:space="preserve"> 3957 Nov 18 15:14 </w:t>
      </w:r>
      <w:proofErr w:type="spellStart"/>
      <w:proofErr w:type="gramStart"/>
      <w:r w:rsidRPr="008B3A22">
        <w:t>mime.types</w:t>
      </w:r>
      <w:proofErr w:type="spellEnd"/>
      <w:proofErr w:type="gramEnd"/>
    </w:p>
    <w:p w14:paraId="0B15315B" w14:textId="77777777" w:rsidR="006C589B" w:rsidRPr="008B3A22" w:rsidRDefault="006C589B" w:rsidP="006C589B">
      <w:pPr>
        <w:pStyle w:val="CMDOutput"/>
      </w:pPr>
      <w:r w:rsidRPr="008B3A22">
        <w:rPr>
          <w:highlight w:val="yellow"/>
        </w:rPr>
        <w:t>-</w:t>
      </w:r>
      <w:proofErr w:type="spellStart"/>
      <w:r w:rsidRPr="008B3A22">
        <w:rPr>
          <w:highlight w:val="yellow"/>
        </w:rPr>
        <w:t>rw</w:t>
      </w:r>
      <w:proofErr w:type="spellEnd"/>
      <w:r w:rsidRPr="008B3A22">
        <w:rPr>
          <w:highlight w:val="yellow"/>
        </w:rPr>
        <w:t xml:space="preserve">-r--r-- 1 root </w:t>
      </w:r>
      <w:proofErr w:type="spellStart"/>
      <w:r w:rsidRPr="008B3A22">
        <w:rPr>
          <w:highlight w:val="yellow"/>
        </w:rPr>
        <w:t>root</w:t>
      </w:r>
      <w:proofErr w:type="spellEnd"/>
      <w:r w:rsidRPr="008B3A22">
        <w:rPr>
          <w:highlight w:val="yellow"/>
        </w:rPr>
        <w:t xml:space="preserve"> 3264 Mar 22 13:34 </w:t>
      </w:r>
      <w:proofErr w:type="spellStart"/>
      <w:r w:rsidRPr="008B3A22">
        <w:rPr>
          <w:highlight w:val="yellow"/>
        </w:rPr>
        <w:t>nginx.conf</w:t>
      </w:r>
      <w:proofErr w:type="spellEnd"/>
    </w:p>
    <w:p w14:paraId="47131513" w14:textId="77777777" w:rsidR="006C589B" w:rsidRPr="008B3A22" w:rsidRDefault="006C589B" w:rsidP="006C589B">
      <w:pPr>
        <w:pStyle w:val="CMDOutput"/>
      </w:pPr>
      <w:r w:rsidRPr="008B3A22">
        <w:t>-</w:t>
      </w:r>
      <w:proofErr w:type="spellStart"/>
      <w:r w:rsidRPr="008B3A22">
        <w:t>rw</w:t>
      </w:r>
      <w:proofErr w:type="spellEnd"/>
      <w:r w:rsidRPr="008B3A22">
        <w:t xml:space="preserve">-r--r-- 1 root </w:t>
      </w:r>
      <w:proofErr w:type="spellStart"/>
      <w:r w:rsidRPr="008B3A22">
        <w:t>root</w:t>
      </w:r>
      <w:proofErr w:type="spellEnd"/>
      <w:r w:rsidRPr="008B3A22">
        <w:t xml:space="preserve"> 3261 Oct 19 16:42 </w:t>
      </w:r>
      <w:proofErr w:type="spellStart"/>
      <w:r w:rsidRPr="008B3A22">
        <w:t>nginx.</w:t>
      </w:r>
      <w:proofErr w:type="gramStart"/>
      <w:r w:rsidRPr="008B3A22">
        <w:t>conf.working</w:t>
      </w:r>
      <w:proofErr w:type="spellEnd"/>
      <w:proofErr w:type="gramEnd"/>
    </w:p>
    <w:p w14:paraId="421C4967" w14:textId="77777777" w:rsidR="006C589B" w:rsidRPr="008B3A22" w:rsidRDefault="006C589B" w:rsidP="006C589B">
      <w:pPr>
        <w:pStyle w:val="CMDOutput"/>
      </w:pPr>
      <w:r w:rsidRPr="008B3A22">
        <w:t>-</w:t>
      </w:r>
      <w:proofErr w:type="spellStart"/>
      <w:r w:rsidRPr="008B3A22">
        <w:t>rw</w:t>
      </w:r>
      <w:proofErr w:type="spellEnd"/>
      <w:r w:rsidRPr="008B3A22">
        <w:t xml:space="preserve">-r--r-- 1 root </w:t>
      </w:r>
      <w:proofErr w:type="spellStart"/>
      <w:proofErr w:type="gramStart"/>
      <w:r w:rsidRPr="008B3A22">
        <w:t>root</w:t>
      </w:r>
      <w:proofErr w:type="spellEnd"/>
      <w:r w:rsidRPr="008B3A22">
        <w:t xml:space="preserve">  636</w:t>
      </w:r>
      <w:proofErr w:type="gramEnd"/>
      <w:r w:rsidRPr="008B3A22">
        <w:t xml:space="preserve"> Nov 18 15:14 </w:t>
      </w:r>
      <w:proofErr w:type="spellStart"/>
      <w:r w:rsidRPr="008B3A22">
        <w:t>scgi_params</w:t>
      </w:r>
      <w:proofErr w:type="spellEnd"/>
    </w:p>
    <w:p w14:paraId="5238C38B" w14:textId="77777777" w:rsidR="006C589B" w:rsidRPr="008B3A22" w:rsidRDefault="006C589B" w:rsidP="006C589B">
      <w:pPr>
        <w:pStyle w:val="CMDOutput"/>
      </w:pPr>
      <w:r w:rsidRPr="008B3A22">
        <w:t>-</w:t>
      </w:r>
      <w:proofErr w:type="spellStart"/>
      <w:r w:rsidRPr="008B3A22">
        <w:t>rw</w:t>
      </w:r>
      <w:proofErr w:type="spellEnd"/>
      <w:r w:rsidRPr="008B3A22">
        <w:t xml:space="preserve">-r--r-- 1 root </w:t>
      </w:r>
      <w:proofErr w:type="spellStart"/>
      <w:proofErr w:type="gramStart"/>
      <w:r w:rsidRPr="008B3A22">
        <w:t>root</w:t>
      </w:r>
      <w:proofErr w:type="spellEnd"/>
      <w:r w:rsidRPr="008B3A22">
        <w:t xml:space="preserve">  664</w:t>
      </w:r>
      <w:proofErr w:type="gramEnd"/>
      <w:r w:rsidRPr="008B3A22">
        <w:t xml:space="preserve"> Nov 18 15:14 </w:t>
      </w:r>
      <w:proofErr w:type="spellStart"/>
      <w:r w:rsidRPr="008B3A22">
        <w:t>uwsgi_params</w:t>
      </w:r>
      <w:proofErr w:type="spellEnd"/>
    </w:p>
    <w:p w14:paraId="66B27E24" w14:textId="77777777" w:rsidR="006C589B" w:rsidRPr="008B3A22" w:rsidRDefault="006C589B" w:rsidP="006C589B">
      <w:pPr>
        <w:pStyle w:val="CMDOutput"/>
      </w:pPr>
      <w:r w:rsidRPr="008B3A22">
        <w:t>-</w:t>
      </w:r>
      <w:proofErr w:type="spellStart"/>
      <w:r w:rsidRPr="008B3A22">
        <w:t>rw</w:t>
      </w:r>
      <w:proofErr w:type="spellEnd"/>
      <w:r w:rsidRPr="008B3A22">
        <w:t xml:space="preserve">-r--r-- 1 root </w:t>
      </w:r>
      <w:proofErr w:type="spellStart"/>
      <w:r w:rsidRPr="008B3A22">
        <w:t>root</w:t>
      </w:r>
      <w:proofErr w:type="spellEnd"/>
      <w:r w:rsidRPr="008B3A22">
        <w:t xml:space="preserve"> 3610 Nov 18 15:14 win-</w:t>
      </w:r>
      <w:proofErr w:type="spellStart"/>
      <w:r w:rsidRPr="008B3A22">
        <w:t>utf</w:t>
      </w:r>
      <w:proofErr w:type="spellEnd"/>
    </w:p>
    <w:p w14:paraId="689E1254" w14:textId="77777777" w:rsidR="006C589B" w:rsidRPr="001F4234" w:rsidRDefault="006C589B" w:rsidP="001F4234">
      <w:pPr>
        <w:pStyle w:val="SubStepAlpha"/>
      </w:pPr>
      <w:r w:rsidRPr="001F4234">
        <w:t xml:space="preserve">Use the </w:t>
      </w:r>
      <w:r w:rsidRPr="001F4234">
        <w:rPr>
          <w:b/>
          <w:bCs/>
        </w:rPr>
        <w:t xml:space="preserve">cat </w:t>
      </w:r>
      <w:r w:rsidRPr="001F4234">
        <w:t>command to list the contents of /</w:t>
      </w:r>
      <w:proofErr w:type="spellStart"/>
      <w:r w:rsidRPr="001F4234">
        <w:t>etc</w:t>
      </w:r>
      <w:proofErr w:type="spellEnd"/>
      <w:r w:rsidRPr="001F4234">
        <w:t>/</w:t>
      </w:r>
      <w:proofErr w:type="spellStart"/>
      <w:r w:rsidRPr="001F4234">
        <w:t>nginx</w:t>
      </w:r>
      <w:proofErr w:type="spellEnd"/>
      <w:r w:rsidRPr="001F4234">
        <w:t>/</w:t>
      </w:r>
      <w:proofErr w:type="spellStart"/>
      <w:r w:rsidRPr="001F4234">
        <w:t>nginx.conf</w:t>
      </w:r>
      <w:proofErr w:type="spellEnd"/>
      <w:r w:rsidRPr="001F4234">
        <w:t xml:space="preserve">. You can also use </w:t>
      </w:r>
      <w:proofErr w:type="gramStart"/>
      <w:r w:rsidRPr="001F4234">
        <w:rPr>
          <w:b/>
          <w:bCs/>
        </w:rPr>
        <w:t>more or less</w:t>
      </w:r>
      <w:r w:rsidRPr="001F4234">
        <w:t xml:space="preserve"> to</w:t>
      </w:r>
      <w:proofErr w:type="gramEnd"/>
      <w:r w:rsidRPr="001F4234">
        <w:t xml:space="preserve"> view the file and </w:t>
      </w:r>
      <w:r w:rsidRPr="001F4234">
        <w:rPr>
          <w:b/>
          <w:bCs/>
        </w:rPr>
        <w:t>nano</w:t>
      </w:r>
      <w:r w:rsidRPr="001F4234">
        <w:t xml:space="preserve"> or </w:t>
      </w:r>
      <w:proofErr w:type="spellStart"/>
      <w:r w:rsidRPr="001F4234">
        <w:rPr>
          <w:b/>
          <w:bCs/>
        </w:rPr>
        <w:t>SciTE</w:t>
      </w:r>
      <w:proofErr w:type="spellEnd"/>
      <w:r w:rsidRPr="001F4234">
        <w:t xml:space="preserve"> to edit it. These tools make it easier to navigate through long text files (only the output of cat is displayed below).</w:t>
      </w:r>
    </w:p>
    <w:p w14:paraId="133205E6" w14:textId="77777777" w:rsidR="006C589B" w:rsidRPr="00D7401D" w:rsidRDefault="006C589B" w:rsidP="006C589B">
      <w:pPr>
        <w:pStyle w:val="CMD"/>
      </w:pPr>
      <w:r w:rsidRPr="00D7401D">
        <w:t>[</w:t>
      </w:r>
      <w:proofErr w:type="spellStart"/>
      <w:r w:rsidRPr="00D7401D">
        <w:t>analyst@secOps</w:t>
      </w:r>
      <w:proofErr w:type="spellEnd"/>
      <w:r w:rsidRPr="00D7401D">
        <w:t xml:space="preserve"> </w:t>
      </w:r>
      <w:proofErr w:type="gramStart"/>
      <w:r w:rsidRPr="00D7401D">
        <w:t>~]$</w:t>
      </w:r>
      <w:proofErr w:type="gramEnd"/>
      <w:r w:rsidRPr="00D7401D">
        <w:t xml:space="preserve"> </w:t>
      </w:r>
      <w:r w:rsidRPr="00D7401D">
        <w:rPr>
          <w:b/>
        </w:rPr>
        <w:t>cat /</w:t>
      </w:r>
      <w:proofErr w:type="spellStart"/>
      <w:r w:rsidRPr="00D7401D">
        <w:rPr>
          <w:b/>
        </w:rPr>
        <w:t>etc</w:t>
      </w:r>
      <w:proofErr w:type="spellEnd"/>
      <w:r w:rsidRPr="00D7401D">
        <w:rPr>
          <w:b/>
        </w:rPr>
        <w:t>/</w:t>
      </w:r>
      <w:proofErr w:type="spellStart"/>
      <w:r w:rsidRPr="00D7401D">
        <w:rPr>
          <w:b/>
        </w:rPr>
        <w:t>nginx</w:t>
      </w:r>
      <w:proofErr w:type="spellEnd"/>
      <w:r w:rsidRPr="00D7401D">
        <w:rPr>
          <w:b/>
        </w:rPr>
        <w:t>/</w:t>
      </w:r>
      <w:proofErr w:type="spellStart"/>
      <w:r w:rsidRPr="00D7401D">
        <w:rPr>
          <w:b/>
        </w:rPr>
        <w:t>nginx.conf</w:t>
      </w:r>
      <w:proofErr w:type="spellEnd"/>
    </w:p>
    <w:p w14:paraId="0118F2D2" w14:textId="77777777" w:rsidR="006C589B" w:rsidRPr="001F4234" w:rsidRDefault="006C589B" w:rsidP="001F4234">
      <w:pPr>
        <w:pStyle w:val="CMD"/>
      </w:pPr>
      <w:r w:rsidRPr="001F4234">
        <w:t>#user html;</w:t>
      </w:r>
    </w:p>
    <w:p w14:paraId="3528007C" w14:textId="77777777" w:rsidR="006C589B" w:rsidRPr="001F4234" w:rsidRDefault="006C589B" w:rsidP="001F4234">
      <w:pPr>
        <w:pStyle w:val="CMD"/>
      </w:pPr>
      <w:proofErr w:type="spellStart"/>
      <w:r w:rsidRPr="001F4234">
        <w:t>worker_</w:t>
      </w:r>
      <w:proofErr w:type="gramStart"/>
      <w:r w:rsidRPr="001F4234">
        <w:t>processes</w:t>
      </w:r>
      <w:proofErr w:type="spellEnd"/>
      <w:r w:rsidRPr="001F4234">
        <w:t xml:space="preserve">  1</w:t>
      </w:r>
      <w:proofErr w:type="gramEnd"/>
      <w:r w:rsidRPr="001F4234">
        <w:t>;</w:t>
      </w:r>
    </w:p>
    <w:p w14:paraId="5AA7769A" w14:textId="77777777" w:rsidR="006C589B" w:rsidRPr="001F4234" w:rsidRDefault="006C589B" w:rsidP="001F4234">
      <w:pPr>
        <w:pStyle w:val="CMD"/>
      </w:pPr>
    </w:p>
    <w:p w14:paraId="657DEA51" w14:textId="77777777" w:rsidR="006C589B" w:rsidRPr="001F4234" w:rsidRDefault="006C589B" w:rsidP="001F4234">
      <w:pPr>
        <w:pStyle w:val="CMD"/>
      </w:pPr>
      <w:r w:rsidRPr="001F4234">
        <w:t>#</w:t>
      </w:r>
      <w:proofErr w:type="spellStart"/>
      <w:r w:rsidRPr="001F4234">
        <w:t>error_</w:t>
      </w:r>
      <w:proofErr w:type="gramStart"/>
      <w:r w:rsidRPr="001F4234">
        <w:t>log</w:t>
      </w:r>
      <w:proofErr w:type="spellEnd"/>
      <w:r w:rsidRPr="001F4234">
        <w:t xml:space="preserve">  logs/error.log</w:t>
      </w:r>
      <w:proofErr w:type="gramEnd"/>
      <w:r w:rsidRPr="001F4234">
        <w:t>;</w:t>
      </w:r>
    </w:p>
    <w:p w14:paraId="2A930B08" w14:textId="77777777" w:rsidR="006C589B" w:rsidRPr="001F4234" w:rsidRDefault="006C589B" w:rsidP="001F4234">
      <w:pPr>
        <w:pStyle w:val="CMD"/>
      </w:pPr>
      <w:r w:rsidRPr="001F4234">
        <w:t>#</w:t>
      </w:r>
      <w:proofErr w:type="spellStart"/>
      <w:r w:rsidRPr="001F4234">
        <w:t>error_</w:t>
      </w:r>
      <w:proofErr w:type="gramStart"/>
      <w:r w:rsidRPr="001F4234">
        <w:t>log</w:t>
      </w:r>
      <w:proofErr w:type="spellEnd"/>
      <w:r w:rsidRPr="001F4234">
        <w:t xml:space="preserve">  logs/error.log</w:t>
      </w:r>
      <w:proofErr w:type="gramEnd"/>
      <w:r w:rsidRPr="001F4234">
        <w:t xml:space="preserve">  notice;</w:t>
      </w:r>
    </w:p>
    <w:p w14:paraId="661AF112" w14:textId="77777777" w:rsidR="006C589B" w:rsidRPr="001F4234" w:rsidRDefault="006C589B" w:rsidP="001F4234">
      <w:pPr>
        <w:pStyle w:val="CMD"/>
      </w:pPr>
      <w:r w:rsidRPr="001F4234">
        <w:t>#</w:t>
      </w:r>
      <w:proofErr w:type="spellStart"/>
      <w:r w:rsidRPr="001F4234">
        <w:t>error_</w:t>
      </w:r>
      <w:proofErr w:type="gramStart"/>
      <w:r w:rsidRPr="001F4234">
        <w:t>log</w:t>
      </w:r>
      <w:proofErr w:type="spellEnd"/>
      <w:r w:rsidRPr="001F4234">
        <w:t xml:space="preserve">  logs/error.log</w:t>
      </w:r>
      <w:proofErr w:type="gramEnd"/>
      <w:r w:rsidRPr="001F4234">
        <w:t xml:space="preserve">  info;</w:t>
      </w:r>
    </w:p>
    <w:p w14:paraId="329F1E1A" w14:textId="77777777" w:rsidR="006C589B" w:rsidRPr="001F4234" w:rsidRDefault="006C589B" w:rsidP="001F4234">
      <w:pPr>
        <w:pStyle w:val="CMD"/>
      </w:pPr>
      <w:r w:rsidRPr="001F4234">
        <w:t>#</w:t>
      </w:r>
      <w:proofErr w:type="spellStart"/>
      <w:r w:rsidRPr="001F4234">
        <w:t>pid</w:t>
      </w:r>
      <w:proofErr w:type="spellEnd"/>
      <w:r w:rsidRPr="001F4234">
        <w:t xml:space="preserve">        logs/</w:t>
      </w:r>
      <w:proofErr w:type="spellStart"/>
      <w:r w:rsidRPr="001F4234">
        <w:t>nginx.pid</w:t>
      </w:r>
      <w:proofErr w:type="spellEnd"/>
      <w:r w:rsidRPr="001F4234">
        <w:t>;</w:t>
      </w:r>
    </w:p>
    <w:p w14:paraId="1D5287C4" w14:textId="77777777" w:rsidR="006C589B" w:rsidRPr="001F4234" w:rsidRDefault="006C589B" w:rsidP="001F4234">
      <w:pPr>
        <w:pStyle w:val="CMD"/>
      </w:pPr>
    </w:p>
    <w:p w14:paraId="022F2626" w14:textId="77777777" w:rsidR="006C589B" w:rsidRPr="001F4234" w:rsidRDefault="006C589B" w:rsidP="001F4234">
      <w:pPr>
        <w:pStyle w:val="CMD"/>
      </w:pPr>
      <w:r w:rsidRPr="001F4234">
        <w:t>events {</w:t>
      </w:r>
    </w:p>
    <w:p w14:paraId="65D73F44" w14:textId="77777777" w:rsidR="006C589B" w:rsidRPr="001F4234" w:rsidRDefault="006C589B" w:rsidP="001F4234">
      <w:pPr>
        <w:pStyle w:val="CMD"/>
      </w:pPr>
      <w:r w:rsidRPr="001F4234">
        <w:t xml:space="preserve">    </w:t>
      </w:r>
      <w:proofErr w:type="spellStart"/>
      <w:r w:rsidRPr="001F4234">
        <w:t>worker_</w:t>
      </w:r>
      <w:proofErr w:type="gramStart"/>
      <w:r w:rsidRPr="001F4234">
        <w:t>connections</w:t>
      </w:r>
      <w:proofErr w:type="spellEnd"/>
      <w:r w:rsidRPr="001F4234">
        <w:t xml:space="preserve">  1024</w:t>
      </w:r>
      <w:proofErr w:type="gramEnd"/>
      <w:r w:rsidRPr="001F4234">
        <w:t>;</w:t>
      </w:r>
    </w:p>
    <w:p w14:paraId="0DA30E24" w14:textId="77777777" w:rsidR="006C589B" w:rsidRPr="001F4234" w:rsidRDefault="006C589B" w:rsidP="001F4234">
      <w:pPr>
        <w:pStyle w:val="CMD"/>
      </w:pPr>
      <w:r w:rsidRPr="001F4234">
        <w:t>}</w:t>
      </w:r>
    </w:p>
    <w:p w14:paraId="43623DEA" w14:textId="77777777" w:rsidR="006C589B" w:rsidRPr="001F4234" w:rsidRDefault="006C589B" w:rsidP="001F4234">
      <w:pPr>
        <w:pStyle w:val="CMD"/>
      </w:pPr>
    </w:p>
    <w:p w14:paraId="2AEE14BF" w14:textId="77777777" w:rsidR="006C589B" w:rsidRPr="00D7401D" w:rsidRDefault="006C589B" w:rsidP="006C589B">
      <w:pPr>
        <w:pStyle w:val="CMDOutput"/>
      </w:pPr>
      <w:r>
        <w:t>&lt;some output omitted&gt;</w:t>
      </w:r>
    </w:p>
    <w:p w14:paraId="0A9EBBF5" w14:textId="77777777" w:rsidR="006C589B" w:rsidRPr="001F4234" w:rsidRDefault="006C589B" w:rsidP="00D94760">
      <w:pPr>
        <w:pStyle w:val="BodyTextL50"/>
      </w:pPr>
      <w:r w:rsidRPr="00D94760">
        <w:rPr>
          <w:b/>
          <w:bCs/>
        </w:rPr>
        <w:t>Note</w:t>
      </w:r>
      <w:r w:rsidRPr="001F4234">
        <w:t xml:space="preserve">: Lines that start with ‘#’ are comments and are ignored by </w:t>
      </w:r>
      <w:proofErr w:type="spellStart"/>
      <w:r w:rsidRPr="001F4234">
        <w:t>nginx</w:t>
      </w:r>
      <w:proofErr w:type="spellEnd"/>
      <w:r w:rsidRPr="001F4234">
        <w:t>.</w:t>
      </w:r>
    </w:p>
    <w:p w14:paraId="069D4DF2" w14:textId="77777777" w:rsidR="006C589B" w:rsidRPr="00D94760" w:rsidRDefault="006C589B" w:rsidP="00D94760">
      <w:pPr>
        <w:pStyle w:val="SubStepAlpha"/>
      </w:pPr>
      <w:r w:rsidRPr="00D94760">
        <w:t xml:space="preserve">A quick look at the configuration file reveals that it is </w:t>
      </w:r>
      <w:proofErr w:type="gramStart"/>
      <w:r w:rsidRPr="00D94760">
        <w:t>an</w:t>
      </w:r>
      <w:proofErr w:type="gramEnd"/>
      <w:r w:rsidRPr="00D94760">
        <w:t xml:space="preserve"> </w:t>
      </w:r>
      <w:proofErr w:type="spellStart"/>
      <w:r w:rsidRPr="00D94760">
        <w:t>nginx</w:t>
      </w:r>
      <w:proofErr w:type="spellEnd"/>
      <w:r w:rsidRPr="00D94760">
        <w:t xml:space="preserve"> configuration file. Because there is no direct mention to the location of </w:t>
      </w:r>
      <w:proofErr w:type="spellStart"/>
      <w:r w:rsidRPr="00D94760">
        <w:t>nginx</w:t>
      </w:r>
      <w:proofErr w:type="spellEnd"/>
      <w:r w:rsidRPr="00D94760">
        <w:t xml:space="preserve"> log files, it is very likely that </w:t>
      </w:r>
      <w:proofErr w:type="spellStart"/>
      <w:r w:rsidRPr="00D94760">
        <w:t>nginx</w:t>
      </w:r>
      <w:proofErr w:type="spellEnd"/>
      <w:r w:rsidRPr="00D94760">
        <w:t xml:space="preserve"> is using default values for it. Following the convention of storing log files under /var/log, use the </w:t>
      </w:r>
      <w:r w:rsidRPr="00D94760">
        <w:rPr>
          <w:b/>
          <w:bCs/>
        </w:rPr>
        <w:t>ls</w:t>
      </w:r>
      <w:r w:rsidRPr="00D94760">
        <w:t xml:space="preserve"> command to list its contents:</w:t>
      </w:r>
    </w:p>
    <w:p w14:paraId="5BC3E945" w14:textId="77777777" w:rsidR="006C589B" w:rsidRPr="00D47E19" w:rsidRDefault="006C589B" w:rsidP="006C589B">
      <w:pPr>
        <w:pStyle w:val="CMD"/>
        <w:rPr>
          <w:lang w:val="pt-BR"/>
        </w:rPr>
      </w:pPr>
      <w:r w:rsidRPr="00D47E19">
        <w:rPr>
          <w:lang w:val="pt-BR"/>
        </w:rPr>
        <w:t xml:space="preserve">[analyst@secOps </w:t>
      </w:r>
      <w:r>
        <w:rPr>
          <w:lang w:val="pt-BR"/>
        </w:rPr>
        <w:t>~</w:t>
      </w:r>
      <w:r w:rsidRPr="00D47E19">
        <w:rPr>
          <w:lang w:val="pt-BR"/>
        </w:rPr>
        <w:t xml:space="preserve">]$ </w:t>
      </w:r>
      <w:r w:rsidRPr="00D47E19">
        <w:rPr>
          <w:b/>
          <w:lang w:val="pt-BR"/>
        </w:rPr>
        <w:t>ls -l /var/log/</w:t>
      </w:r>
    </w:p>
    <w:p w14:paraId="05D8EA4A" w14:textId="77777777" w:rsidR="006C589B" w:rsidRPr="00EF030A" w:rsidRDefault="006C589B" w:rsidP="006C589B">
      <w:pPr>
        <w:pStyle w:val="CMDOutput"/>
      </w:pPr>
      <w:r w:rsidRPr="00EF030A">
        <w:t>total 5708</w:t>
      </w:r>
    </w:p>
    <w:p w14:paraId="6DA0D3C6" w14:textId="77777777" w:rsidR="006C589B" w:rsidRPr="00EF030A" w:rsidRDefault="006C589B" w:rsidP="006C589B">
      <w:pPr>
        <w:pStyle w:val="CMDOutput"/>
      </w:pPr>
      <w:r w:rsidRPr="00EF030A">
        <w:t>-</w:t>
      </w:r>
      <w:proofErr w:type="spellStart"/>
      <w:r w:rsidRPr="00EF030A">
        <w:t>rw</w:t>
      </w:r>
      <w:proofErr w:type="spellEnd"/>
      <w:r w:rsidRPr="00EF030A">
        <w:t>-r</w:t>
      </w:r>
      <w:proofErr w:type="gramStart"/>
      <w:r w:rsidRPr="00EF030A">
        <w:t>-----  1</w:t>
      </w:r>
      <w:proofErr w:type="gramEnd"/>
      <w:r w:rsidRPr="00EF030A">
        <w:t xml:space="preserve"> root    log              188962 Apr 19 10:35 auth.log</w:t>
      </w:r>
    </w:p>
    <w:p w14:paraId="4DE94A4A" w14:textId="77777777" w:rsidR="006C589B" w:rsidRPr="00EF030A" w:rsidRDefault="006C589B" w:rsidP="006C589B">
      <w:pPr>
        <w:pStyle w:val="CMDOutput"/>
      </w:pPr>
      <w:r w:rsidRPr="00EF030A">
        <w:t>-</w:t>
      </w:r>
      <w:proofErr w:type="spellStart"/>
      <w:r w:rsidRPr="00EF030A">
        <w:t>rw-rw</w:t>
      </w:r>
      <w:proofErr w:type="spellEnd"/>
      <w:proofErr w:type="gramStart"/>
      <w:r w:rsidRPr="00EF030A">
        <w:t>----  1</w:t>
      </w:r>
      <w:proofErr w:type="gramEnd"/>
      <w:r w:rsidRPr="00EF030A">
        <w:t xml:space="preserve"> root    </w:t>
      </w:r>
      <w:proofErr w:type="spellStart"/>
      <w:r w:rsidRPr="00EF030A">
        <w:t>utmp</w:t>
      </w:r>
      <w:proofErr w:type="spellEnd"/>
      <w:r w:rsidRPr="00EF030A">
        <w:t xml:space="preserve">                384 Apr 19 10:05 </w:t>
      </w:r>
      <w:proofErr w:type="spellStart"/>
      <w:r w:rsidRPr="00EF030A">
        <w:t>btmp</w:t>
      </w:r>
      <w:proofErr w:type="spellEnd"/>
    </w:p>
    <w:p w14:paraId="09D3E05D" w14:textId="77777777" w:rsidR="006C589B" w:rsidRPr="00EF030A" w:rsidRDefault="006C589B" w:rsidP="006C589B">
      <w:pPr>
        <w:pStyle w:val="CMDOutput"/>
      </w:pPr>
      <w:r w:rsidRPr="00EF030A">
        <w:t>-</w:t>
      </w:r>
      <w:proofErr w:type="spellStart"/>
      <w:r w:rsidRPr="00EF030A">
        <w:t>rw-rw</w:t>
      </w:r>
      <w:proofErr w:type="spellEnd"/>
      <w:proofErr w:type="gramStart"/>
      <w:r w:rsidRPr="00EF030A">
        <w:t>----  1</w:t>
      </w:r>
      <w:proofErr w:type="gramEnd"/>
      <w:r w:rsidRPr="00EF030A">
        <w:t xml:space="preserve"> root    </w:t>
      </w:r>
      <w:proofErr w:type="spellStart"/>
      <w:r w:rsidRPr="00EF030A">
        <w:t>utmp</w:t>
      </w:r>
      <w:proofErr w:type="spellEnd"/>
      <w:r w:rsidRPr="00EF030A">
        <w:t xml:space="preserve">               1536 Mar 22 08:50 btmp.1</w:t>
      </w:r>
    </w:p>
    <w:p w14:paraId="2052FD58" w14:textId="77777777" w:rsidR="006C589B" w:rsidRPr="00EF030A" w:rsidRDefault="006C589B" w:rsidP="006C589B">
      <w:pPr>
        <w:pStyle w:val="CMDOutput"/>
      </w:pPr>
      <w:r w:rsidRPr="00EF030A">
        <w:t>-</w:t>
      </w:r>
      <w:proofErr w:type="spellStart"/>
      <w:r w:rsidRPr="00EF030A">
        <w:t>rw</w:t>
      </w:r>
      <w:proofErr w:type="spellEnd"/>
      <w:r w:rsidRPr="00EF030A">
        <w:t>-r</w:t>
      </w:r>
      <w:proofErr w:type="gramStart"/>
      <w:r w:rsidRPr="00EF030A">
        <w:t>-----  1</w:t>
      </w:r>
      <w:proofErr w:type="gramEnd"/>
      <w:r w:rsidRPr="00EF030A">
        <w:t xml:space="preserve"> root    log              849038 Apr 19 10:05 daemon.log</w:t>
      </w:r>
    </w:p>
    <w:p w14:paraId="2ACDDD3B" w14:textId="77777777" w:rsidR="006C589B" w:rsidRPr="00EF030A" w:rsidRDefault="006C589B" w:rsidP="006C589B">
      <w:pPr>
        <w:pStyle w:val="CMDOutput"/>
      </w:pPr>
      <w:r w:rsidRPr="00EF030A">
        <w:lastRenderedPageBreak/>
        <w:t>-</w:t>
      </w:r>
      <w:proofErr w:type="spellStart"/>
      <w:r w:rsidRPr="00EF030A">
        <w:t>rw</w:t>
      </w:r>
      <w:proofErr w:type="spellEnd"/>
      <w:r w:rsidRPr="00EF030A">
        <w:t>-r</w:t>
      </w:r>
      <w:proofErr w:type="gramStart"/>
      <w:r w:rsidRPr="00EF030A">
        <w:t>-----  1</w:t>
      </w:r>
      <w:proofErr w:type="gramEnd"/>
      <w:r w:rsidRPr="00EF030A">
        <w:t xml:space="preserve"> root    log                4416 Apr 19 09:45 errors.log</w:t>
      </w:r>
    </w:p>
    <w:p w14:paraId="36ACE61E" w14:textId="77777777" w:rsidR="006C589B" w:rsidRPr="00EF030A" w:rsidRDefault="006C589B" w:rsidP="006C589B">
      <w:pPr>
        <w:pStyle w:val="CMDOutput"/>
      </w:pPr>
      <w:r w:rsidRPr="00EF030A">
        <w:t>-</w:t>
      </w:r>
      <w:proofErr w:type="spellStart"/>
      <w:r w:rsidRPr="00EF030A">
        <w:t>rw</w:t>
      </w:r>
      <w:proofErr w:type="spellEnd"/>
      <w:r w:rsidRPr="00EF030A">
        <w:t>-r</w:t>
      </w:r>
      <w:proofErr w:type="gramStart"/>
      <w:r w:rsidRPr="00EF030A">
        <w:t>-----  1</w:t>
      </w:r>
      <w:proofErr w:type="gramEnd"/>
      <w:r w:rsidRPr="00EF030A">
        <w:t xml:space="preserve"> root    log             1819814 Apr 19 10:05 everything.log</w:t>
      </w:r>
    </w:p>
    <w:p w14:paraId="2204E3E4" w14:textId="77777777" w:rsidR="006C589B" w:rsidRPr="00EF030A" w:rsidRDefault="006C589B" w:rsidP="006C589B">
      <w:pPr>
        <w:pStyle w:val="CMDOutput"/>
      </w:pPr>
      <w:r w:rsidRPr="00EF030A">
        <w:t>-</w:t>
      </w:r>
      <w:proofErr w:type="spellStart"/>
      <w:r w:rsidRPr="00EF030A">
        <w:t>rw</w:t>
      </w:r>
      <w:proofErr w:type="spellEnd"/>
      <w:proofErr w:type="gramStart"/>
      <w:r w:rsidRPr="00EF030A">
        <w:t>-------  1</w:t>
      </w:r>
      <w:proofErr w:type="gramEnd"/>
      <w:r w:rsidRPr="00EF030A">
        <w:t xml:space="preserve"> root    </w:t>
      </w:r>
      <w:proofErr w:type="spellStart"/>
      <w:r w:rsidRPr="00EF030A">
        <w:t>root</w:t>
      </w:r>
      <w:proofErr w:type="spellEnd"/>
      <w:r w:rsidRPr="00EF030A">
        <w:t xml:space="preserve">              32032 Apr 19 10:05 </w:t>
      </w:r>
      <w:proofErr w:type="spellStart"/>
      <w:r w:rsidRPr="00EF030A">
        <w:t>faillog</w:t>
      </w:r>
      <w:proofErr w:type="spellEnd"/>
    </w:p>
    <w:p w14:paraId="30A7773F" w14:textId="77777777" w:rsidR="006C589B" w:rsidRPr="00EF030A" w:rsidRDefault="006C589B" w:rsidP="006C589B">
      <w:pPr>
        <w:pStyle w:val="CMDOutput"/>
      </w:pPr>
      <w:proofErr w:type="spellStart"/>
      <w:r w:rsidRPr="00EF030A">
        <w:t>drwxr</w:t>
      </w:r>
      <w:proofErr w:type="spellEnd"/>
      <w:r w:rsidRPr="00EF030A">
        <w:t>-</w:t>
      </w:r>
      <w:proofErr w:type="spellStart"/>
      <w:r w:rsidRPr="00EF030A">
        <w:t>sr</w:t>
      </w:r>
      <w:proofErr w:type="spellEnd"/>
      <w:r w:rsidRPr="00EF030A">
        <w:t xml:space="preserve">-x+ 4 root    </w:t>
      </w:r>
      <w:proofErr w:type="spellStart"/>
      <w:r w:rsidRPr="00EF030A">
        <w:t>systemd</w:t>
      </w:r>
      <w:proofErr w:type="spellEnd"/>
      <w:r w:rsidRPr="00EF030A">
        <w:t>-journal    4096 Mar 20 15:28 journal</w:t>
      </w:r>
    </w:p>
    <w:p w14:paraId="2396886D" w14:textId="77777777" w:rsidR="006C589B" w:rsidRPr="00EF030A" w:rsidRDefault="006C589B" w:rsidP="006C589B">
      <w:pPr>
        <w:pStyle w:val="CMDOutput"/>
      </w:pPr>
      <w:r w:rsidRPr="00EF030A">
        <w:t>-</w:t>
      </w:r>
      <w:proofErr w:type="spellStart"/>
      <w:r w:rsidRPr="00EF030A">
        <w:t>rw</w:t>
      </w:r>
      <w:proofErr w:type="spellEnd"/>
      <w:r w:rsidRPr="00EF030A">
        <w:t>-r</w:t>
      </w:r>
      <w:proofErr w:type="gramStart"/>
      <w:r w:rsidRPr="00EF030A">
        <w:t>-----  1</w:t>
      </w:r>
      <w:proofErr w:type="gramEnd"/>
      <w:r w:rsidRPr="00EF030A">
        <w:t xml:space="preserve"> root    log              927701 Apr 19 09:45 kernel.log</w:t>
      </w:r>
    </w:p>
    <w:p w14:paraId="60FC7D96" w14:textId="77777777" w:rsidR="006C589B" w:rsidRPr="00EF030A" w:rsidRDefault="006C589B" w:rsidP="006C589B">
      <w:pPr>
        <w:pStyle w:val="CMDOutput"/>
      </w:pPr>
      <w:r w:rsidRPr="00EF030A">
        <w:t>-</w:t>
      </w:r>
      <w:proofErr w:type="spellStart"/>
      <w:r w:rsidRPr="00EF030A">
        <w:t>rw</w:t>
      </w:r>
      <w:proofErr w:type="spellEnd"/>
      <w:r w:rsidRPr="00EF030A">
        <w:t>-</w:t>
      </w:r>
      <w:proofErr w:type="spellStart"/>
      <w:r w:rsidRPr="00EF030A">
        <w:t>rw</w:t>
      </w:r>
      <w:proofErr w:type="spellEnd"/>
      <w:r w:rsidRPr="00EF030A">
        <w:t>-r</w:t>
      </w:r>
      <w:proofErr w:type="gramStart"/>
      <w:r w:rsidRPr="00EF030A">
        <w:t>--  1</w:t>
      </w:r>
      <w:proofErr w:type="gramEnd"/>
      <w:r w:rsidRPr="00EF030A">
        <w:t xml:space="preserve"> root    </w:t>
      </w:r>
      <w:proofErr w:type="spellStart"/>
      <w:r w:rsidRPr="00EF030A">
        <w:t>utmp</w:t>
      </w:r>
      <w:proofErr w:type="spellEnd"/>
      <w:r w:rsidRPr="00EF030A">
        <w:t xml:space="preserve">             292292 Mar 26 11:03 </w:t>
      </w:r>
      <w:proofErr w:type="spellStart"/>
      <w:r w:rsidRPr="00EF030A">
        <w:t>lastlog</w:t>
      </w:r>
      <w:proofErr w:type="spellEnd"/>
    </w:p>
    <w:p w14:paraId="516AC1FA" w14:textId="77777777" w:rsidR="006C589B" w:rsidRPr="00EF030A" w:rsidRDefault="006C589B" w:rsidP="006C589B">
      <w:pPr>
        <w:pStyle w:val="CMDOutput"/>
      </w:pPr>
      <w:proofErr w:type="spellStart"/>
      <w:r w:rsidRPr="00EF030A">
        <w:t>drwx</w:t>
      </w:r>
      <w:proofErr w:type="spellEnd"/>
      <w:r w:rsidRPr="00EF030A">
        <w:t>--x--</w:t>
      </w:r>
      <w:proofErr w:type="spellStart"/>
      <w:proofErr w:type="gramStart"/>
      <w:r w:rsidRPr="00EF030A">
        <w:t>x</w:t>
      </w:r>
      <w:proofErr w:type="spellEnd"/>
      <w:r w:rsidRPr="00EF030A">
        <w:t xml:space="preserve">  2</w:t>
      </w:r>
      <w:proofErr w:type="gramEnd"/>
      <w:r w:rsidRPr="00EF030A">
        <w:t xml:space="preserve"> root    </w:t>
      </w:r>
      <w:proofErr w:type="spellStart"/>
      <w:r w:rsidRPr="00EF030A">
        <w:t>lightdm</w:t>
      </w:r>
      <w:proofErr w:type="spellEnd"/>
      <w:r w:rsidRPr="00EF030A">
        <w:t xml:space="preserve">            4096 Apr 19 09:45 </w:t>
      </w:r>
      <w:proofErr w:type="spellStart"/>
      <w:r w:rsidRPr="00EF030A">
        <w:t>lightdm</w:t>
      </w:r>
      <w:proofErr w:type="spellEnd"/>
    </w:p>
    <w:p w14:paraId="07A06F89" w14:textId="77777777" w:rsidR="006C589B" w:rsidRPr="00EF030A" w:rsidRDefault="006C589B" w:rsidP="006C589B">
      <w:pPr>
        <w:pStyle w:val="CMDOutput"/>
      </w:pPr>
      <w:r w:rsidRPr="00EF030A">
        <w:t>-</w:t>
      </w:r>
      <w:proofErr w:type="spellStart"/>
      <w:r w:rsidRPr="00EF030A">
        <w:t>rw</w:t>
      </w:r>
      <w:proofErr w:type="spellEnd"/>
      <w:r w:rsidRPr="00EF030A">
        <w:t>-r--r</w:t>
      </w:r>
      <w:proofErr w:type="gramStart"/>
      <w:r w:rsidRPr="00EF030A">
        <w:t>--  1</w:t>
      </w:r>
      <w:proofErr w:type="gramEnd"/>
      <w:r w:rsidRPr="00EF030A">
        <w:t xml:space="preserve"> analyst </w:t>
      </w:r>
      <w:proofErr w:type="spellStart"/>
      <w:r w:rsidRPr="00EF030A">
        <w:t>analyst</w:t>
      </w:r>
      <w:proofErr w:type="spellEnd"/>
      <w:r w:rsidRPr="00EF030A">
        <w:t xml:space="preserve">           24464 Apr 19 10:05 logstash-tutorial.log</w:t>
      </w:r>
    </w:p>
    <w:p w14:paraId="30E39AD6" w14:textId="77777777" w:rsidR="006C589B" w:rsidRPr="00EF030A" w:rsidRDefault="006C589B" w:rsidP="006C589B">
      <w:pPr>
        <w:pStyle w:val="CMDOutput"/>
      </w:pPr>
      <w:r w:rsidRPr="00EF030A">
        <w:t>-</w:t>
      </w:r>
      <w:proofErr w:type="spellStart"/>
      <w:r w:rsidRPr="00EF030A">
        <w:t>rw</w:t>
      </w:r>
      <w:proofErr w:type="spellEnd"/>
      <w:r w:rsidRPr="00EF030A">
        <w:t>-r</w:t>
      </w:r>
      <w:proofErr w:type="gramStart"/>
      <w:r w:rsidRPr="00EF030A">
        <w:t>-----  1</w:t>
      </w:r>
      <w:proofErr w:type="gramEnd"/>
      <w:r w:rsidRPr="00EF030A">
        <w:t xml:space="preserve"> root    log             1673153 Apr 19 10:05 messages</w:t>
      </w:r>
    </w:p>
    <w:p w14:paraId="26B7C2D5" w14:textId="77777777" w:rsidR="006C589B" w:rsidRPr="00EF030A" w:rsidRDefault="006C589B" w:rsidP="006C589B">
      <w:pPr>
        <w:pStyle w:val="CMDOutput"/>
        <w:rPr>
          <w:highlight w:val="yellow"/>
        </w:rPr>
      </w:pPr>
      <w:proofErr w:type="spellStart"/>
      <w:r w:rsidRPr="00EF030A">
        <w:rPr>
          <w:highlight w:val="yellow"/>
        </w:rPr>
        <w:t>drwxr</w:t>
      </w:r>
      <w:proofErr w:type="spellEnd"/>
      <w:r w:rsidRPr="00EF030A">
        <w:rPr>
          <w:highlight w:val="yellow"/>
        </w:rPr>
        <w:t>-</w:t>
      </w:r>
      <w:proofErr w:type="spellStart"/>
      <w:r w:rsidRPr="00EF030A">
        <w:rPr>
          <w:highlight w:val="yellow"/>
        </w:rPr>
        <w:t>xr-</w:t>
      </w:r>
      <w:proofErr w:type="gramStart"/>
      <w:r w:rsidRPr="00EF030A">
        <w:rPr>
          <w:highlight w:val="yellow"/>
        </w:rPr>
        <w:t>x</w:t>
      </w:r>
      <w:proofErr w:type="spellEnd"/>
      <w:r w:rsidRPr="00EF030A">
        <w:rPr>
          <w:highlight w:val="yellow"/>
        </w:rPr>
        <w:t xml:space="preserve">  2</w:t>
      </w:r>
      <w:proofErr w:type="gramEnd"/>
      <w:r w:rsidRPr="00EF030A">
        <w:rPr>
          <w:highlight w:val="yellow"/>
        </w:rPr>
        <w:t xml:space="preserve"> root    </w:t>
      </w:r>
      <w:proofErr w:type="spellStart"/>
      <w:r w:rsidRPr="00EF030A">
        <w:rPr>
          <w:highlight w:val="yellow"/>
        </w:rPr>
        <w:t>root</w:t>
      </w:r>
      <w:proofErr w:type="spellEnd"/>
      <w:r w:rsidRPr="00EF030A">
        <w:rPr>
          <w:highlight w:val="yellow"/>
        </w:rPr>
        <w:t xml:space="preserve">               4096 Apr 19 10:28 </w:t>
      </w:r>
      <w:proofErr w:type="spellStart"/>
      <w:r w:rsidRPr="00EF030A">
        <w:rPr>
          <w:highlight w:val="yellow"/>
        </w:rPr>
        <w:t>nginx</w:t>
      </w:r>
      <w:proofErr w:type="spellEnd"/>
    </w:p>
    <w:p w14:paraId="72BA3CF8" w14:textId="77777777" w:rsidR="006C589B" w:rsidRPr="00EF030A" w:rsidRDefault="006C589B" w:rsidP="006C589B">
      <w:pPr>
        <w:pStyle w:val="CMDOutput"/>
        <w:rPr>
          <w:lang w:val="pt-BR"/>
        </w:rPr>
      </w:pPr>
      <w:r w:rsidRPr="00EF030A">
        <w:rPr>
          <w:highlight w:val="yellow"/>
          <w:lang w:val="pt-BR"/>
        </w:rPr>
        <w:t>-rw-r--r--  1 http    root                989 Apr 19 10:05 nginx-logstash.log</w:t>
      </w:r>
    </w:p>
    <w:p w14:paraId="6DC1DCE5" w14:textId="77777777" w:rsidR="006C589B" w:rsidRPr="00EF030A" w:rsidRDefault="006C589B" w:rsidP="006C589B">
      <w:pPr>
        <w:pStyle w:val="CMDOutput"/>
      </w:pPr>
      <w:proofErr w:type="spellStart"/>
      <w:r w:rsidRPr="00EF030A">
        <w:t>drwxr</w:t>
      </w:r>
      <w:proofErr w:type="spellEnd"/>
      <w:r w:rsidRPr="00EF030A">
        <w:t>-</w:t>
      </w:r>
      <w:proofErr w:type="spellStart"/>
      <w:r w:rsidRPr="00EF030A">
        <w:t>xr-</w:t>
      </w:r>
      <w:proofErr w:type="gramStart"/>
      <w:r w:rsidRPr="00EF030A">
        <w:t>x</w:t>
      </w:r>
      <w:proofErr w:type="spellEnd"/>
      <w:r w:rsidRPr="00EF030A">
        <w:t xml:space="preserve">  2</w:t>
      </w:r>
      <w:proofErr w:type="gramEnd"/>
      <w:r w:rsidRPr="00EF030A">
        <w:t xml:space="preserve"> root    </w:t>
      </w:r>
      <w:proofErr w:type="spellStart"/>
      <w:r w:rsidRPr="00EF030A">
        <w:t>root</w:t>
      </w:r>
      <w:proofErr w:type="spellEnd"/>
      <w:r w:rsidRPr="00EF030A">
        <w:t xml:space="preserve">               4096 Jan  5 14:17 old</w:t>
      </w:r>
    </w:p>
    <w:p w14:paraId="41441F1F" w14:textId="77777777" w:rsidR="006C589B" w:rsidRPr="00EF030A" w:rsidRDefault="006C589B" w:rsidP="006C589B">
      <w:pPr>
        <w:pStyle w:val="CMDOutput"/>
      </w:pPr>
      <w:r w:rsidRPr="00EF030A">
        <w:t>-</w:t>
      </w:r>
      <w:proofErr w:type="spellStart"/>
      <w:r w:rsidRPr="00EF030A">
        <w:t>rw</w:t>
      </w:r>
      <w:proofErr w:type="spellEnd"/>
      <w:r w:rsidRPr="00EF030A">
        <w:t>-r--r</w:t>
      </w:r>
      <w:proofErr w:type="gramStart"/>
      <w:r w:rsidRPr="00EF030A">
        <w:t>--  1</w:t>
      </w:r>
      <w:proofErr w:type="gramEnd"/>
      <w:r w:rsidRPr="00EF030A">
        <w:t xml:space="preserve"> root    </w:t>
      </w:r>
      <w:proofErr w:type="spellStart"/>
      <w:r w:rsidRPr="00EF030A">
        <w:t>root</w:t>
      </w:r>
      <w:proofErr w:type="spellEnd"/>
      <w:r w:rsidRPr="00EF030A">
        <w:t xml:space="preserve">              97655 Apr 17 12:52 pacman.log</w:t>
      </w:r>
    </w:p>
    <w:p w14:paraId="6D6AD1AF" w14:textId="77777777" w:rsidR="006C589B" w:rsidRPr="00EF030A" w:rsidRDefault="006C589B" w:rsidP="006C589B">
      <w:pPr>
        <w:pStyle w:val="CMDOutput"/>
      </w:pPr>
      <w:proofErr w:type="spellStart"/>
      <w:r w:rsidRPr="00EF030A">
        <w:t>drwxr</w:t>
      </w:r>
      <w:proofErr w:type="spellEnd"/>
      <w:r w:rsidRPr="00EF030A">
        <w:t>-</w:t>
      </w:r>
      <w:proofErr w:type="spellStart"/>
      <w:r w:rsidRPr="00EF030A">
        <w:t>xr-</w:t>
      </w:r>
      <w:proofErr w:type="gramStart"/>
      <w:r w:rsidRPr="00EF030A">
        <w:t>x</w:t>
      </w:r>
      <w:proofErr w:type="spellEnd"/>
      <w:r w:rsidRPr="00EF030A">
        <w:t xml:space="preserve">  2</w:t>
      </w:r>
      <w:proofErr w:type="gramEnd"/>
      <w:r w:rsidRPr="00EF030A">
        <w:t xml:space="preserve"> snort   </w:t>
      </w:r>
      <w:proofErr w:type="spellStart"/>
      <w:r w:rsidRPr="00EF030A">
        <w:t>snort</w:t>
      </w:r>
      <w:proofErr w:type="spellEnd"/>
      <w:r w:rsidRPr="00EF030A">
        <w:t xml:space="preserve">              4096 Mar 26 11:03 snort</w:t>
      </w:r>
    </w:p>
    <w:p w14:paraId="35FB1638" w14:textId="77777777" w:rsidR="006C589B" w:rsidRPr="00EF030A" w:rsidRDefault="006C589B" w:rsidP="006C589B">
      <w:pPr>
        <w:pStyle w:val="CMDOutput"/>
      </w:pPr>
      <w:r w:rsidRPr="00EF030A">
        <w:t>-</w:t>
      </w:r>
      <w:proofErr w:type="spellStart"/>
      <w:r w:rsidRPr="00EF030A">
        <w:t>rw</w:t>
      </w:r>
      <w:proofErr w:type="spellEnd"/>
      <w:r w:rsidRPr="00EF030A">
        <w:t>-r</w:t>
      </w:r>
      <w:proofErr w:type="gramStart"/>
      <w:r w:rsidRPr="00EF030A">
        <w:t>-----  1</w:t>
      </w:r>
      <w:proofErr w:type="gramEnd"/>
      <w:r w:rsidRPr="00EF030A">
        <w:t xml:space="preserve"> root    log                 563 Apr 19 09:45 syslog.log</w:t>
      </w:r>
    </w:p>
    <w:p w14:paraId="7C902EB1" w14:textId="77777777" w:rsidR="006C589B" w:rsidRPr="00EF030A" w:rsidRDefault="006C589B" w:rsidP="006C589B">
      <w:pPr>
        <w:pStyle w:val="CMDOutput"/>
      </w:pPr>
      <w:r w:rsidRPr="00EF030A">
        <w:t>-</w:t>
      </w:r>
      <w:proofErr w:type="spellStart"/>
      <w:r w:rsidRPr="00EF030A">
        <w:t>rw</w:t>
      </w:r>
      <w:proofErr w:type="spellEnd"/>
      <w:proofErr w:type="gramStart"/>
      <w:r w:rsidRPr="00EF030A">
        <w:t>-------  1</w:t>
      </w:r>
      <w:proofErr w:type="gramEnd"/>
      <w:r w:rsidRPr="00EF030A">
        <w:t xml:space="preserve"> root    </w:t>
      </w:r>
      <w:proofErr w:type="spellStart"/>
      <w:r w:rsidRPr="00EF030A">
        <w:t>root</w:t>
      </w:r>
      <w:proofErr w:type="spellEnd"/>
      <w:r w:rsidRPr="00EF030A">
        <w:t xml:space="preserve">              64064 Mar 26 11:03 </w:t>
      </w:r>
      <w:proofErr w:type="spellStart"/>
      <w:r w:rsidRPr="00EF030A">
        <w:t>tallylog</w:t>
      </w:r>
      <w:proofErr w:type="spellEnd"/>
    </w:p>
    <w:p w14:paraId="425C4006" w14:textId="77777777" w:rsidR="006C589B" w:rsidRPr="00EF030A" w:rsidRDefault="006C589B" w:rsidP="006C589B">
      <w:pPr>
        <w:pStyle w:val="CMDOutput"/>
      </w:pPr>
      <w:r w:rsidRPr="00EF030A">
        <w:t>-</w:t>
      </w:r>
      <w:proofErr w:type="spellStart"/>
      <w:r w:rsidRPr="00EF030A">
        <w:t>rw</w:t>
      </w:r>
      <w:proofErr w:type="spellEnd"/>
      <w:r w:rsidRPr="00EF030A">
        <w:t>-r</w:t>
      </w:r>
      <w:proofErr w:type="gramStart"/>
      <w:r w:rsidRPr="00EF030A">
        <w:t>-----  1</w:t>
      </w:r>
      <w:proofErr w:type="gramEnd"/>
      <w:r w:rsidRPr="00EF030A">
        <w:t xml:space="preserve"> root    log                 216 Apr 17 13:04 user.log</w:t>
      </w:r>
    </w:p>
    <w:p w14:paraId="68110C9B" w14:textId="77777777" w:rsidR="006C589B" w:rsidRPr="00EF030A" w:rsidRDefault="006C589B" w:rsidP="006C589B">
      <w:pPr>
        <w:pStyle w:val="CMDOutput"/>
      </w:pPr>
      <w:r w:rsidRPr="00EF030A">
        <w:t>-</w:t>
      </w:r>
      <w:proofErr w:type="spellStart"/>
      <w:r w:rsidRPr="00EF030A">
        <w:t>rw</w:t>
      </w:r>
      <w:proofErr w:type="spellEnd"/>
      <w:r w:rsidRPr="00EF030A">
        <w:t>-</w:t>
      </w:r>
      <w:proofErr w:type="spellStart"/>
      <w:r w:rsidRPr="00EF030A">
        <w:t>rw</w:t>
      </w:r>
      <w:proofErr w:type="spellEnd"/>
      <w:r w:rsidRPr="00EF030A">
        <w:t>-r</w:t>
      </w:r>
      <w:proofErr w:type="gramStart"/>
      <w:r w:rsidRPr="00EF030A">
        <w:t>--  1</w:t>
      </w:r>
      <w:proofErr w:type="gramEnd"/>
      <w:r w:rsidRPr="00EF030A">
        <w:t xml:space="preserve"> root    </w:t>
      </w:r>
      <w:proofErr w:type="spellStart"/>
      <w:r w:rsidRPr="00EF030A">
        <w:t>utmp</w:t>
      </w:r>
      <w:proofErr w:type="spellEnd"/>
      <w:r w:rsidRPr="00EF030A">
        <w:t xml:space="preserve">              70272 Apr 19 09:45 </w:t>
      </w:r>
      <w:proofErr w:type="spellStart"/>
      <w:r w:rsidRPr="00EF030A">
        <w:t>wtmp</w:t>
      </w:r>
      <w:proofErr w:type="spellEnd"/>
    </w:p>
    <w:p w14:paraId="711D7BC2" w14:textId="77777777" w:rsidR="006C589B" w:rsidRPr="00EF030A" w:rsidRDefault="006C589B" w:rsidP="006C589B">
      <w:pPr>
        <w:pStyle w:val="CMDOutput"/>
      </w:pPr>
      <w:r w:rsidRPr="00EF030A">
        <w:t>-</w:t>
      </w:r>
      <w:proofErr w:type="spellStart"/>
      <w:r w:rsidRPr="00EF030A">
        <w:t>rw</w:t>
      </w:r>
      <w:proofErr w:type="spellEnd"/>
      <w:r w:rsidRPr="00EF030A">
        <w:t>-r--r</w:t>
      </w:r>
      <w:proofErr w:type="gramStart"/>
      <w:r w:rsidRPr="00EF030A">
        <w:t>--  1</w:t>
      </w:r>
      <w:proofErr w:type="gramEnd"/>
      <w:r w:rsidRPr="00EF030A">
        <w:t xml:space="preserve"> root    </w:t>
      </w:r>
      <w:proofErr w:type="spellStart"/>
      <w:r w:rsidRPr="00EF030A">
        <w:t>root</w:t>
      </w:r>
      <w:proofErr w:type="spellEnd"/>
      <w:r w:rsidRPr="00EF030A">
        <w:t xml:space="preserve">              24756 Apr 19 09:45 Xorg.0.log</w:t>
      </w:r>
    </w:p>
    <w:p w14:paraId="1321BF6F" w14:textId="77777777" w:rsidR="006C589B" w:rsidRPr="00EF030A" w:rsidRDefault="006C589B" w:rsidP="006C589B">
      <w:pPr>
        <w:pStyle w:val="CMDOutput"/>
        <w:rPr>
          <w:lang w:val="pt-BR"/>
        </w:rPr>
      </w:pPr>
      <w:r w:rsidRPr="00EF030A">
        <w:t>-</w:t>
      </w:r>
      <w:proofErr w:type="spellStart"/>
      <w:r w:rsidRPr="00EF030A">
        <w:t>rw</w:t>
      </w:r>
      <w:proofErr w:type="spellEnd"/>
      <w:r w:rsidRPr="00EF030A">
        <w:t>-r--r</w:t>
      </w:r>
      <w:proofErr w:type="gramStart"/>
      <w:r w:rsidRPr="00EF030A">
        <w:t>--  1</w:t>
      </w:r>
      <w:proofErr w:type="gramEnd"/>
      <w:r w:rsidRPr="00EF030A">
        <w:t xml:space="preserve"> root    </w:t>
      </w:r>
      <w:proofErr w:type="spellStart"/>
      <w:r w:rsidRPr="00EF030A">
        <w:t>root</w:t>
      </w:r>
      <w:proofErr w:type="spellEnd"/>
      <w:r w:rsidRPr="00EF030A">
        <w:t xml:space="preserve">              25585 Apr 17 14:43 Xorg.0.log.old</w:t>
      </w:r>
    </w:p>
    <w:p w14:paraId="10B9C5D7" w14:textId="77777777" w:rsidR="006C589B" w:rsidRPr="00D94760" w:rsidRDefault="006C589B" w:rsidP="00D94760">
      <w:pPr>
        <w:pStyle w:val="SubStepAlpha"/>
      </w:pPr>
      <w:r w:rsidRPr="00D94760">
        <w:t xml:space="preserve">As shown above, the </w:t>
      </w:r>
      <w:r w:rsidRPr="00D94760">
        <w:rPr>
          <w:b/>
          <w:bCs/>
        </w:rPr>
        <w:t>/var/log</w:t>
      </w:r>
      <w:r w:rsidRPr="00D94760">
        <w:t xml:space="preserve"> directory has a subdirectory named </w:t>
      </w:r>
      <w:proofErr w:type="spellStart"/>
      <w:r w:rsidRPr="00D94760">
        <w:rPr>
          <w:b/>
          <w:bCs/>
        </w:rPr>
        <w:t>nginx</w:t>
      </w:r>
      <w:proofErr w:type="spellEnd"/>
      <w:r w:rsidRPr="00D94760">
        <w:t xml:space="preserve">. Use the </w:t>
      </w:r>
      <w:r w:rsidRPr="00D94760">
        <w:rPr>
          <w:b/>
          <w:bCs/>
        </w:rPr>
        <w:t>ls</w:t>
      </w:r>
      <w:r w:rsidRPr="00D94760">
        <w:t xml:space="preserve"> command again to list the contents of </w:t>
      </w:r>
      <w:r w:rsidRPr="00D94760">
        <w:rPr>
          <w:b/>
          <w:bCs/>
        </w:rPr>
        <w:t>/var/log/</w:t>
      </w:r>
      <w:proofErr w:type="spellStart"/>
      <w:r w:rsidRPr="00D94760">
        <w:rPr>
          <w:b/>
          <w:bCs/>
        </w:rPr>
        <w:t>nginx</w:t>
      </w:r>
      <w:proofErr w:type="spellEnd"/>
      <w:r w:rsidRPr="00D94760">
        <w:t>.</w:t>
      </w:r>
    </w:p>
    <w:p w14:paraId="41E78BA4" w14:textId="77777777" w:rsidR="006C589B" w:rsidRPr="00D94760" w:rsidRDefault="006C589B" w:rsidP="00D94760">
      <w:pPr>
        <w:pStyle w:val="BodyTextL50"/>
      </w:pPr>
      <w:r w:rsidRPr="00D94760">
        <w:rPr>
          <w:b/>
          <w:bCs/>
        </w:rPr>
        <w:t>Note</w:t>
      </w:r>
      <w:r w:rsidRPr="00D94760">
        <w:t xml:space="preserve">: Because the </w:t>
      </w:r>
      <w:r w:rsidRPr="00D94760">
        <w:rPr>
          <w:b/>
          <w:bCs/>
        </w:rPr>
        <w:t>/var/log/</w:t>
      </w:r>
      <w:proofErr w:type="spellStart"/>
      <w:r w:rsidRPr="00D94760">
        <w:rPr>
          <w:b/>
          <w:bCs/>
        </w:rPr>
        <w:t>nginx</w:t>
      </w:r>
      <w:proofErr w:type="spellEnd"/>
      <w:r w:rsidRPr="00D94760">
        <w:t xml:space="preserve"> belongs to the </w:t>
      </w:r>
      <w:r w:rsidRPr="00D94760">
        <w:rPr>
          <w:b/>
          <w:bCs/>
        </w:rPr>
        <w:t>http</w:t>
      </w:r>
      <w:r w:rsidRPr="00D94760">
        <w:t xml:space="preserve"> user, you must execute </w:t>
      </w:r>
      <w:r w:rsidRPr="00D94760">
        <w:rPr>
          <w:b/>
          <w:bCs/>
        </w:rPr>
        <w:t>ls</w:t>
      </w:r>
      <w:r w:rsidRPr="00D94760">
        <w:t xml:space="preserve"> as </w:t>
      </w:r>
      <w:r w:rsidRPr="00D94760">
        <w:rPr>
          <w:b/>
          <w:bCs/>
        </w:rPr>
        <w:t>root</w:t>
      </w:r>
      <w:r w:rsidRPr="00D94760">
        <w:t xml:space="preserve"> by preceding it with the </w:t>
      </w:r>
      <w:proofErr w:type="spellStart"/>
      <w:r w:rsidRPr="00D94760">
        <w:rPr>
          <w:b/>
          <w:bCs/>
        </w:rPr>
        <w:t>sudo</w:t>
      </w:r>
      <w:proofErr w:type="spellEnd"/>
      <w:r w:rsidRPr="00D94760">
        <w:t xml:space="preserve"> command.</w:t>
      </w:r>
    </w:p>
    <w:p w14:paraId="07870C20" w14:textId="71170082" w:rsidR="00526BCA" w:rsidRPr="007E3E42" w:rsidRDefault="00526BCA" w:rsidP="00526BCA">
      <w:pPr>
        <w:pStyle w:val="CMD"/>
      </w:pPr>
      <w:r w:rsidRPr="007E3E42">
        <w:t>[</w:t>
      </w:r>
      <w:proofErr w:type="spellStart"/>
      <w:r w:rsidRPr="007E3E42">
        <w:t>analyst@secOps</w:t>
      </w:r>
      <w:proofErr w:type="spellEnd"/>
      <w:r w:rsidRPr="007E3E42">
        <w:t xml:space="preserve"> </w:t>
      </w:r>
      <w:proofErr w:type="gramStart"/>
      <w:r w:rsidRPr="007E3E42">
        <w:t>~]$</w:t>
      </w:r>
      <w:proofErr w:type="gramEnd"/>
      <w:r w:rsidRPr="007E3E42">
        <w:t xml:space="preserve"> </w:t>
      </w:r>
      <w:proofErr w:type="spellStart"/>
      <w:r w:rsidRPr="007E3E42">
        <w:rPr>
          <w:b/>
        </w:rPr>
        <w:t>sudo</w:t>
      </w:r>
      <w:proofErr w:type="spellEnd"/>
      <w:r w:rsidRPr="007E3E42">
        <w:rPr>
          <w:b/>
        </w:rPr>
        <w:t xml:space="preserve"> ls -l /var/log/</w:t>
      </w:r>
      <w:proofErr w:type="spellStart"/>
      <w:r w:rsidRPr="007E3E42">
        <w:rPr>
          <w:b/>
        </w:rPr>
        <w:t>nginx</w:t>
      </w:r>
      <w:proofErr w:type="spellEnd"/>
    </w:p>
    <w:p w14:paraId="62E8CAFD" w14:textId="77777777" w:rsidR="00526BCA" w:rsidRPr="007E3E42" w:rsidRDefault="00526BCA" w:rsidP="00526BCA">
      <w:pPr>
        <w:pStyle w:val="CMDOutput"/>
      </w:pPr>
      <w:r w:rsidRPr="007E3E42">
        <w:t>[</w:t>
      </w:r>
      <w:proofErr w:type="spellStart"/>
      <w:r w:rsidRPr="007E3E42">
        <w:t>sudo</w:t>
      </w:r>
      <w:proofErr w:type="spellEnd"/>
      <w:r w:rsidRPr="007E3E42">
        <w:t xml:space="preserve">] password for analyst: </w:t>
      </w:r>
    </w:p>
    <w:p w14:paraId="41E56149" w14:textId="77777777" w:rsidR="00526BCA" w:rsidRPr="00D40B2B" w:rsidRDefault="00526BCA" w:rsidP="00526BCA">
      <w:pPr>
        <w:pStyle w:val="CMDOutput"/>
        <w:rPr>
          <w:lang w:val="pt-BR"/>
        </w:rPr>
      </w:pPr>
      <w:r w:rsidRPr="00D40B2B">
        <w:rPr>
          <w:lang w:val="pt-BR"/>
        </w:rPr>
        <w:t>total 16</w:t>
      </w:r>
    </w:p>
    <w:p w14:paraId="529DBA0B" w14:textId="25EE0629" w:rsidR="00526BCA" w:rsidRDefault="00526BCA" w:rsidP="00526BCA">
      <w:pPr>
        <w:pStyle w:val="CMDOutput"/>
      </w:pPr>
      <w:r>
        <w:t>-</w:t>
      </w:r>
      <w:proofErr w:type="spellStart"/>
      <w:r>
        <w:t>rw</w:t>
      </w:r>
      <w:proofErr w:type="spellEnd"/>
      <w:r>
        <w:t>-r----- 1 http log   0 May 18 17:53 access.log</w:t>
      </w:r>
    </w:p>
    <w:p w14:paraId="07F7204D" w14:textId="77777777" w:rsidR="00526BCA" w:rsidRDefault="00526BCA" w:rsidP="00526BCA">
      <w:pPr>
        <w:pStyle w:val="CMDOutput"/>
      </w:pPr>
      <w:r>
        <w:t>-</w:t>
      </w:r>
      <w:proofErr w:type="spellStart"/>
      <w:r>
        <w:t>rw</w:t>
      </w:r>
      <w:proofErr w:type="spellEnd"/>
      <w:r>
        <w:t xml:space="preserve">-r----- 1 http log 175 </w:t>
      </w:r>
      <w:proofErr w:type="gramStart"/>
      <w:r>
        <w:t>May  6</w:t>
      </w:r>
      <w:proofErr w:type="gramEnd"/>
      <w:r>
        <w:t xml:space="preserve"> 09:42 access.log.1.gz</w:t>
      </w:r>
    </w:p>
    <w:p w14:paraId="2E9ED775" w14:textId="77777777" w:rsidR="00526BCA" w:rsidRDefault="00526BCA" w:rsidP="00526BCA">
      <w:pPr>
        <w:pStyle w:val="CMDOutput"/>
      </w:pPr>
      <w:r>
        <w:t>-</w:t>
      </w:r>
      <w:proofErr w:type="spellStart"/>
      <w:r>
        <w:t>rw</w:t>
      </w:r>
      <w:proofErr w:type="spellEnd"/>
      <w:r>
        <w:t xml:space="preserve">-r----- 1 http log 593 </w:t>
      </w:r>
      <w:proofErr w:type="gramStart"/>
      <w:r>
        <w:t>May  5</w:t>
      </w:r>
      <w:proofErr w:type="gramEnd"/>
      <w:r>
        <w:t xml:space="preserve"> 16:58 access.log.2.gz</w:t>
      </w:r>
    </w:p>
    <w:p w14:paraId="1EBC60CC" w14:textId="77777777" w:rsidR="00526BCA" w:rsidRDefault="00526BCA" w:rsidP="00526BCA">
      <w:pPr>
        <w:pStyle w:val="CMDOutput"/>
      </w:pPr>
      <w:r>
        <w:t>-</w:t>
      </w:r>
      <w:proofErr w:type="spellStart"/>
      <w:r>
        <w:t>rw</w:t>
      </w:r>
      <w:proofErr w:type="spellEnd"/>
      <w:r>
        <w:t xml:space="preserve">-r----- 1 http log 193 Jul </w:t>
      </w:r>
      <w:proofErr w:type="gramStart"/>
      <w:r>
        <w:t>19  2018</w:t>
      </w:r>
      <w:proofErr w:type="gramEnd"/>
      <w:r>
        <w:t xml:space="preserve"> access.log.3.gz</w:t>
      </w:r>
    </w:p>
    <w:p w14:paraId="38D83186" w14:textId="3BDA3BEA" w:rsidR="00526BCA" w:rsidRPr="00774CAB" w:rsidRDefault="00526BCA" w:rsidP="00526BCA">
      <w:pPr>
        <w:pStyle w:val="CMDOutput"/>
        <w:rPr>
          <w:highlight w:val="yellow"/>
        </w:rPr>
      </w:pPr>
      <w:r>
        <w:t>-</w:t>
      </w:r>
      <w:proofErr w:type="spellStart"/>
      <w:r>
        <w:t>rw</w:t>
      </w:r>
      <w:proofErr w:type="spellEnd"/>
      <w:r>
        <w:t xml:space="preserve">-r----- 1 http log 425 Apr </w:t>
      </w:r>
      <w:proofErr w:type="gramStart"/>
      <w:r>
        <w:t>19  2018</w:t>
      </w:r>
      <w:proofErr w:type="gramEnd"/>
      <w:r>
        <w:t xml:space="preserve"> access.log.4.gz</w:t>
      </w:r>
    </w:p>
    <w:p w14:paraId="44E8A0AD" w14:textId="77777777" w:rsidR="006C589B" w:rsidRPr="00D94760" w:rsidRDefault="006C589B" w:rsidP="00D94760">
      <w:pPr>
        <w:pStyle w:val="BodyTextL50"/>
      </w:pPr>
      <w:r w:rsidRPr="00D94760">
        <w:t xml:space="preserve">These are very likely to be the log files in use by </w:t>
      </w:r>
      <w:proofErr w:type="spellStart"/>
      <w:r w:rsidRPr="00D94760">
        <w:t>nginx</w:t>
      </w:r>
      <w:proofErr w:type="spellEnd"/>
      <w:r w:rsidRPr="00D94760">
        <w:t xml:space="preserve">. Move on to the next section to monitor these files and get confirmation that they are indeed </w:t>
      </w:r>
      <w:proofErr w:type="spellStart"/>
      <w:r w:rsidRPr="00D94760">
        <w:t>nginx</w:t>
      </w:r>
      <w:proofErr w:type="spellEnd"/>
      <w:r w:rsidRPr="00D94760">
        <w:t xml:space="preserve"> log files.</w:t>
      </w:r>
    </w:p>
    <w:p w14:paraId="2B68F034" w14:textId="77777777" w:rsidR="006C589B" w:rsidRPr="00270C13" w:rsidRDefault="006C589B" w:rsidP="006C589B">
      <w:pPr>
        <w:pStyle w:val="BodyTextL50"/>
        <w:rPr>
          <w:rStyle w:val="AnswerGray"/>
          <w:szCs w:val="20"/>
        </w:rPr>
      </w:pPr>
      <w:r w:rsidRPr="00270C13">
        <w:rPr>
          <w:b/>
        </w:rPr>
        <w:t>Note</w:t>
      </w:r>
      <w:r w:rsidRPr="00D94760">
        <w:rPr>
          <w:bCs/>
        </w:rPr>
        <w:t xml:space="preserve">: </w:t>
      </w:r>
      <w:r>
        <w:t xml:space="preserve">Your output may be different. </w:t>
      </w:r>
      <w:r w:rsidRPr="00270C13">
        <w:t xml:space="preserve">The .GZ log files above were generated by a log rotation service. Linux systems often implement a service to rotate logs, ensuring that individual log files do not become too large. The log rotate service takes the latest log file, compresses it and saves it under a different name (access.log.1.gz, access.log.2.gz, </w:t>
      </w:r>
      <w:proofErr w:type="spellStart"/>
      <w:r w:rsidRPr="00270C13">
        <w:t>etc</w:t>
      </w:r>
      <w:proofErr w:type="spellEnd"/>
      <w:r w:rsidRPr="00270C13">
        <w:t>). A new empty main log file is then created and used to store the latest log entries.</w:t>
      </w:r>
    </w:p>
    <w:p w14:paraId="73D3CF2F" w14:textId="60DF1BE8" w:rsidR="006C589B" w:rsidRDefault="006C589B" w:rsidP="006C589B">
      <w:pPr>
        <w:pStyle w:val="Heading2"/>
      </w:pPr>
      <w:r>
        <w:t xml:space="preserve">Monitoring Log </w:t>
      </w:r>
      <w:r w:rsidR="005A046E">
        <w:t>F</w:t>
      </w:r>
      <w:r>
        <w:t>iles in Real Time</w:t>
      </w:r>
    </w:p>
    <w:p w14:paraId="1FC0252E" w14:textId="7E758E1E" w:rsidR="006C589B" w:rsidRDefault="006C589B" w:rsidP="006C589B">
      <w:pPr>
        <w:pStyle w:val="BodyTextL25"/>
      </w:pPr>
      <w:r>
        <w:t xml:space="preserve">As seen in the previous sections, log files can be displayed with many text-presentation tools. While </w:t>
      </w:r>
      <w:r w:rsidRPr="00B401B7">
        <w:rPr>
          <w:b/>
        </w:rPr>
        <w:t>cat</w:t>
      </w:r>
      <w:r>
        <w:t xml:space="preserve">, </w:t>
      </w:r>
      <w:r w:rsidRPr="00B401B7">
        <w:rPr>
          <w:b/>
        </w:rPr>
        <w:t>more</w:t>
      </w:r>
      <w:r>
        <w:t xml:space="preserve">, </w:t>
      </w:r>
      <w:r w:rsidRPr="00B401B7">
        <w:rPr>
          <w:b/>
        </w:rPr>
        <w:t>less</w:t>
      </w:r>
      <w:r w:rsidRPr="00C604A8">
        <w:t>,</w:t>
      </w:r>
      <w:r w:rsidRPr="00EB7F96">
        <w:t xml:space="preserve"> </w:t>
      </w:r>
      <w:r>
        <w:t xml:space="preserve">and </w:t>
      </w:r>
      <w:r w:rsidRPr="00B401B7">
        <w:rPr>
          <w:b/>
        </w:rPr>
        <w:t>nano</w:t>
      </w:r>
      <w:r>
        <w:t xml:space="preserve"> can be used to work with log files, they are not suitable for log file real-time monitoring. Developers designed various tools that allow for log file real-time monitoring. Some tools are text-based while others have a graphical interface. This lab focuses on </w:t>
      </w:r>
      <w:r w:rsidRPr="00B401B7">
        <w:rPr>
          <w:b/>
        </w:rPr>
        <w:t>tail</w:t>
      </w:r>
      <w:r>
        <w:t>, a simple but efficient tool, available in practically every Unix-based system.</w:t>
      </w:r>
    </w:p>
    <w:p w14:paraId="0BF0203B" w14:textId="77777777" w:rsidR="00EB6B97" w:rsidRDefault="00EB6B97" w:rsidP="00EB6B97">
      <w:pPr>
        <w:pStyle w:val="InstNoteRedL25"/>
      </w:pPr>
      <w:r>
        <w:t xml:space="preserve">The </w:t>
      </w:r>
      <w:proofErr w:type="spellStart"/>
      <w:r>
        <w:t>CyberOps</w:t>
      </w:r>
      <w:proofErr w:type="spellEnd"/>
      <w:r>
        <w:t xml:space="preserve"> Workstation VM uses a log rotating system to ensure that older logs are archived. By the time this lab gets used in class, some time will have </w:t>
      </w:r>
      <w:proofErr w:type="gramStart"/>
      <w:r>
        <w:t>passed</w:t>
      </w:r>
      <w:proofErr w:type="gramEnd"/>
      <w:r>
        <w:t xml:space="preserve"> and the log files will likely have been rotated. The </w:t>
      </w:r>
      <w:r>
        <w:lastRenderedPageBreak/>
        <w:t>result is that some log files, including the access.log file, could appear empty. To work around this problem and create some entries in access.log, simply open Firefox in the VM, point it to 127.0.0.1 and reload the page a few times.</w:t>
      </w:r>
    </w:p>
    <w:p w14:paraId="295F06CA" w14:textId="77777777" w:rsidR="006C589B" w:rsidRDefault="006C589B" w:rsidP="006C589B">
      <w:pPr>
        <w:pStyle w:val="Heading3"/>
      </w:pPr>
      <w:r>
        <w:t>Using the tail command</w:t>
      </w:r>
    </w:p>
    <w:p w14:paraId="3D944C40" w14:textId="10686F0D" w:rsidR="006C589B" w:rsidRDefault="006C589B" w:rsidP="006C589B">
      <w:pPr>
        <w:pStyle w:val="BodyTextL25"/>
      </w:pPr>
      <w:r>
        <w:t xml:space="preserve">The </w:t>
      </w:r>
      <w:r w:rsidRPr="00B401B7">
        <w:rPr>
          <w:b/>
        </w:rPr>
        <w:t>tail</w:t>
      </w:r>
      <w:r>
        <w:t xml:space="preserve"> command displays the end of a text file. By default, </w:t>
      </w:r>
      <w:r w:rsidRPr="00B401B7">
        <w:rPr>
          <w:b/>
        </w:rPr>
        <w:t>tail</w:t>
      </w:r>
      <w:r>
        <w:t xml:space="preserve"> will display the last ten (10) lines of a text file.</w:t>
      </w:r>
    </w:p>
    <w:p w14:paraId="117903C4" w14:textId="41CE1046" w:rsidR="00526BCA" w:rsidRPr="007E3E42" w:rsidRDefault="00526BCA" w:rsidP="006C589B">
      <w:pPr>
        <w:pStyle w:val="BodyTextL25"/>
      </w:pPr>
      <w:r>
        <w:rPr>
          <w:b/>
          <w:bCs/>
        </w:rPr>
        <w:t>Note</w:t>
      </w:r>
      <w:r>
        <w:t xml:space="preserve">: If you do not see any log entries, navigate to 127.0.0.1 in a web browser and refresh the page a few </w:t>
      </w:r>
      <w:proofErr w:type="gramStart"/>
      <w:r>
        <w:t>time</w:t>
      </w:r>
      <w:proofErr w:type="gramEnd"/>
      <w:r>
        <w:t>.</w:t>
      </w:r>
    </w:p>
    <w:p w14:paraId="7D3DF70F" w14:textId="77777777" w:rsidR="006C589B" w:rsidRPr="00B32F6F" w:rsidRDefault="006C589B" w:rsidP="006C589B">
      <w:pPr>
        <w:pStyle w:val="SubStepAlpha"/>
      </w:pPr>
      <w:r>
        <w:t xml:space="preserve">Use the </w:t>
      </w:r>
      <w:r w:rsidRPr="00B401B7">
        <w:rPr>
          <w:b/>
        </w:rPr>
        <w:t>tail</w:t>
      </w:r>
      <w:r>
        <w:t xml:space="preserve"> command to display the end of the </w:t>
      </w:r>
      <w:r w:rsidRPr="00B401B7">
        <w:rPr>
          <w:b/>
        </w:rPr>
        <w:t>/var/log/</w:t>
      </w:r>
      <w:proofErr w:type="spellStart"/>
      <w:r w:rsidRPr="00B401B7">
        <w:rPr>
          <w:b/>
        </w:rPr>
        <w:t>nginx</w:t>
      </w:r>
      <w:proofErr w:type="spellEnd"/>
      <w:r w:rsidRPr="00B401B7">
        <w:rPr>
          <w:b/>
        </w:rPr>
        <w:t>/access.log</w:t>
      </w:r>
      <w:r>
        <w:t>.</w:t>
      </w:r>
    </w:p>
    <w:p w14:paraId="4D3BE30C" w14:textId="77777777" w:rsidR="006C589B" w:rsidRPr="00ED4DAC" w:rsidRDefault="006C589B" w:rsidP="006C589B">
      <w:pPr>
        <w:pStyle w:val="CMD"/>
        <w:rPr>
          <w:lang w:val="pt-BR"/>
        </w:rPr>
      </w:pPr>
      <w:r w:rsidRPr="00ED4DAC">
        <w:rPr>
          <w:lang w:val="pt-BR"/>
        </w:rPr>
        <w:t xml:space="preserve">[analyst@secOps ~]$ </w:t>
      </w:r>
      <w:r w:rsidRPr="00ED4DAC">
        <w:rPr>
          <w:b/>
          <w:lang w:val="pt-BR"/>
        </w:rPr>
        <w:t>sudo tail /var/log/nginx/access.log</w:t>
      </w:r>
    </w:p>
    <w:p w14:paraId="0D823315" w14:textId="77777777" w:rsidR="006C589B" w:rsidRDefault="006C589B" w:rsidP="006C589B">
      <w:pPr>
        <w:pStyle w:val="CMDOutput"/>
        <w:rPr>
          <w:lang w:val="pt-BR"/>
        </w:rPr>
      </w:pPr>
      <w:r w:rsidRPr="00ED4DAC">
        <w:rPr>
          <w:lang w:val="pt-BR"/>
        </w:rPr>
        <w:t xml:space="preserve">[sudo] password for analyst: </w:t>
      </w:r>
    </w:p>
    <w:p w14:paraId="56EE596F" w14:textId="77777777" w:rsidR="006C589B" w:rsidRPr="00ED4DAC" w:rsidRDefault="006C589B" w:rsidP="006C589B">
      <w:pPr>
        <w:pStyle w:val="CMDOutput"/>
        <w:rPr>
          <w:lang w:val="pt-BR"/>
        </w:rPr>
      </w:pPr>
      <w:r w:rsidRPr="00ED4DAC">
        <w:rPr>
          <w:lang w:val="pt-BR"/>
        </w:rPr>
        <w:t>127.0.0.1 - - [21/May/2017:15:32:32 -0400] "GET / HTTP/1.1" 304 0 "-" "Mozilla/5.0 (X11; Linux i686; rv:50.0) Gecko/20100101 Firefox/50.0"</w:t>
      </w:r>
    </w:p>
    <w:p w14:paraId="10E9E8FE" w14:textId="77777777" w:rsidR="006C589B" w:rsidRPr="00ED4DAC" w:rsidRDefault="006C589B" w:rsidP="006C589B">
      <w:pPr>
        <w:pStyle w:val="CMDOutput"/>
        <w:rPr>
          <w:lang w:val="pt-BR"/>
        </w:rPr>
      </w:pPr>
      <w:r w:rsidRPr="00ED4DAC">
        <w:rPr>
          <w:lang w:val="pt-BR"/>
        </w:rPr>
        <w:t>127.0.0.1 - - [21/May/2017:15:32:34 -0400] "GET / HTTP/1.1" 304 0 "-" "Mozilla/5.0 (X11; Linux i686; rv:50.0) Gecko/20100101 Firefox/50.0"</w:t>
      </w:r>
    </w:p>
    <w:p w14:paraId="789C20CD" w14:textId="77777777" w:rsidR="006C589B" w:rsidRPr="00ED4DAC" w:rsidRDefault="006C589B" w:rsidP="006C589B">
      <w:pPr>
        <w:pStyle w:val="CMDOutput"/>
        <w:rPr>
          <w:lang w:val="pt-BR"/>
        </w:rPr>
      </w:pPr>
      <w:r w:rsidRPr="00ED4DAC">
        <w:rPr>
          <w:lang w:val="pt-BR"/>
        </w:rPr>
        <w:t>127.0.0.1 - - [21/May/2017:15:32:41 -0400] "GET / HTTP/1.1" 200 612 "-" "Mozilla/5.0 (X11; Linux i686; rv:50.0) Gecko/20100101 Firefox/50.0"</w:t>
      </w:r>
    </w:p>
    <w:p w14:paraId="18A35216" w14:textId="77777777" w:rsidR="006C589B" w:rsidRPr="00ED4DAC" w:rsidRDefault="006C589B" w:rsidP="006C589B">
      <w:pPr>
        <w:pStyle w:val="CMDOutput"/>
        <w:rPr>
          <w:lang w:val="pt-BR"/>
        </w:rPr>
      </w:pPr>
      <w:r w:rsidRPr="00ED4DAC">
        <w:rPr>
          <w:lang w:val="pt-BR"/>
        </w:rPr>
        <w:t>127.0.0.1 - - [21/May/2017:15:32:41 -0400] "GET /favicon.ico HTTP/1.1" 404 169 "-" "Mozilla/5.0 (X11; Linux i686; rv:50.0) Gecko/20100101 Firefox/50.0"</w:t>
      </w:r>
    </w:p>
    <w:p w14:paraId="4C90C1FA" w14:textId="77777777" w:rsidR="006C589B" w:rsidRPr="00ED4DAC" w:rsidRDefault="006C589B" w:rsidP="006C589B">
      <w:pPr>
        <w:pStyle w:val="CMDOutput"/>
        <w:rPr>
          <w:lang w:val="pt-BR"/>
        </w:rPr>
      </w:pPr>
      <w:r w:rsidRPr="00ED4DAC">
        <w:rPr>
          <w:lang w:val="pt-BR"/>
        </w:rPr>
        <w:t>127.0.0.1 - - [21/May/2017:15:32:44 -0400] "GET / HTTP/1.1" 304 0 "-" "Mozilla/5.0 (X11; Linux i686; rv:50.0) Gecko/20100101 Firefox/50.0"</w:t>
      </w:r>
    </w:p>
    <w:p w14:paraId="686E5F32" w14:textId="77777777" w:rsidR="006C589B" w:rsidRPr="00ED4DAC" w:rsidRDefault="006C589B" w:rsidP="006C589B">
      <w:pPr>
        <w:pStyle w:val="CMDOutput"/>
        <w:rPr>
          <w:lang w:val="pt-BR"/>
        </w:rPr>
      </w:pPr>
      <w:r w:rsidRPr="00ED4DAC">
        <w:rPr>
          <w:lang w:val="pt-BR"/>
        </w:rPr>
        <w:t>127.0.0.1 - - [22/May/2017:11:20:27 -0400] "GET /favicon.ico HTTP/1.1" 404 169 "-" "Mozilla/5.0 (X11; Linux i686; rv:50.0) Gecko/20100101 Firefox/50.0"</w:t>
      </w:r>
    </w:p>
    <w:p w14:paraId="6D46F706" w14:textId="77777777" w:rsidR="006C589B" w:rsidRPr="00ED4DAC" w:rsidRDefault="006C589B" w:rsidP="006C589B">
      <w:pPr>
        <w:pStyle w:val="CMDOutput"/>
        <w:rPr>
          <w:lang w:val="pt-BR"/>
        </w:rPr>
      </w:pPr>
      <w:r w:rsidRPr="00ED4DAC">
        <w:rPr>
          <w:lang w:val="pt-BR"/>
        </w:rPr>
        <w:t>127.0.0.1 - - [22/May/2017:12:49:26 -0400] "GET / HTTP/1.1" 304 0 "-" "Mozilla/5.0 (X11; Linux i686; rv:50.0) Gecko/20100101 Firefox/50.0"</w:t>
      </w:r>
    </w:p>
    <w:p w14:paraId="567F96AB" w14:textId="77777777" w:rsidR="006C589B" w:rsidRPr="00ED4DAC" w:rsidRDefault="006C589B" w:rsidP="006C589B">
      <w:pPr>
        <w:pStyle w:val="CMDOutput"/>
        <w:rPr>
          <w:lang w:val="pt-BR"/>
        </w:rPr>
      </w:pPr>
      <w:r w:rsidRPr="00ED4DAC">
        <w:rPr>
          <w:lang w:val="pt-BR"/>
        </w:rPr>
        <w:t>127.0.0.1 - - [22/May/2017:12:49:50 -0400] "GET / HTTP/1.1" 304 0 "-" "Mozilla/5.0 (X11; Linux i686; rv:50.0) Gecko/20100101 Firefox/50.0"</w:t>
      </w:r>
    </w:p>
    <w:p w14:paraId="77C3F0C4" w14:textId="77777777" w:rsidR="006C589B" w:rsidRPr="00ED4DAC" w:rsidRDefault="006C589B" w:rsidP="006C589B">
      <w:pPr>
        <w:pStyle w:val="CMDOutput"/>
        <w:rPr>
          <w:lang w:val="pt-BR"/>
        </w:rPr>
      </w:pPr>
      <w:r w:rsidRPr="00ED4DAC">
        <w:rPr>
          <w:lang w:val="pt-BR"/>
        </w:rPr>
        <w:t>127.0.0.1 - - [22/May/2017:12:49:53 -0400] "GET / HTTP/1.1" 200 612 "-" "Mozilla/5.0 (X11; Linux i686; rv:50.0) Gecko/20100101 Firefox/50.0"</w:t>
      </w:r>
    </w:p>
    <w:p w14:paraId="32F87675" w14:textId="77777777" w:rsidR="006C589B" w:rsidRPr="00ED4DAC" w:rsidRDefault="006C589B" w:rsidP="006C589B">
      <w:pPr>
        <w:pStyle w:val="CMDOutput"/>
        <w:rPr>
          <w:lang w:val="pt-BR"/>
        </w:rPr>
      </w:pPr>
      <w:r w:rsidRPr="00ED4DAC">
        <w:rPr>
          <w:lang w:val="pt-BR"/>
        </w:rPr>
        <w:t>127.0.0.1 - - [22/May/2017:13:01:55 -0400] "GET /favicon.ico HTTP/1.1" 404 169 "-" "Mozilla/5.0 (X11; Linux i686; rv:50.0) Gecko/20100101 Firefox/50.0"</w:t>
      </w:r>
    </w:p>
    <w:p w14:paraId="00E525AC" w14:textId="236472C7" w:rsidR="006C589B" w:rsidRDefault="006C589B" w:rsidP="006C589B">
      <w:pPr>
        <w:pStyle w:val="CMD"/>
      </w:pPr>
      <w:r w:rsidRPr="00ED4DAC">
        <w:t>[</w:t>
      </w:r>
      <w:proofErr w:type="spellStart"/>
      <w:r w:rsidRPr="00ED4DAC">
        <w:t>analyst@secOps</w:t>
      </w:r>
      <w:proofErr w:type="spellEnd"/>
      <w:r w:rsidRPr="00ED4DAC">
        <w:t xml:space="preserve"> </w:t>
      </w:r>
      <w:proofErr w:type="gramStart"/>
      <w:r w:rsidRPr="00ED4DAC">
        <w:t>~]$</w:t>
      </w:r>
      <w:proofErr w:type="gramEnd"/>
      <w:r w:rsidRPr="00ED4DAC">
        <w:t xml:space="preserve"> </w:t>
      </w:r>
    </w:p>
    <w:p w14:paraId="4DCEB749" w14:textId="77777777" w:rsidR="00526BCA" w:rsidRPr="00D40B2B" w:rsidRDefault="00526BCA" w:rsidP="00526BCA">
      <w:pPr>
        <w:pStyle w:val="BodyTextL25"/>
      </w:pPr>
      <w:r>
        <w:rPr>
          <w:b/>
          <w:bCs/>
        </w:rPr>
        <w:t>Note</w:t>
      </w:r>
      <w:r>
        <w:t xml:space="preserve">: If you do not see any log entries, navigate to 127.0.0.1 in a web browser and refresh the page a few </w:t>
      </w:r>
      <w:proofErr w:type="gramStart"/>
      <w:r>
        <w:t>time</w:t>
      </w:r>
      <w:proofErr w:type="gramEnd"/>
      <w:r>
        <w:t>.</w:t>
      </w:r>
    </w:p>
    <w:p w14:paraId="71E2EFAE" w14:textId="77777777" w:rsidR="006C589B" w:rsidRPr="00270C13" w:rsidRDefault="006C589B" w:rsidP="006C589B">
      <w:pPr>
        <w:pStyle w:val="SubStepAlpha"/>
      </w:pPr>
      <w:r w:rsidRPr="00270C13">
        <w:t xml:space="preserve">Use the </w:t>
      </w:r>
      <w:r w:rsidRPr="00270C13">
        <w:rPr>
          <w:b/>
        </w:rPr>
        <w:t>–n</w:t>
      </w:r>
      <w:r w:rsidRPr="00270C13">
        <w:t xml:space="preserve"> option to specify how many lines from the end of a file, </w:t>
      </w:r>
      <w:r w:rsidRPr="00270C13">
        <w:rPr>
          <w:b/>
        </w:rPr>
        <w:t>tail</w:t>
      </w:r>
      <w:r w:rsidRPr="00270C13">
        <w:t xml:space="preserve"> should display.</w:t>
      </w:r>
    </w:p>
    <w:p w14:paraId="2A11C8E5" w14:textId="77777777" w:rsidR="006C589B" w:rsidRPr="00ED4DAC" w:rsidRDefault="006C589B" w:rsidP="006C589B">
      <w:pPr>
        <w:pStyle w:val="CMD"/>
        <w:rPr>
          <w:lang w:val="pt-BR"/>
        </w:rPr>
      </w:pPr>
      <w:r w:rsidRPr="00ED4DAC">
        <w:rPr>
          <w:lang w:val="pt-BR"/>
        </w:rPr>
        <w:t xml:space="preserve">[analyst@secOps ~]$ </w:t>
      </w:r>
      <w:r w:rsidRPr="00ED4DAC">
        <w:rPr>
          <w:b/>
          <w:lang w:val="pt-BR"/>
        </w:rPr>
        <w:t>sudo tail -n 5  /var/log/nginx/access.log</w:t>
      </w:r>
    </w:p>
    <w:p w14:paraId="0754C0C0" w14:textId="77777777" w:rsidR="006C589B" w:rsidRPr="00ED4DAC" w:rsidRDefault="006C589B" w:rsidP="006C589B">
      <w:pPr>
        <w:pStyle w:val="CMDOutput"/>
        <w:rPr>
          <w:sz w:val="20"/>
          <w:lang w:val="pt-BR"/>
        </w:rPr>
      </w:pPr>
      <w:r w:rsidRPr="00ED4DAC">
        <w:rPr>
          <w:sz w:val="20"/>
          <w:lang w:val="pt-BR"/>
        </w:rPr>
        <w:t>127.0.0.1 - - [22/May/2017:11:20:27 -0400] "GET /favicon.ico HTTP/1.1" 404 169 "-" "Mozilla/5.0 (X11; Linux i686; rv:50.0) Gecko/20100101 Firefox/50.0"</w:t>
      </w:r>
    </w:p>
    <w:p w14:paraId="59734B22" w14:textId="77777777" w:rsidR="006C589B" w:rsidRPr="00ED4DAC" w:rsidRDefault="006C589B" w:rsidP="006C589B">
      <w:pPr>
        <w:pStyle w:val="CMDOutput"/>
        <w:rPr>
          <w:sz w:val="20"/>
          <w:lang w:val="pt-BR"/>
        </w:rPr>
      </w:pPr>
      <w:r w:rsidRPr="00ED4DAC">
        <w:rPr>
          <w:sz w:val="20"/>
          <w:lang w:val="pt-BR"/>
        </w:rPr>
        <w:t>127.0.0.1 - - [22/May/2017:12:49:26 -0400] "GET / HTTP/1.1" 304 0 "-" "Mozilla/5.0 (X11; Linux i686; rv:50.0) Gecko/20100101 Firefox/50.0"</w:t>
      </w:r>
    </w:p>
    <w:p w14:paraId="371638D6" w14:textId="77777777" w:rsidR="006C589B" w:rsidRPr="00ED4DAC" w:rsidRDefault="006C589B" w:rsidP="006C589B">
      <w:pPr>
        <w:pStyle w:val="CMDOutput"/>
        <w:rPr>
          <w:sz w:val="20"/>
          <w:lang w:val="pt-BR"/>
        </w:rPr>
      </w:pPr>
      <w:r w:rsidRPr="00ED4DAC">
        <w:rPr>
          <w:sz w:val="20"/>
          <w:lang w:val="pt-BR"/>
        </w:rPr>
        <w:t>127.0.0.1 - - [22/May/2017:12:49:50 -0400] "GET / HTTP/1.1" 304 0 "-" "Mozilla/5.0 (X11; Linux i686; rv:50.0) Gecko/20100101 Firefox/50.0"</w:t>
      </w:r>
    </w:p>
    <w:p w14:paraId="6A8F2947" w14:textId="77777777" w:rsidR="006C589B" w:rsidRPr="00ED4DAC" w:rsidRDefault="006C589B" w:rsidP="006C589B">
      <w:pPr>
        <w:pStyle w:val="CMDOutput"/>
        <w:rPr>
          <w:sz w:val="20"/>
          <w:lang w:val="pt-BR"/>
        </w:rPr>
      </w:pPr>
      <w:r w:rsidRPr="00ED4DAC">
        <w:rPr>
          <w:sz w:val="20"/>
          <w:lang w:val="pt-BR"/>
        </w:rPr>
        <w:t>127.0.0.1 - - [22/May/2017:12:49:53 -0400] "GET / HTTP/1.1" 200 612 "-" "Mozilla/5.0 (X11; Linux i686; rv:50.0) Gecko/20100101 Firefox/50.0"</w:t>
      </w:r>
    </w:p>
    <w:p w14:paraId="112F8A33" w14:textId="77777777" w:rsidR="006C589B" w:rsidRPr="00ED4DAC" w:rsidRDefault="006C589B" w:rsidP="006C589B">
      <w:pPr>
        <w:pStyle w:val="CMDOutput"/>
        <w:rPr>
          <w:sz w:val="20"/>
          <w:lang w:val="pt-BR"/>
        </w:rPr>
      </w:pPr>
      <w:r w:rsidRPr="00ED4DAC">
        <w:rPr>
          <w:sz w:val="20"/>
          <w:lang w:val="pt-BR"/>
        </w:rPr>
        <w:t>127.0.0.1 - - [22/May/2017:13:01:55 -0400] "GET /favicon.ico HTTP/1.1" 404 169 "-" "Mozilla/5.0 (X11; Linux i686; rv:50.0) Gecko/20100101 Firefox/50.0"</w:t>
      </w:r>
    </w:p>
    <w:p w14:paraId="67D56E3D" w14:textId="77777777" w:rsidR="006C589B" w:rsidRPr="00270C13" w:rsidRDefault="006C589B" w:rsidP="006C589B">
      <w:pPr>
        <w:pStyle w:val="CMD"/>
      </w:pPr>
      <w:r w:rsidRPr="00ED4DAC">
        <w:rPr>
          <w:lang w:val="pt-BR"/>
        </w:rPr>
        <w:t>[analyst@secOps ~]$</w:t>
      </w:r>
    </w:p>
    <w:p w14:paraId="01F2FE58" w14:textId="77777777" w:rsidR="006C589B" w:rsidRDefault="006C589B" w:rsidP="006C589B">
      <w:pPr>
        <w:pStyle w:val="SubStepAlpha"/>
      </w:pPr>
      <w:r>
        <w:t xml:space="preserve">You can use the </w:t>
      </w:r>
      <w:r w:rsidRPr="00C604A8">
        <w:rPr>
          <w:b/>
        </w:rPr>
        <w:t>tail</w:t>
      </w:r>
      <w:r>
        <w:t xml:space="preserve"> command with the </w:t>
      </w:r>
      <w:r w:rsidRPr="00C604A8">
        <w:rPr>
          <w:b/>
        </w:rPr>
        <w:t>-f</w:t>
      </w:r>
      <w:r>
        <w:t xml:space="preserve"> option to monitor the </w:t>
      </w:r>
      <w:proofErr w:type="spellStart"/>
      <w:r>
        <w:t>nginx</w:t>
      </w:r>
      <w:proofErr w:type="spellEnd"/>
      <w:r>
        <w:t xml:space="preserve"> access.log in real-time. Short for follow, </w:t>
      </w:r>
      <w:r w:rsidRPr="00C015F7">
        <w:rPr>
          <w:b/>
        </w:rPr>
        <w:t>-f</w:t>
      </w:r>
      <w:r>
        <w:t xml:space="preserve"> tells </w:t>
      </w:r>
      <w:r w:rsidRPr="00C015F7">
        <w:rPr>
          <w:b/>
        </w:rPr>
        <w:t>tail</w:t>
      </w:r>
      <w:r w:rsidRPr="00C015F7">
        <w:t xml:space="preserve"> </w:t>
      </w:r>
      <w:r>
        <w:t xml:space="preserve">to continuously display the end of a given text file. In a terminal window, issue </w:t>
      </w:r>
      <w:r w:rsidRPr="00C015F7">
        <w:rPr>
          <w:b/>
        </w:rPr>
        <w:t>tail</w:t>
      </w:r>
      <w:r>
        <w:t xml:space="preserve"> with the </w:t>
      </w:r>
      <w:r w:rsidRPr="00C015F7">
        <w:rPr>
          <w:b/>
        </w:rPr>
        <w:t>–f</w:t>
      </w:r>
      <w:r>
        <w:t xml:space="preserve"> option:</w:t>
      </w:r>
    </w:p>
    <w:p w14:paraId="621423D3" w14:textId="77777777" w:rsidR="006C589B" w:rsidRDefault="006C589B" w:rsidP="006C589B">
      <w:pPr>
        <w:pStyle w:val="CMD"/>
      </w:pPr>
      <w:r w:rsidRPr="00B32F6F">
        <w:rPr>
          <w:b/>
        </w:rPr>
        <w:lastRenderedPageBreak/>
        <w:t>[</w:t>
      </w:r>
      <w:proofErr w:type="spellStart"/>
      <w:r w:rsidRPr="00B32F6F">
        <w:rPr>
          <w:b/>
        </w:rPr>
        <w:t>analyst@secOps</w:t>
      </w:r>
      <w:proofErr w:type="spellEnd"/>
      <w:r w:rsidRPr="00B32F6F">
        <w:rPr>
          <w:b/>
        </w:rPr>
        <w:t xml:space="preserve"> </w:t>
      </w:r>
      <w:proofErr w:type="gramStart"/>
      <w:r w:rsidRPr="00B32F6F">
        <w:rPr>
          <w:b/>
        </w:rPr>
        <w:t>log]$</w:t>
      </w:r>
      <w:proofErr w:type="gramEnd"/>
      <w:r>
        <w:t xml:space="preserve"> </w:t>
      </w:r>
      <w:proofErr w:type="spellStart"/>
      <w:r w:rsidRPr="00C015F7">
        <w:rPr>
          <w:b/>
        </w:rPr>
        <w:t>sudo</w:t>
      </w:r>
      <w:proofErr w:type="spellEnd"/>
      <w:r w:rsidRPr="00C015F7">
        <w:rPr>
          <w:b/>
        </w:rPr>
        <w:t xml:space="preserve"> tail -f /var/log/</w:t>
      </w:r>
      <w:proofErr w:type="spellStart"/>
      <w:r w:rsidRPr="00C015F7">
        <w:rPr>
          <w:b/>
        </w:rPr>
        <w:t>nginx</w:t>
      </w:r>
      <w:proofErr w:type="spellEnd"/>
      <w:r w:rsidRPr="00C015F7">
        <w:rPr>
          <w:b/>
        </w:rPr>
        <w:t>/access.log</w:t>
      </w:r>
    </w:p>
    <w:p w14:paraId="39AF35CA" w14:textId="77777777" w:rsidR="006C589B" w:rsidRDefault="006C589B" w:rsidP="006C589B">
      <w:pPr>
        <w:pStyle w:val="CMDOutput"/>
      </w:pPr>
      <w:r>
        <w:t>[</w:t>
      </w:r>
      <w:proofErr w:type="spellStart"/>
      <w:r>
        <w:t>sudo</w:t>
      </w:r>
      <w:proofErr w:type="spellEnd"/>
      <w:r>
        <w:t xml:space="preserve">] password for analyst: </w:t>
      </w:r>
    </w:p>
    <w:p w14:paraId="11AF5297" w14:textId="77777777" w:rsidR="006C589B" w:rsidRDefault="006C589B" w:rsidP="006C589B">
      <w:pPr>
        <w:pStyle w:val="CMDOutput"/>
      </w:pPr>
      <w:r>
        <w:t>127.0.0.1 - - [21/Mar/2017:15:32:32 -0400] "GET / HTTP/1.1" 304 0 "-" "Mozilla/5.0 (X11; Linux i686; rv:50.0) Gecko/20100101 Firefox/50.0"</w:t>
      </w:r>
    </w:p>
    <w:p w14:paraId="0E0013EB" w14:textId="77777777" w:rsidR="006C589B" w:rsidRDefault="006C589B" w:rsidP="006C589B">
      <w:pPr>
        <w:pStyle w:val="CMDOutput"/>
      </w:pPr>
      <w:r>
        <w:t>127.0.0.1 - - [21/Mar/2017:15:32:34 -0400] "GET / HTTP/1.1" 304 0 "-" "Mozilla/5.0 (X11; Linux i686; rv:50.0) Gecko/20100101 Firefox/50.0"</w:t>
      </w:r>
    </w:p>
    <w:p w14:paraId="3408E687" w14:textId="77777777" w:rsidR="006C589B" w:rsidRDefault="006C589B" w:rsidP="006C589B">
      <w:pPr>
        <w:pStyle w:val="CMDOutput"/>
      </w:pPr>
      <w:r>
        <w:t>127.0.0.1 - - [21/Mar/2017:15:32:41 -0400] "GET / HTTP/1.1" 200 612 "-" "Mozilla/5.0 (X11; Linux i686; rv:50.0) Gecko/20100101 Firefox/50.0"</w:t>
      </w:r>
    </w:p>
    <w:p w14:paraId="54809FCF" w14:textId="77777777" w:rsidR="006C589B" w:rsidRDefault="006C589B" w:rsidP="006C589B">
      <w:pPr>
        <w:pStyle w:val="CMDOutput"/>
      </w:pPr>
      <w:r>
        <w:t>127.0.0.1 - - [21/Mar/2017:15:32:41 -0400] "GET /favicon.ico HTTP/1.1" 404 169 "-" "Mozilla/5.0 (X11; Linux i686; rv:50.0) Gecko/20100101 Firefox/50.0"</w:t>
      </w:r>
    </w:p>
    <w:p w14:paraId="657FAF13" w14:textId="77777777" w:rsidR="006C589B" w:rsidRDefault="006C589B" w:rsidP="006C589B">
      <w:pPr>
        <w:pStyle w:val="CMDOutput"/>
      </w:pPr>
      <w:r>
        <w:t>127.0.0.1 - - [21/Mar/2017:15:32:44 -0400] "GET / HTTP/1.1" 304 0 "-" "Mozilla/5.0 (X11; Linux i686; rv:50.0) Gecko/20100101 Firefox/50.0"</w:t>
      </w:r>
    </w:p>
    <w:p w14:paraId="6E6C54CD" w14:textId="77777777" w:rsidR="006C589B" w:rsidRDefault="006C589B" w:rsidP="006C589B">
      <w:pPr>
        <w:pStyle w:val="CMDOutput"/>
      </w:pPr>
      <w:r>
        <w:t>127.0.0.1 - - [22/Mar/2017:11:20:27 -0400] "GET /favicon.ico HTTP/1.1" 404 169 "-" "Mozilla/5.0 (X11; Linux i686; rv:50.0) Gecko/20100101 Firefox/50.0"</w:t>
      </w:r>
    </w:p>
    <w:p w14:paraId="4CFE21B3" w14:textId="77777777" w:rsidR="006C589B" w:rsidRDefault="006C589B" w:rsidP="006C589B">
      <w:pPr>
        <w:pStyle w:val="CMDOutput"/>
      </w:pPr>
      <w:r>
        <w:t>127.0.0.1 - - [22/Mar/2017:12:49:26 -0400] "GET / HTTP/1.1" 304 0 "-" "Mozilla/5.0 (X11; Linux i686; rv:50.0) Gecko/20100101 Firefox/50.0"</w:t>
      </w:r>
    </w:p>
    <w:p w14:paraId="4C5FB927" w14:textId="77777777" w:rsidR="006C589B" w:rsidRDefault="006C589B" w:rsidP="006C589B">
      <w:pPr>
        <w:pStyle w:val="CMDOutput"/>
      </w:pPr>
      <w:r>
        <w:t>127.0.0.1 - - [22/Mar/2017:12:49:50 -0400] "GET / HTTP/1.1" 304 0 "-" "Mozilla/5.0 (X11; Linux i686; rv:50.0) Gecko/20100101 Firefox/50.0"</w:t>
      </w:r>
    </w:p>
    <w:p w14:paraId="0F4EE0F1" w14:textId="77777777" w:rsidR="006C589B" w:rsidRDefault="006C589B" w:rsidP="006C589B">
      <w:pPr>
        <w:pStyle w:val="CMDOutput"/>
      </w:pPr>
      <w:r>
        <w:t>127.0.0.1 - - [22/Mar/2017:12:49:53 -0400] "GET / HTTP/1.1" 200 612 "-" "Mozilla/5.0 (X11; Linux i686; rv:50.0) Gecko/20100101 Firefox/50.0"</w:t>
      </w:r>
    </w:p>
    <w:p w14:paraId="601833DF" w14:textId="77777777" w:rsidR="006C589B" w:rsidRDefault="006C589B" w:rsidP="006C589B">
      <w:pPr>
        <w:pStyle w:val="CMDOutput"/>
      </w:pPr>
      <w:r>
        <w:t>127.0.0.1 - - [22/Mar/2017:13:01:55 -0400] "GET /favicon.ico HTTP/1.1" 404 169 "-" "Mozilla/5.0 (X11; Linux i686; rv:50.0) Gecko/20100101 Firefox/50.0"</w:t>
      </w:r>
    </w:p>
    <w:p w14:paraId="1B8AE64E" w14:textId="77777777" w:rsidR="006C589B" w:rsidRDefault="006C589B" w:rsidP="006C589B">
      <w:pPr>
        <w:pStyle w:val="SubStepAlpha"/>
        <w:numPr>
          <w:ilvl w:val="0"/>
          <w:numId w:val="0"/>
        </w:numPr>
        <w:ind w:left="720"/>
      </w:pPr>
      <w:r>
        <w:t xml:space="preserve">As before, </w:t>
      </w:r>
      <w:r w:rsidRPr="00C015F7">
        <w:rPr>
          <w:b/>
        </w:rPr>
        <w:t>tail</w:t>
      </w:r>
      <w:r>
        <w:t xml:space="preserve"> displays the last 10 lines of the file. However, notice that </w:t>
      </w:r>
      <w:r w:rsidRPr="00C015F7">
        <w:rPr>
          <w:b/>
        </w:rPr>
        <w:t>tail</w:t>
      </w:r>
      <w:r>
        <w:t xml:space="preserve"> does not exit after displaying the lines; the command prompt is not visible, indicating that </w:t>
      </w:r>
      <w:r w:rsidRPr="00C015F7">
        <w:rPr>
          <w:b/>
        </w:rPr>
        <w:t>tail</w:t>
      </w:r>
      <w:r>
        <w:t xml:space="preserve"> is still running.</w:t>
      </w:r>
    </w:p>
    <w:p w14:paraId="3AB1EE37" w14:textId="77777777" w:rsidR="006C589B" w:rsidRPr="00ED4DAC" w:rsidRDefault="006C589B" w:rsidP="006C589B">
      <w:pPr>
        <w:pStyle w:val="SubStepAlpha"/>
        <w:numPr>
          <w:ilvl w:val="0"/>
          <w:numId w:val="0"/>
        </w:numPr>
        <w:ind w:left="720"/>
      </w:pPr>
      <w:r w:rsidRPr="00ED4DAC">
        <w:rPr>
          <w:b/>
        </w:rPr>
        <w:t>Note</w:t>
      </w:r>
      <w:r w:rsidRPr="00D94760">
        <w:rPr>
          <w:bCs/>
        </w:rPr>
        <w:t xml:space="preserve">: </w:t>
      </w:r>
      <w:r w:rsidRPr="00ED4DAC">
        <w:t>Your /var/log/access.log file may be empty due to log rotation. Continue following the lab as an empty /var/log/access.log file will not impact the lab.</w:t>
      </w:r>
    </w:p>
    <w:p w14:paraId="570C9071" w14:textId="77777777" w:rsidR="006C589B" w:rsidRDefault="006C589B" w:rsidP="006C589B">
      <w:pPr>
        <w:pStyle w:val="SubStepAlpha"/>
      </w:pPr>
      <w:r>
        <w:t xml:space="preserve">With </w:t>
      </w:r>
      <w:r w:rsidRPr="00C015F7">
        <w:rPr>
          <w:b/>
        </w:rPr>
        <w:t>tail</w:t>
      </w:r>
      <w:r>
        <w:t xml:space="preserve"> still running on the terminal window, click the web browser icon on the Dock to open a web browser window. Re-size the web browser window in a way that it allows you to see the bottom of the terminal window where </w:t>
      </w:r>
      <w:r w:rsidRPr="00C015F7">
        <w:rPr>
          <w:b/>
        </w:rPr>
        <w:t>tail</w:t>
      </w:r>
      <w:r>
        <w:t xml:space="preserve"> is still running.</w:t>
      </w:r>
    </w:p>
    <w:p w14:paraId="180E1E70" w14:textId="77777777" w:rsidR="006C589B" w:rsidRDefault="006C589B" w:rsidP="004B1E44">
      <w:pPr>
        <w:pStyle w:val="SubStepAlpha"/>
        <w:keepNext/>
        <w:numPr>
          <w:ilvl w:val="0"/>
          <w:numId w:val="0"/>
        </w:numPr>
        <w:ind w:left="720"/>
      </w:pPr>
      <w:r w:rsidRPr="00B6574F">
        <w:rPr>
          <w:b/>
        </w:rPr>
        <w:lastRenderedPageBreak/>
        <w:t>Note</w:t>
      </w:r>
      <w:r w:rsidRPr="00C015F7">
        <w:t>:</w:t>
      </w:r>
      <w:r>
        <w:t xml:space="preserve"> In the screenshot below</w:t>
      </w:r>
      <w:r w:rsidRPr="00C604A8">
        <w:rPr>
          <w:rFonts w:cs="Arial"/>
        </w:rPr>
        <w:t xml:space="preserve">, the </w:t>
      </w:r>
      <w:r>
        <w:rPr>
          <w:rFonts w:cs="Arial"/>
        </w:rPr>
        <w:t>Enter</w:t>
      </w:r>
      <w:r w:rsidRPr="00C604A8">
        <w:rPr>
          <w:rFonts w:cs="Arial"/>
        </w:rPr>
        <w:t xml:space="preserve"> key was pressed a few times in the terminal window running </w:t>
      </w:r>
      <w:r w:rsidRPr="00C604A8">
        <w:rPr>
          <w:rFonts w:cs="Arial"/>
          <w:b/>
        </w:rPr>
        <w:t>tail</w:t>
      </w:r>
      <w:r w:rsidRPr="00C604A8">
        <w:rPr>
          <w:rFonts w:cs="Arial"/>
        </w:rPr>
        <w:t xml:space="preserve">. This is for visualization only as </w:t>
      </w:r>
      <w:r w:rsidRPr="00C604A8">
        <w:rPr>
          <w:rFonts w:cs="Arial"/>
          <w:b/>
        </w:rPr>
        <w:t>tail</w:t>
      </w:r>
      <w:r w:rsidRPr="00C604A8">
        <w:rPr>
          <w:rFonts w:cs="Arial"/>
        </w:rPr>
        <w:t xml:space="preserve"> does not process any input while running with </w:t>
      </w:r>
      <w:r w:rsidRPr="00C604A8">
        <w:rPr>
          <w:rFonts w:cs="Arial"/>
          <w:b/>
        </w:rPr>
        <w:t>–f</w:t>
      </w:r>
      <w:r w:rsidRPr="00C604A8">
        <w:rPr>
          <w:rFonts w:cs="Arial"/>
        </w:rPr>
        <w:t>. The extra</w:t>
      </w:r>
      <w:r>
        <w:t xml:space="preserve"> empty lines make it easier to detect new entries, as they are displayed at the bottom of the terminal window.</w:t>
      </w:r>
    </w:p>
    <w:p w14:paraId="70BAFA78" w14:textId="0D7D453F" w:rsidR="00590C80" w:rsidRDefault="00590C80" w:rsidP="006C589B">
      <w:pPr>
        <w:pStyle w:val="Visual"/>
      </w:pPr>
      <w:r w:rsidRPr="00590C80">
        <w:rPr>
          <w:noProof/>
        </w:rPr>
        <w:drawing>
          <wp:inline distT="0" distB="0" distL="0" distR="0" wp14:anchorId="6AD61FE3" wp14:editId="7981A2EC">
            <wp:extent cx="5524821" cy="3248025"/>
            <wp:effectExtent l="0" t="0" r="0" b="0"/>
            <wp:docPr id="5" name="Picture 5" descr="The screenshot shows tail running in the terminal window and also a browser window open on one s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35473" cy="3254287"/>
                    </a:xfrm>
                    <a:prstGeom prst="rect">
                      <a:avLst/>
                    </a:prstGeom>
                  </pic:spPr>
                </pic:pic>
              </a:graphicData>
            </a:graphic>
          </wp:inline>
        </w:drawing>
      </w:r>
    </w:p>
    <w:p w14:paraId="07BD07CD" w14:textId="77777777" w:rsidR="006C589B" w:rsidRDefault="006C589B" w:rsidP="006C589B">
      <w:pPr>
        <w:pStyle w:val="SubStepAlpha"/>
      </w:pPr>
      <w:r>
        <w:t xml:space="preserve">In the web browser address bar, enter </w:t>
      </w:r>
      <w:r w:rsidRPr="000625A4">
        <w:rPr>
          <w:b/>
        </w:rPr>
        <w:t>127.0.0.1</w:t>
      </w:r>
      <w:r>
        <w:rPr>
          <w:b/>
        </w:rPr>
        <w:t xml:space="preserve"> </w:t>
      </w:r>
      <w:r>
        <w:t>and press Enter</w:t>
      </w:r>
      <w:r w:rsidRPr="00C015F7">
        <w:t xml:space="preserve">. </w:t>
      </w:r>
      <w:r>
        <w:t>This is the address of the VM itself, which tells the browser to connect to a web server running on the local computer. A new entry should be recorded in t</w:t>
      </w:r>
      <w:r w:rsidRPr="00343AF2">
        <w:t>he /var/log/</w:t>
      </w:r>
      <w:proofErr w:type="spellStart"/>
      <w:r w:rsidRPr="00343AF2">
        <w:t>nginx</w:t>
      </w:r>
      <w:proofErr w:type="spellEnd"/>
      <w:r w:rsidRPr="00343AF2">
        <w:t xml:space="preserve">/access.log file. </w:t>
      </w:r>
      <w:r>
        <w:t>Refresh the webpage to see new entries added to the log.</w:t>
      </w:r>
    </w:p>
    <w:p w14:paraId="79E10721" w14:textId="77777777" w:rsidR="006C589B" w:rsidRDefault="006C589B" w:rsidP="006C589B">
      <w:pPr>
        <w:pStyle w:val="CMDOutput"/>
      </w:pPr>
      <w:r w:rsidRPr="004A5F7F">
        <w:t>127.0.0.1 - - [23/Mar/2017:09:48:36 -0400] "GET / HTTP/1.1" 200 612 "-" "Mozilla/5.0 (X11; Linux i686; rv:50.0) Gecko/20100101 Firefox/50.0"</w:t>
      </w:r>
    </w:p>
    <w:p w14:paraId="48DB7E04" w14:textId="77777777" w:rsidR="006C589B" w:rsidRDefault="006C589B" w:rsidP="006C589B">
      <w:pPr>
        <w:pStyle w:val="BodyTextL50"/>
      </w:pPr>
      <w:r>
        <w:t xml:space="preserve">Because </w:t>
      </w:r>
      <w:r w:rsidRPr="00C015F7">
        <w:rPr>
          <w:b/>
        </w:rPr>
        <w:t>tail</w:t>
      </w:r>
      <w:r>
        <w:t xml:space="preserve"> is still running, it should display the new entry at the bottom of the terminal window. Aside from the timestamp, your entry should look like the one above.</w:t>
      </w:r>
    </w:p>
    <w:p w14:paraId="277E3134" w14:textId="77777777" w:rsidR="006C589B" w:rsidRDefault="006C589B" w:rsidP="006C589B">
      <w:pPr>
        <w:pStyle w:val="BodyTextL50"/>
        <w:rPr>
          <w:rFonts w:cs="Arial"/>
          <w:b/>
        </w:rPr>
      </w:pPr>
      <w:r w:rsidRPr="004A5F7F">
        <w:rPr>
          <w:b/>
        </w:rPr>
        <w:t>Note</w:t>
      </w:r>
      <w:r w:rsidRPr="00C015F7">
        <w:t>:</w:t>
      </w:r>
      <w:r>
        <w:t xml:space="preserve"> </w:t>
      </w:r>
      <w:r w:rsidRPr="00B2423F">
        <w:t xml:space="preserve">Firefox </w:t>
      </w:r>
      <w:r>
        <w:t xml:space="preserve">stores pages in cache for future use. If a page is </w:t>
      </w:r>
      <w:r w:rsidRPr="00C604A8">
        <w:rPr>
          <w:rFonts w:cs="Arial"/>
        </w:rPr>
        <w:t xml:space="preserve">already in cache, force </w:t>
      </w:r>
      <w:r w:rsidRPr="00B2423F">
        <w:rPr>
          <w:rFonts w:cs="Arial"/>
        </w:rPr>
        <w:t xml:space="preserve">Firefox </w:t>
      </w:r>
      <w:r w:rsidRPr="00C604A8">
        <w:rPr>
          <w:rFonts w:cs="Arial"/>
        </w:rPr>
        <w:t xml:space="preserve">to ignore the cache and place web requests, reload the page by pressing </w:t>
      </w:r>
      <w:r w:rsidRPr="00C604A8">
        <w:rPr>
          <w:rFonts w:cs="Arial"/>
          <w:b/>
        </w:rPr>
        <w:t>&lt;CTRL+SHIFT+R&gt;.</w:t>
      </w:r>
    </w:p>
    <w:p w14:paraId="2F3251E3" w14:textId="77777777" w:rsidR="006C589B" w:rsidRPr="00B2423F" w:rsidRDefault="006C589B" w:rsidP="006C589B">
      <w:pPr>
        <w:pStyle w:val="SubStepAlpha"/>
      </w:pPr>
      <w:r>
        <w:t xml:space="preserve">Because the log file is being updated by </w:t>
      </w:r>
      <w:proofErr w:type="spellStart"/>
      <w:r w:rsidRPr="00B2423F">
        <w:t>nginx</w:t>
      </w:r>
      <w:proofErr w:type="spellEnd"/>
      <w:r>
        <w:t>, we can state with certaint</w:t>
      </w:r>
      <w:r w:rsidRPr="00B2423F">
        <w:t xml:space="preserve">y that /var/log/acess.log is in fact the log file in use by </w:t>
      </w:r>
      <w:proofErr w:type="spellStart"/>
      <w:r w:rsidRPr="00B2423F">
        <w:t>nginx</w:t>
      </w:r>
      <w:proofErr w:type="spellEnd"/>
      <w:r w:rsidRPr="00B2423F">
        <w:t>.</w:t>
      </w:r>
    </w:p>
    <w:p w14:paraId="387C3B92" w14:textId="77777777" w:rsidR="006C589B" w:rsidRDefault="006C589B" w:rsidP="006C589B">
      <w:pPr>
        <w:pStyle w:val="SubStepAlpha"/>
      </w:pPr>
      <w:r>
        <w:t xml:space="preserve">Enter </w:t>
      </w:r>
      <w:r>
        <w:rPr>
          <w:b/>
        </w:rPr>
        <w:t xml:space="preserve">Ctrl + </w:t>
      </w:r>
      <w:r w:rsidRPr="00C604A8">
        <w:rPr>
          <w:b/>
        </w:rPr>
        <w:t>C</w:t>
      </w:r>
      <w:r>
        <w:t xml:space="preserve"> to end the tail monitoring session.</w:t>
      </w:r>
    </w:p>
    <w:p w14:paraId="11061C2B" w14:textId="77777777" w:rsidR="006C589B" w:rsidRDefault="006C589B" w:rsidP="006C589B">
      <w:pPr>
        <w:pStyle w:val="Heading3"/>
      </w:pPr>
      <w:r>
        <w:t xml:space="preserve">BONUS TOOL: </w:t>
      </w:r>
      <w:proofErr w:type="spellStart"/>
      <w:r>
        <w:t>Journalctl</w:t>
      </w:r>
      <w:proofErr w:type="spellEnd"/>
    </w:p>
    <w:p w14:paraId="32736614" w14:textId="77777777" w:rsidR="006C589B" w:rsidRDefault="006C589B" w:rsidP="006C589B">
      <w:pPr>
        <w:pStyle w:val="BodyTextL25"/>
      </w:pPr>
      <w:r>
        <w:t>The</w:t>
      </w:r>
      <w:r w:rsidRPr="00E8166C">
        <w:t xml:space="preserve"> </w:t>
      </w:r>
      <w:proofErr w:type="spellStart"/>
      <w:r w:rsidRPr="00E8166C">
        <w:t>CyberOps</w:t>
      </w:r>
      <w:proofErr w:type="spellEnd"/>
      <w:r w:rsidRPr="00E8166C">
        <w:t xml:space="preserve"> Workstation VM is based on Arch Linux. Categorized as a Linux distribution, Arch Linux is designed to be lightweight, minimalist and simple. As part of this design philosophy, Arch Linux uses </w:t>
      </w:r>
      <w:proofErr w:type="spellStart"/>
      <w:r w:rsidRPr="00E8166C">
        <w:t>systemd</w:t>
      </w:r>
      <w:proofErr w:type="spellEnd"/>
      <w:r w:rsidRPr="00E8166C">
        <w:t xml:space="preserve"> as its </w:t>
      </w:r>
      <w:proofErr w:type="spellStart"/>
      <w:r w:rsidRPr="00E8166C">
        <w:t>init</w:t>
      </w:r>
      <w:proofErr w:type="spellEnd"/>
      <w:r w:rsidRPr="00E8166C">
        <w:t xml:space="preserve"> system. In Linux, the </w:t>
      </w:r>
      <w:proofErr w:type="spellStart"/>
      <w:r w:rsidRPr="00E8166C">
        <w:t>init</w:t>
      </w:r>
      <w:proofErr w:type="spellEnd"/>
      <w:r w:rsidRPr="00E8166C">
        <w:t xml:space="preserve"> process is the first process loaded when the computer boots. </w:t>
      </w:r>
      <w:r>
        <w:t>I</w:t>
      </w:r>
      <w:r w:rsidRPr="00E8166C">
        <w:t xml:space="preserve">nit is directly or indirectly, the parent of all processes running on the system. It is started by the kernel at boot time and continues to run until the computer shuts down. Typically, </w:t>
      </w:r>
      <w:proofErr w:type="spellStart"/>
      <w:r w:rsidRPr="00E8166C">
        <w:t>init</w:t>
      </w:r>
      <w:proofErr w:type="spellEnd"/>
      <w:r w:rsidRPr="00E8166C">
        <w:t xml:space="preserve"> has</w:t>
      </w:r>
      <w:r>
        <w:t xml:space="preserve"> the process ID 1.</w:t>
      </w:r>
    </w:p>
    <w:p w14:paraId="101FD98C" w14:textId="77777777" w:rsidR="006C589B" w:rsidRPr="00E8166C" w:rsidRDefault="006C589B" w:rsidP="006C589B">
      <w:pPr>
        <w:pStyle w:val="BodyTextL25"/>
      </w:pPr>
      <w:r>
        <w:t>A</w:t>
      </w:r>
      <w:r w:rsidRPr="00E8166C">
        <w:t xml:space="preserve">n </w:t>
      </w:r>
      <w:proofErr w:type="spellStart"/>
      <w:r w:rsidRPr="00E8166C">
        <w:t>init</w:t>
      </w:r>
      <w:proofErr w:type="spellEnd"/>
      <w:r w:rsidRPr="00E8166C">
        <w:t xml:space="preserve"> system is a set of rules and conventions governing the way the user space </w:t>
      </w:r>
      <w:proofErr w:type="gramStart"/>
      <w:r w:rsidRPr="00E8166C">
        <w:t>in a given</w:t>
      </w:r>
      <w:proofErr w:type="gramEnd"/>
      <w:r w:rsidRPr="00E8166C">
        <w:t xml:space="preserve"> Linux system is created and made available to the user. Init systems also specify system-wide parameters such as global configuration files, logging structure and service management.</w:t>
      </w:r>
    </w:p>
    <w:p w14:paraId="30E97FE4" w14:textId="77777777" w:rsidR="006C589B" w:rsidRPr="00E8166C" w:rsidRDefault="006C589B" w:rsidP="006C589B">
      <w:pPr>
        <w:pStyle w:val="BodyTextL25"/>
      </w:pPr>
      <w:proofErr w:type="spellStart"/>
      <w:r w:rsidRPr="00E8166C">
        <w:t>Systemd</w:t>
      </w:r>
      <w:proofErr w:type="spellEnd"/>
      <w:r w:rsidRPr="00E8166C">
        <w:t xml:space="preserve"> is a modern </w:t>
      </w:r>
      <w:proofErr w:type="spellStart"/>
      <w:r w:rsidRPr="00E8166C">
        <w:t>init</w:t>
      </w:r>
      <w:proofErr w:type="spellEnd"/>
      <w:r w:rsidRPr="00E8166C">
        <w:t xml:space="preserve"> system designed to unify Linux configuration and service behavior across all Linux distributions and has been increasingly adopted by major Linux distributions. Arch Linux relies on </w:t>
      </w:r>
      <w:proofErr w:type="spellStart"/>
      <w:r w:rsidRPr="00E8166C">
        <w:t>systemd</w:t>
      </w:r>
      <w:proofErr w:type="spellEnd"/>
      <w:r w:rsidRPr="00E8166C">
        <w:t xml:space="preserve"> for </w:t>
      </w:r>
      <w:proofErr w:type="spellStart"/>
      <w:r w:rsidRPr="00E8166C">
        <w:t>init</w:t>
      </w:r>
      <w:proofErr w:type="spellEnd"/>
      <w:r w:rsidRPr="00E8166C">
        <w:t xml:space="preserve"> functionality. The </w:t>
      </w:r>
      <w:proofErr w:type="spellStart"/>
      <w:r w:rsidRPr="00E8166C">
        <w:t>CyberOps</w:t>
      </w:r>
      <w:proofErr w:type="spellEnd"/>
      <w:r w:rsidRPr="00E8166C">
        <w:t xml:space="preserve"> Workstation VM also uses </w:t>
      </w:r>
      <w:proofErr w:type="spellStart"/>
      <w:r w:rsidRPr="00E8166C">
        <w:t>systemd</w:t>
      </w:r>
      <w:proofErr w:type="spellEnd"/>
      <w:r w:rsidRPr="00E8166C">
        <w:t>.</w:t>
      </w:r>
    </w:p>
    <w:p w14:paraId="08DC11DE" w14:textId="2C4BD9CE" w:rsidR="006C589B" w:rsidRPr="00E8166C" w:rsidRDefault="006C589B" w:rsidP="006C589B">
      <w:pPr>
        <w:pStyle w:val="BodyTextL25"/>
      </w:pPr>
      <w:r w:rsidRPr="00E8166C">
        <w:lastRenderedPageBreak/>
        <w:t>system-</w:t>
      </w:r>
      <w:proofErr w:type="spellStart"/>
      <w:r w:rsidRPr="00E8166C">
        <w:t>journald</w:t>
      </w:r>
      <w:proofErr w:type="spellEnd"/>
      <w:r w:rsidRPr="00E8166C">
        <w:t xml:space="preserve"> (or simp</w:t>
      </w:r>
      <w:r>
        <w:t>l</w:t>
      </w:r>
      <w:r w:rsidRPr="00E8166C">
        <w:t xml:space="preserve">y </w:t>
      </w:r>
      <w:proofErr w:type="spellStart"/>
      <w:r w:rsidRPr="00E8166C">
        <w:t>journald</w:t>
      </w:r>
      <w:proofErr w:type="spellEnd"/>
      <w:r w:rsidRPr="00E8166C">
        <w:t xml:space="preserve">) is </w:t>
      </w:r>
      <w:proofErr w:type="spellStart"/>
      <w:r w:rsidRPr="00E8166C">
        <w:t>systemd’s</w:t>
      </w:r>
      <w:proofErr w:type="spellEnd"/>
      <w:r w:rsidRPr="00E8166C">
        <w:t xml:space="preserve"> event logging service and uses append-only binary files serving as its log files. Notice that </w:t>
      </w:r>
      <w:proofErr w:type="spellStart"/>
      <w:r w:rsidRPr="00E8166C">
        <w:t>journald</w:t>
      </w:r>
      <w:proofErr w:type="spellEnd"/>
      <w:r w:rsidRPr="00E8166C">
        <w:t xml:space="preserve"> does not impede the use of other logging systems</w:t>
      </w:r>
      <w:r w:rsidR="00491850">
        <w:t>,</w:t>
      </w:r>
      <w:r w:rsidRPr="00E8166C">
        <w:t xml:space="preserve"> such as syslog and </w:t>
      </w:r>
      <w:proofErr w:type="spellStart"/>
      <w:r w:rsidRPr="00E8166C">
        <w:t>rsyslog</w:t>
      </w:r>
      <w:proofErr w:type="spellEnd"/>
      <w:r w:rsidRPr="00E8166C">
        <w:t>.</w:t>
      </w:r>
    </w:p>
    <w:p w14:paraId="7DA6226C" w14:textId="77777777" w:rsidR="006C589B" w:rsidRPr="00E8166C" w:rsidRDefault="006C589B" w:rsidP="006C589B">
      <w:pPr>
        <w:pStyle w:val="BodyTextL25"/>
      </w:pPr>
      <w:r w:rsidRPr="00E8166C">
        <w:t xml:space="preserve">This section provides a brief overview of </w:t>
      </w:r>
      <w:proofErr w:type="spellStart"/>
      <w:r w:rsidRPr="00E8166C">
        <w:t>journalctl</w:t>
      </w:r>
      <w:proofErr w:type="spellEnd"/>
      <w:r w:rsidRPr="00E8166C">
        <w:t xml:space="preserve">, a </w:t>
      </w:r>
      <w:proofErr w:type="spellStart"/>
      <w:r w:rsidRPr="00E8166C">
        <w:t>journald</w:t>
      </w:r>
      <w:proofErr w:type="spellEnd"/>
      <w:r w:rsidRPr="00E8166C">
        <w:t xml:space="preserve"> utility used for log viewing and real-time monitoring.</w:t>
      </w:r>
    </w:p>
    <w:p w14:paraId="698392F3" w14:textId="77777777" w:rsidR="006C589B" w:rsidRDefault="006C589B" w:rsidP="006C589B">
      <w:pPr>
        <w:pStyle w:val="SubStepAlpha"/>
      </w:pPr>
      <w:r>
        <w:t>In a terminal window in the</w:t>
      </w:r>
      <w:r w:rsidRPr="00E8166C">
        <w:t xml:space="preserve"> </w:t>
      </w:r>
      <w:proofErr w:type="spellStart"/>
      <w:r w:rsidRPr="00E8166C">
        <w:t>CyberOps</w:t>
      </w:r>
      <w:proofErr w:type="spellEnd"/>
      <w:r w:rsidRPr="00E8166C">
        <w:t xml:space="preserve"> Workstation VM, i</w:t>
      </w:r>
      <w:r>
        <w:t>ssue th</w:t>
      </w:r>
      <w:r w:rsidRPr="00813E75">
        <w:t xml:space="preserve">e </w:t>
      </w:r>
      <w:proofErr w:type="spellStart"/>
      <w:r w:rsidRPr="00813E75">
        <w:t>journalctl</w:t>
      </w:r>
      <w:proofErr w:type="spellEnd"/>
      <w:r w:rsidRPr="00813E75">
        <w:t xml:space="preserve"> c</w:t>
      </w:r>
      <w:r>
        <w:t>ommand with no options to display all journal log entries (it can be quite long):</w:t>
      </w:r>
    </w:p>
    <w:p w14:paraId="77A96F15" w14:textId="77777777" w:rsidR="006C589B" w:rsidRPr="00C604A8" w:rsidRDefault="006C589B" w:rsidP="006C589B">
      <w:pPr>
        <w:pStyle w:val="CMD"/>
        <w:rPr>
          <w:b/>
        </w:rPr>
      </w:pPr>
      <w:r>
        <w:rPr>
          <w:b/>
        </w:rPr>
        <w:t>[</w:t>
      </w:r>
      <w:proofErr w:type="spellStart"/>
      <w:r>
        <w:rPr>
          <w:b/>
        </w:rPr>
        <w:t>analyst@secOps</w:t>
      </w:r>
      <w:proofErr w:type="spellEnd"/>
      <w:r>
        <w:rPr>
          <w:b/>
        </w:rPr>
        <w:t xml:space="preserve"> </w:t>
      </w:r>
      <w:proofErr w:type="gramStart"/>
      <w:r>
        <w:rPr>
          <w:b/>
        </w:rPr>
        <w:t>~]$</w:t>
      </w:r>
      <w:proofErr w:type="gramEnd"/>
      <w:r>
        <w:rPr>
          <w:b/>
        </w:rPr>
        <w:t xml:space="preserve"> </w:t>
      </w:r>
      <w:proofErr w:type="spellStart"/>
      <w:r>
        <w:rPr>
          <w:b/>
        </w:rPr>
        <w:t>journalctl</w:t>
      </w:r>
      <w:proofErr w:type="spellEnd"/>
    </w:p>
    <w:p w14:paraId="3A176DAB" w14:textId="77777777" w:rsidR="006C589B" w:rsidRDefault="006C589B" w:rsidP="006C589B">
      <w:pPr>
        <w:pStyle w:val="CMDOutput"/>
      </w:pPr>
      <w:r>
        <w:t>Hint: You are currently not seeing messages from other users and the system.</w:t>
      </w:r>
    </w:p>
    <w:p w14:paraId="2FD70879" w14:textId="77777777" w:rsidR="006C589B" w:rsidRDefault="006C589B" w:rsidP="006C589B">
      <w:pPr>
        <w:pStyle w:val="CMDOutput"/>
      </w:pPr>
      <w:r>
        <w:t xml:space="preserve">      Users in groups '</w:t>
      </w:r>
      <w:proofErr w:type="spellStart"/>
      <w:r>
        <w:t>adm</w:t>
      </w:r>
      <w:proofErr w:type="spellEnd"/>
      <w:r>
        <w:t>', '</w:t>
      </w:r>
      <w:proofErr w:type="spellStart"/>
      <w:r>
        <w:t>systemd</w:t>
      </w:r>
      <w:proofErr w:type="spellEnd"/>
      <w:r>
        <w:t>-journal', 'wheel' can see all messages.</w:t>
      </w:r>
    </w:p>
    <w:p w14:paraId="676CCB24" w14:textId="77777777" w:rsidR="006C589B" w:rsidRDefault="006C589B" w:rsidP="006C589B">
      <w:pPr>
        <w:pStyle w:val="CMDOutput"/>
      </w:pPr>
      <w:r>
        <w:t xml:space="preserve">      Pass -q to turn off this notice.</w:t>
      </w:r>
    </w:p>
    <w:p w14:paraId="53BA2554" w14:textId="77777777" w:rsidR="006C589B" w:rsidRDefault="006C589B" w:rsidP="006C589B">
      <w:pPr>
        <w:pStyle w:val="CMDOutput"/>
      </w:pPr>
      <w:r>
        <w:t>-- Logs begin at Fri 2014-09-26 14:13:12 EDT, end at Fri 2017-03-31 09:54:58 EDT</w:t>
      </w:r>
    </w:p>
    <w:p w14:paraId="2736EE05" w14:textId="77777777" w:rsidR="006C589B" w:rsidRDefault="006C589B" w:rsidP="006C589B">
      <w:pPr>
        <w:pStyle w:val="CMDOutput"/>
      </w:pPr>
      <w:r>
        <w:t xml:space="preserve">Sep 26 14:13:12 </w:t>
      </w:r>
      <w:proofErr w:type="spellStart"/>
      <w:r>
        <w:t>dataAnalyzer</w:t>
      </w:r>
      <w:proofErr w:type="spellEnd"/>
      <w:r>
        <w:t xml:space="preserve"> </w:t>
      </w:r>
      <w:proofErr w:type="spellStart"/>
      <w:proofErr w:type="gramStart"/>
      <w:r>
        <w:t>systemd</w:t>
      </w:r>
      <w:proofErr w:type="spellEnd"/>
      <w:r>
        <w:t>[</w:t>
      </w:r>
      <w:proofErr w:type="gramEnd"/>
      <w:r>
        <w:t>1087]: Starting Paths.</w:t>
      </w:r>
    </w:p>
    <w:p w14:paraId="0155FBE1" w14:textId="77777777" w:rsidR="006C589B" w:rsidRDefault="006C589B" w:rsidP="006C589B">
      <w:pPr>
        <w:pStyle w:val="CMDOutput"/>
      </w:pPr>
      <w:r>
        <w:t xml:space="preserve">Sep 26 14:13:12 </w:t>
      </w:r>
      <w:proofErr w:type="spellStart"/>
      <w:r>
        <w:t>dataAnalyzer</w:t>
      </w:r>
      <w:proofErr w:type="spellEnd"/>
      <w:r>
        <w:t xml:space="preserve"> </w:t>
      </w:r>
      <w:proofErr w:type="spellStart"/>
      <w:proofErr w:type="gramStart"/>
      <w:r>
        <w:t>systemd</w:t>
      </w:r>
      <w:proofErr w:type="spellEnd"/>
      <w:r>
        <w:t>[</w:t>
      </w:r>
      <w:proofErr w:type="gramEnd"/>
      <w:r>
        <w:t>1087]: Reached target Paths.</w:t>
      </w:r>
    </w:p>
    <w:p w14:paraId="5AAC93D8" w14:textId="77777777" w:rsidR="006C589B" w:rsidRDefault="006C589B" w:rsidP="006C589B">
      <w:pPr>
        <w:pStyle w:val="CMDOutput"/>
      </w:pPr>
      <w:r>
        <w:t xml:space="preserve">Sep 26 14:13:12 </w:t>
      </w:r>
      <w:proofErr w:type="spellStart"/>
      <w:r>
        <w:t>dataAnalyzer</w:t>
      </w:r>
      <w:proofErr w:type="spellEnd"/>
      <w:r>
        <w:t xml:space="preserve"> </w:t>
      </w:r>
      <w:proofErr w:type="spellStart"/>
      <w:proofErr w:type="gramStart"/>
      <w:r>
        <w:t>systemd</w:t>
      </w:r>
      <w:proofErr w:type="spellEnd"/>
      <w:r>
        <w:t>[</w:t>
      </w:r>
      <w:proofErr w:type="gramEnd"/>
      <w:r>
        <w:t>1087]: Starting Timers.</w:t>
      </w:r>
    </w:p>
    <w:p w14:paraId="29B0ACA6" w14:textId="77777777" w:rsidR="006C589B" w:rsidRDefault="006C589B" w:rsidP="006C589B">
      <w:pPr>
        <w:pStyle w:val="CMDOutput"/>
      </w:pPr>
      <w:r>
        <w:t xml:space="preserve">Sep 26 14:13:12 </w:t>
      </w:r>
      <w:proofErr w:type="spellStart"/>
      <w:r>
        <w:t>dataAnalyzer</w:t>
      </w:r>
      <w:proofErr w:type="spellEnd"/>
      <w:r>
        <w:t xml:space="preserve"> </w:t>
      </w:r>
      <w:proofErr w:type="spellStart"/>
      <w:proofErr w:type="gramStart"/>
      <w:r>
        <w:t>systemd</w:t>
      </w:r>
      <w:proofErr w:type="spellEnd"/>
      <w:r>
        <w:t>[</w:t>
      </w:r>
      <w:proofErr w:type="gramEnd"/>
      <w:r>
        <w:t>1087]: Reached target Timers.</w:t>
      </w:r>
    </w:p>
    <w:p w14:paraId="79DC1FD0" w14:textId="77777777" w:rsidR="006C589B" w:rsidRDefault="006C589B" w:rsidP="006C589B">
      <w:pPr>
        <w:pStyle w:val="CMDOutput"/>
      </w:pPr>
      <w:r>
        <w:t xml:space="preserve">Sep 26 14:13:12 </w:t>
      </w:r>
      <w:proofErr w:type="spellStart"/>
      <w:r>
        <w:t>dataAnalyzer</w:t>
      </w:r>
      <w:proofErr w:type="spellEnd"/>
      <w:r>
        <w:t xml:space="preserve"> </w:t>
      </w:r>
      <w:proofErr w:type="spellStart"/>
      <w:proofErr w:type="gramStart"/>
      <w:r>
        <w:t>systemd</w:t>
      </w:r>
      <w:proofErr w:type="spellEnd"/>
      <w:r>
        <w:t>[</w:t>
      </w:r>
      <w:proofErr w:type="gramEnd"/>
      <w:r>
        <w:t>1087]: Starting Sockets.</w:t>
      </w:r>
    </w:p>
    <w:p w14:paraId="0CBD61A8" w14:textId="77777777" w:rsidR="006C589B" w:rsidRDefault="006C589B" w:rsidP="006C589B">
      <w:pPr>
        <w:pStyle w:val="CMDOutput"/>
      </w:pPr>
      <w:r>
        <w:t xml:space="preserve">Sep 26 14:13:12 </w:t>
      </w:r>
      <w:proofErr w:type="spellStart"/>
      <w:r>
        <w:t>dataAnalyzer</w:t>
      </w:r>
      <w:proofErr w:type="spellEnd"/>
      <w:r>
        <w:t xml:space="preserve"> </w:t>
      </w:r>
      <w:proofErr w:type="spellStart"/>
      <w:proofErr w:type="gramStart"/>
      <w:r>
        <w:t>systemd</w:t>
      </w:r>
      <w:proofErr w:type="spellEnd"/>
      <w:r>
        <w:t>[</w:t>
      </w:r>
      <w:proofErr w:type="gramEnd"/>
      <w:r>
        <w:t>1087]: Reached target Sockets.</w:t>
      </w:r>
    </w:p>
    <w:p w14:paraId="58581D81" w14:textId="77777777" w:rsidR="006C589B" w:rsidRDefault="006C589B" w:rsidP="006C589B">
      <w:pPr>
        <w:pStyle w:val="CMDOutput"/>
      </w:pPr>
      <w:r>
        <w:t xml:space="preserve">Sep 26 14:13:12 </w:t>
      </w:r>
      <w:proofErr w:type="spellStart"/>
      <w:r>
        <w:t>dataAnalyzer</w:t>
      </w:r>
      <w:proofErr w:type="spellEnd"/>
      <w:r>
        <w:t xml:space="preserve"> </w:t>
      </w:r>
      <w:proofErr w:type="spellStart"/>
      <w:proofErr w:type="gramStart"/>
      <w:r>
        <w:t>systemd</w:t>
      </w:r>
      <w:proofErr w:type="spellEnd"/>
      <w:r>
        <w:t>[</w:t>
      </w:r>
      <w:proofErr w:type="gramEnd"/>
      <w:r>
        <w:t>1087]: Starting Basic System.</w:t>
      </w:r>
    </w:p>
    <w:p w14:paraId="4770D5E6" w14:textId="77777777" w:rsidR="006C589B" w:rsidRDefault="006C589B" w:rsidP="006C589B">
      <w:pPr>
        <w:pStyle w:val="CMDOutput"/>
      </w:pPr>
      <w:r>
        <w:t xml:space="preserve">Sep 26 14:13:12 </w:t>
      </w:r>
      <w:proofErr w:type="spellStart"/>
      <w:r>
        <w:t>dataAnalyzer</w:t>
      </w:r>
      <w:proofErr w:type="spellEnd"/>
      <w:r>
        <w:t xml:space="preserve"> </w:t>
      </w:r>
      <w:proofErr w:type="spellStart"/>
      <w:proofErr w:type="gramStart"/>
      <w:r>
        <w:t>systemd</w:t>
      </w:r>
      <w:proofErr w:type="spellEnd"/>
      <w:r>
        <w:t>[</w:t>
      </w:r>
      <w:proofErr w:type="gramEnd"/>
      <w:r>
        <w:t>1087]: Reached target Basic System.</w:t>
      </w:r>
    </w:p>
    <w:p w14:paraId="4ECAB1F2" w14:textId="77777777" w:rsidR="006C589B" w:rsidRDefault="006C589B" w:rsidP="006C589B">
      <w:pPr>
        <w:pStyle w:val="CMDOutput"/>
      </w:pPr>
      <w:r>
        <w:t xml:space="preserve">Sep 26 14:13:12 </w:t>
      </w:r>
      <w:proofErr w:type="spellStart"/>
      <w:r>
        <w:t>dataAnalyzer</w:t>
      </w:r>
      <w:proofErr w:type="spellEnd"/>
      <w:r>
        <w:t xml:space="preserve"> </w:t>
      </w:r>
      <w:proofErr w:type="spellStart"/>
      <w:proofErr w:type="gramStart"/>
      <w:r>
        <w:t>systemd</w:t>
      </w:r>
      <w:proofErr w:type="spellEnd"/>
      <w:r>
        <w:t>[</w:t>
      </w:r>
      <w:proofErr w:type="gramEnd"/>
      <w:r>
        <w:t>1087]: Starting Default.</w:t>
      </w:r>
    </w:p>
    <w:p w14:paraId="51195F23" w14:textId="77777777" w:rsidR="006C589B" w:rsidRDefault="006C589B" w:rsidP="006C589B">
      <w:pPr>
        <w:pStyle w:val="CMDOutput"/>
      </w:pPr>
      <w:r>
        <w:t xml:space="preserve">Sep 26 14:13:12 </w:t>
      </w:r>
      <w:proofErr w:type="spellStart"/>
      <w:r>
        <w:t>dataAnalyzer</w:t>
      </w:r>
      <w:proofErr w:type="spellEnd"/>
      <w:r>
        <w:t xml:space="preserve"> </w:t>
      </w:r>
      <w:proofErr w:type="spellStart"/>
      <w:proofErr w:type="gramStart"/>
      <w:r>
        <w:t>systemd</w:t>
      </w:r>
      <w:proofErr w:type="spellEnd"/>
      <w:r>
        <w:t>[</w:t>
      </w:r>
      <w:proofErr w:type="gramEnd"/>
      <w:r>
        <w:t>1087]: Reached target Default.</w:t>
      </w:r>
    </w:p>
    <w:p w14:paraId="5563B3D4" w14:textId="77777777" w:rsidR="006C589B" w:rsidRDefault="006C589B" w:rsidP="006C589B">
      <w:pPr>
        <w:pStyle w:val="CMDOutput"/>
      </w:pPr>
      <w:r>
        <w:t xml:space="preserve">Sep 26 14:13:12 </w:t>
      </w:r>
      <w:proofErr w:type="spellStart"/>
      <w:r>
        <w:t>dataAnalyzer</w:t>
      </w:r>
      <w:proofErr w:type="spellEnd"/>
      <w:r>
        <w:t xml:space="preserve"> </w:t>
      </w:r>
      <w:proofErr w:type="spellStart"/>
      <w:proofErr w:type="gramStart"/>
      <w:r>
        <w:t>systemd</w:t>
      </w:r>
      <w:proofErr w:type="spellEnd"/>
      <w:r>
        <w:t>[</w:t>
      </w:r>
      <w:proofErr w:type="gramEnd"/>
      <w:r>
        <w:t>1087]: Startup finished in 18ms.</w:t>
      </w:r>
    </w:p>
    <w:p w14:paraId="6CF6BE5B" w14:textId="77777777" w:rsidR="006C589B" w:rsidRDefault="006C589B" w:rsidP="006C589B">
      <w:pPr>
        <w:pStyle w:val="CMDOutput"/>
      </w:pPr>
      <w:r>
        <w:t xml:space="preserve">Sep 26 14:14:24 </w:t>
      </w:r>
      <w:proofErr w:type="spellStart"/>
      <w:r>
        <w:t>dataAnalyzer</w:t>
      </w:r>
      <w:proofErr w:type="spellEnd"/>
      <w:r>
        <w:t xml:space="preserve"> </w:t>
      </w:r>
      <w:proofErr w:type="spellStart"/>
      <w:proofErr w:type="gramStart"/>
      <w:r>
        <w:t>systemd</w:t>
      </w:r>
      <w:proofErr w:type="spellEnd"/>
      <w:r>
        <w:t>[</w:t>
      </w:r>
      <w:proofErr w:type="gramEnd"/>
      <w:r>
        <w:t>1087]: Stopping Default.</w:t>
      </w:r>
    </w:p>
    <w:p w14:paraId="50F189F1" w14:textId="77777777" w:rsidR="006C589B" w:rsidRDefault="006C589B" w:rsidP="006C589B">
      <w:pPr>
        <w:pStyle w:val="CMDOutput"/>
      </w:pPr>
      <w:r>
        <w:t>&lt;some output omitted&gt;</w:t>
      </w:r>
    </w:p>
    <w:p w14:paraId="5D45B725" w14:textId="77777777" w:rsidR="006C589B" w:rsidRDefault="006C589B" w:rsidP="006C589B">
      <w:pPr>
        <w:pStyle w:val="SubStepAlpha"/>
        <w:numPr>
          <w:ilvl w:val="0"/>
          <w:numId w:val="0"/>
        </w:numPr>
        <w:ind w:left="720"/>
      </w:pPr>
      <w:r>
        <w:t xml:space="preserve">The output begins with a line </w:t>
      </w:r>
      <w:proofErr w:type="gramStart"/>
      <w:r>
        <w:t>similar to</w:t>
      </w:r>
      <w:proofErr w:type="gramEnd"/>
      <w:r>
        <w:t xml:space="preserve"> the one below, marking the timestamp where the system started logging. Notice that the timestamps will vary from system to system.</w:t>
      </w:r>
    </w:p>
    <w:p w14:paraId="568FE30D" w14:textId="77777777" w:rsidR="006C589B" w:rsidRDefault="006C589B" w:rsidP="006C589B">
      <w:pPr>
        <w:pStyle w:val="SubStepAlpha"/>
        <w:numPr>
          <w:ilvl w:val="0"/>
          <w:numId w:val="0"/>
        </w:numPr>
        <w:ind w:left="720"/>
        <w:rPr>
          <w:rFonts w:ascii="Courier New" w:hAnsi="Courier New" w:cs="Courier New"/>
        </w:rPr>
      </w:pPr>
      <w:r w:rsidRPr="004B56AB">
        <w:rPr>
          <w:rFonts w:ascii="Courier New" w:hAnsi="Courier New" w:cs="Courier New"/>
        </w:rPr>
        <w:t xml:space="preserve">-- Logs begin at Fri 2014-09-26 13:22:51 EDT, end at Fri 2017-03-31 10:12:19 EDT. </w:t>
      </w:r>
      <w:r>
        <w:rPr>
          <w:rFonts w:ascii="Courier New" w:hAnsi="Courier New" w:cs="Courier New"/>
        </w:rPr>
        <w:t>–-</w:t>
      </w:r>
    </w:p>
    <w:p w14:paraId="6906570A" w14:textId="77777777" w:rsidR="006C589B" w:rsidRDefault="006C589B" w:rsidP="006C589B">
      <w:pPr>
        <w:pStyle w:val="SubStepAlpha"/>
        <w:numPr>
          <w:ilvl w:val="0"/>
          <w:numId w:val="0"/>
        </w:numPr>
        <w:ind w:left="720"/>
      </w:pPr>
      <w:proofErr w:type="spellStart"/>
      <w:r w:rsidRPr="00813E75">
        <w:t>journalctl</w:t>
      </w:r>
      <w:proofErr w:type="spellEnd"/>
      <w:r>
        <w:t xml:space="preserve"> includes </w:t>
      </w:r>
      <w:proofErr w:type="gramStart"/>
      <w:r>
        <w:t>a number of</w:t>
      </w:r>
      <w:proofErr w:type="gramEnd"/>
      <w:r>
        <w:t xml:space="preserve"> functionalities such as page scrolling, color-coded messages and more. Use the keyboard up/down arrow keys to scroll up/down the output, one line at a time. Use the left/right keyboard arrow keys to scroll sideways and display log entries that span beyond the boundaries of the terminal window. The </w:t>
      </w:r>
      <w:r w:rsidRPr="004B56AB">
        <w:rPr>
          <w:b/>
        </w:rPr>
        <w:t>&lt;ENTER&gt;</w:t>
      </w:r>
      <w:r>
        <w:t xml:space="preserve"> key displays the next line while the space bar displays the next page in the output. Press the </w:t>
      </w:r>
      <w:r w:rsidRPr="009A0539">
        <w:rPr>
          <w:b/>
        </w:rPr>
        <w:t>q</w:t>
      </w:r>
      <w:r>
        <w:t xml:space="preserve"> key to exi</w:t>
      </w:r>
      <w:r w:rsidRPr="00813E75">
        <w:t xml:space="preserve">t </w:t>
      </w:r>
      <w:proofErr w:type="spellStart"/>
      <w:r w:rsidRPr="00813E75">
        <w:t>journalctl</w:t>
      </w:r>
      <w:proofErr w:type="spellEnd"/>
      <w:r>
        <w:t>.</w:t>
      </w:r>
    </w:p>
    <w:p w14:paraId="33461B5C" w14:textId="77777777" w:rsidR="006C589B" w:rsidRDefault="006C589B" w:rsidP="006C589B">
      <w:pPr>
        <w:pStyle w:val="SubStepAlpha"/>
        <w:numPr>
          <w:ilvl w:val="0"/>
          <w:numId w:val="0"/>
        </w:numPr>
        <w:ind w:left="720"/>
      </w:pPr>
      <w:r>
        <w:t xml:space="preserve">Notice the hint message provided by </w:t>
      </w:r>
      <w:proofErr w:type="spellStart"/>
      <w:r>
        <w:t>journalctl</w:t>
      </w:r>
      <w:proofErr w:type="spellEnd"/>
      <w:r>
        <w:t xml:space="preserve">: </w:t>
      </w:r>
    </w:p>
    <w:p w14:paraId="23947483" w14:textId="77777777" w:rsidR="006C589B" w:rsidRDefault="006C589B" w:rsidP="006C589B">
      <w:pPr>
        <w:pStyle w:val="CMDOutput"/>
      </w:pPr>
      <w:r>
        <w:t>Hint: You are currently not seeing messages from other users and the system.</w:t>
      </w:r>
    </w:p>
    <w:p w14:paraId="11468223" w14:textId="77777777" w:rsidR="006C589B" w:rsidRDefault="006C589B" w:rsidP="006C589B">
      <w:pPr>
        <w:pStyle w:val="CMDOutput"/>
      </w:pPr>
      <w:r>
        <w:t xml:space="preserve">      Users in groups '</w:t>
      </w:r>
      <w:proofErr w:type="spellStart"/>
      <w:r>
        <w:t>adm</w:t>
      </w:r>
      <w:proofErr w:type="spellEnd"/>
      <w:r>
        <w:t>', '</w:t>
      </w:r>
      <w:proofErr w:type="spellStart"/>
      <w:r>
        <w:t>systemd</w:t>
      </w:r>
      <w:proofErr w:type="spellEnd"/>
      <w:r>
        <w:t>-journal', 'wheel' can see all messages.</w:t>
      </w:r>
    </w:p>
    <w:p w14:paraId="58FB2333" w14:textId="77777777" w:rsidR="006C589B" w:rsidRDefault="006C589B" w:rsidP="006C589B">
      <w:pPr>
        <w:pStyle w:val="CMDOutput"/>
      </w:pPr>
      <w:r>
        <w:t xml:space="preserve">      Pass -q to turn off this notice.</w:t>
      </w:r>
    </w:p>
    <w:p w14:paraId="358234FE" w14:textId="77777777" w:rsidR="006C589B" w:rsidRDefault="006C589B" w:rsidP="00D94760">
      <w:pPr>
        <w:pStyle w:val="SubStepAlpha"/>
        <w:numPr>
          <w:ilvl w:val="0"/>
          <w:numId w:val="0"/>
        </w:numPr>
        <w:spacing w:after="0"/>
        <w:ind w:left="720"/>
      </w:pPr>
      <w:r>
        <w:t xml:space="preserve">This message reminds you that, because </w:t>
      </w:r>
      <w:r w:rsidRPr="009A0539">
        <w:t>analyst</w:t>
      </w:r>
      <w:r>
        <w:t xml:space="preserve"> is a regular user and not a member of either the</w:t>
      </w:r>
      <w:r w:rsidRPr="009A0539">
        <w:t xml:space="preserve"> </w:t>
      </w:r>
      <w:proofErr w:type="spellStart"/>
      <w:r w:rsidRPr="009A0539">
        <w:t>adm</w:t>
      </w:r>
      <w:proofErr w:type="spellEnd"/>
      <w:r>
        <w:t xml:space="preserve">, </w:t>
      </w:r>
      <w:proofErr w:type="spellStart"/>
      <w:r w:rsidRPr="009A0539">
        <w:t>systemd</w:t>
      </w:r>
      <w:proofErr w:type="spellEnd"/>
      <w:r w:rsidRPr="009A0539">
        <w:t>-journal or wheel</w:t>
      </w:r>
      <w:r>
        <w:t xml:space="preserve"> groups, not all log entries will be displayed by</w:t>
      </w:r>
      <w:r w:rsidRPr="009A0539">
        <w:t xml:space="preserve"> </w:t>
      </w:r>
      <w:proofErr w:type="spellStart"/>
      <w:r w:rsidRPr="009A0539">
        <w:t>journalctl</w:t>
      </w:r>
      <w:proofErr w:type="spellEnd"/>
      <w:r>
        <w:t>. It also states that running</w:t>
      </w:r>
      <w:r w:rsidRPr="009A0539">
        <w:t xml:space="preserve"> </w:t>
      </w:r>
      <w:proofErr w:type="spellStart"/>
      <w:r w:rsidRPr="009A0539">
        <w:t>journalctl</w:t>
      </w:r>
      <w:proofErr w:type="spellEnd"/>
      <w:r w:rsidRPr="009A0539">
        <w:t xml:space="preserve"> with the –q o</w:t>
      </w:r>
      <w:r>
        <w:t>ption suppresses the hint message.</w:t>
      </w:r>
    </w:p>
    <w:p w14:paraId="54710A98" w14:textId="2F014BA2" w:rsidR="00D94760" w:rsidRDefault="00D94760" w:rsidP="00D94760">
      <w:pPr>
        <w:pStyle w:val="Heading4"/>
      </w:pPr>
      <w:r>
        <w:t>Question:</w:t>
      </w:r>
    </w:p>
    <w:p w14:paraId="5F37C977" w14:textId="7359BB3D" w:rsidR="006C589B" w:rsidRDefault="006C589B" w:rsidP="00D94760">
      <w:pPr>
        <w:pStyle w:val="SubStepAlpha"/>
        <w:numPr>
          <w:ilvl w:val="0"/>
          <w:numId w:val="0"/>
        </w:numPr>
        <w:spacing w:before="0"/>
        <w:ind w:left="720"/>
      </w:pPr>
      <w:r>
        <w:t xml:space="preserve">How can you run </w:t>
      </w:r>
      <w:proofErr w:type="spellStart"/>
      <w:r>
        <w:rPr>
          <w:b/>
        </w:rPr>
        <w:t>j</w:t>
      </w:r>
      <w:r w:rsidRPr="007B1E6D">
        <w:rPr>
          <w:b/>
        </w:rPr>
        <w:t>ournalctl</w:t>
      </w:r>
      <w:proofErr w:type="spellEnd"/>
      <w:r>
        <w:t xml:space="preserve"> and see all log entries?</w:t>
      </w:r>
    </w:p>
    <w:p w14:paraId="3CB67DAC" w14:textId="56B95A84" w:rsidR="006C589B" w:rsidRDefault="00D94760" w:rsidP="00D94760">
      <w:pPr>
        <w:pStyle w:val="AnswerLineL50"/>
      </w:pPr>
      <w:r>
        <w:t>Type your answers here.</w:t>
      </w:r>
    </w:p>
    <w:p w14:paraId="3FFFF671" w14:textId="77777777" w:rsidR="006C589B" w:rsidRPr="00813E75" w:rsidRDefault="006C589B" w:rsidP="006C589B">
      <w:pPr>
        <w:pStyle w:val="SubStepAlpha"/>
        <w:numPr>
          <w:ilvl w:val="0"/>
          <w:numId w:val="0"/>
        </w:numPr>
        <w:ind w:left="720"/>
      </w:pPr>
      <w:r w:rsidRPr="00813E75">
        <w:rPr>
          <w:rStyle w:val="AnswerGray"/>
        </w:rPr>
        <w:lastRenderedPageBreak/>
        <w:t xml:space="preserve">Running </w:t>
      </w:r>
      <w:proofErr w:type="spellStart"/>
      <w:r w:rsidRPr="00813E75">
        <w:rPr>
          <w:rStyle w:val="AnswerGray"/>
        </w:rPr>
        <w:t>journalctl</w:t>
      </w:r>
      <w:proofErr w:type="spellEnd"/>
      <w:r w:rsidRPr="00813E75">
        <w:rPr>
          <w:rStyle w:val="AnswerGray"/>
        </w:rPr>
        <w:t xml:space="preserve"> as the root user will display all entries. To run </w:t>
      </w:r>
      <w:proofErr w:type="spellStart"/>
      <w:r w:rsidRPr="00813E75">
        <w:rPr>
          <w:rStyle w:val="AnswerGray"/>
        </w:rPr>
        <w:t>journalctl</w:t>
      </w:r>
      <w:proofErr w:type="spellEnd"/>
      <w:r w:rsidRPr="00813E75">
        <w:rPr>
          <w:rStyle w:val="AnswerGray"/>
        </w:rPr>
        <w:t xml:space="preserve"> as root, prepend the </w:t>
      </w:r>
      <w:proofErr w:type="spellStart"/>
      <w:r w:rsidRPr="00813E75">
        <w:rPr>
          <w:rStyle w:val="AnswerGray"/>
        </w:rPr>
        <w:t>sudo</w:t>
      </w:r>
      <w:proofErr w:type="spellEnd"/>
      <w:r w:rsidRPr="00813E75">
        <w:rPr>
          <w:rStyle w:val="AnswerGray"/>
        </w:rPr>
        <w:t xml:space="preserve"> command to </w:t>
      </w:r>
      <w:proofErr w:type="spellStart"/>
      <w:r w:rsidRPr="00813E75">
        <w:rPr>
          <w:rStyle w:val="AnswerGray"/>
        </w:rPr>
        <w:t>journalctl</w:t>
      </w:r>
      <w:proofErr w:type="spellEnd"/>
      <w:r w:rsidRPr="00813E75">
        <w:rPr>
          <w:rStyle w:val="AnswerGray"/>
        </w:rPr>
        <w:t xml:space="preserve">: </w:t>
      </w:r>
      <w:proofErr w:type="spellStart"/>
      <w:r w:rsidRPr="00813E75">
        <w:rPr>
          <w:rStyle w:val="AnswerGray"/>
        </w:rPr>
        <w:t>sudo</w:t>
      </w:r>
      <w:proofErr w:type="spellEnd"/>
      <w:r w:rsidRPr="00813E75">
        <w:rPr>
          <w:rStyle w:val="AnswerGray"/>
        </w:rPr>
        <w:t xml:space="preserve"> </w:t>
      </w:r>
      <w:proofErr w:type="spellStart"/>
      <w:r w:rsidRPr="00813E75">
        <w:rPr>
          <w:rStyle w:val="AnswerGray"/>
        </w:rPr>
        <w:t>journalctl</w:t>
      </w:r>
      <w:proofErr w:type="spellEnd"/>
      <w:r w:rsidRPr="00813E75">
        <w:rPr>
          <w:rStyle w:val="AnswerGray"/>
        </w:rPr>
        <w:t>.</w:t>
      </w:r>
    </w:p>
    <w:p w14:paraId="599E276A" w14:textId="77777777" w:rsidR="006C589B" w:rsidRDefault="006C589B" w:rsidP="006C589B">
      <w:pPr>
        <w:pStyle w:val="SubStepAlpha"/>
      </w:pPr>
      <w:proofErr w:type="spellStart"/>
      <w:r w:rsidRPr="007B1E6D">
        <w:rPr>
          <w:b/>
        </w:rPr>
        <w:t>journalctl</w:t>
      </w:r>
      <w:proofErr w:type="spellEnd"/>
      <w:r>
        <w:t xml:space="preserve"> includes options to help in filtering the output. Use the </w:t>
      </w:r>
      <w:r w:rsidRPr="007B1E6D">
        <w:rPr>
          <w:b/>
        </w:rPr>
        <w:t>–b</w:t>
      </w:r>
      <w:r>
        <w:t xml:space="preserve"> option to display boot-related log entries:</w:t>
      </w:r>
    </w:p>
    <w:p w14:paraId="235AE999" w14:textId="77777777" w:rsidR="006C589B" w:rsidRPr="007B1E6D" w:rsidRDefault="006C589B" w:rsidP="006C589B">
      <w:pPr>
        <w:pStyle w:val="CMD"/>
      </w:pPr>
      <w:r w:rsidRPr="007B1E6D">
        <w:t>[</w:t>
      </w:r>
      <w:proofErr w:type="spellStart"/>
      <w:r w:rsidRPr="007B1E6D">
        <w:t>analyst@secOps</w:t>
      </w:r>
      <w:proofErr w:type="spellEnd"/>
      <w:r w:rsidRPr="007B1E6D">
        <w:t xml:space="preserve"> </w:t>
      </w:r>
      <w:proofErr w:type="gramStart"/>
      <w:r w:rsidRPr="007B1E6D">
        <w:t>~]$</w:t>
      </w:r>
      <w:proofErr w:type="gramEnd"/>
      <w:r w:rsidRPr="007B1E6D">
        <w:t xml:space="preserve"> </w:t>
      </w:r>
      <w:proofErr w:type="spellStart"/>
      <w:r w:rsidRPr="007B1E6D">
        <w:rPr>
          <w:b/>
        </w:rPr>
        <w:t>sudo</w:t>
      </w:r>
      <w:proofErr w:type="spellEnd"/>
      <w:r w:rsidRPr="007B1E6D">
        <w:rPr>
          <w:b/>
        </w:rPr>
        <w:t xml:space="preserve"> </w:t>
      </w:r>
      <w:proofErr w:type="spellStart"/>
      <w:r w:rsidRPr="007B1E6D">
        <w:rPr>
          <w:b/>
        </w:rPr>
        <w:t>journalctl</w:t>
      </w:r>
      <w:proofErr w:type="spellEnd"/>
      <w:r w:rsidRPr="007B1E6D">
        <w:rPr>
          <w:b/>
        </w:rPr>
        <w:t xml:space="preserve"> -b</w:t>
      </w:r>
    </w:p>
    <w:p w14:paraId="71C04F1F" w14:textId="77777777" w:rsidR="006C589B" w:rsidRPr="007B1E6D" w:rsidRDefault="006C589B" w:rsidP="006C589B">
      <w:pPr>
        <w:pStyle w:val="CMDOutput"/>
      </w:pPr>
      <w:r w:rsidRPr="007B1E6D">
        <w:t>-- Logs begin at Fri 2014-09-26 13:22:51 EDT, end at Fri 2017-03-31 10:18:04 EDT. --</w:t>
      </w:r>
    </w:p>
    <w:p w14:paraId="79A84F78" w14:textId="77777777" w:rsidR="006C589B" w:rsidRPr="007B1E6D" w:rsidRDefault="006C589B" w:rsidP="006C589B">
      <w:pPr>
        <w:pStyle w:val="CMDOutput"/>
      </w:pPr>
      <w:r w:rsidRPr="007B1E6D">
        <w:t xml:space="preserve">Mar 31 05:54:43 </w:t>
      </w:r>
      <w:proofErr w:type="spellStart"/>
      <w:r w:rsidRPr="007B1E6D">
        <w:t>secOps</w:t>
      </w:r>
      <w:proofErr w:type="spellEnd"/>
      <w:r w:rsidRPr="007B1E6D">
        <w:t xml:space="preserve"> </w:t>
      </w:r>
      <w:proofErr w:type="spellStart"/>
      <w:r w:rsidRPr="007B1E6D">
        <w:t>systemd-</w:t>
      </w:r>
      <w:proofErr w:type="gramStart"/>
      <w:r w:rsidRPr="007B1E6D">
        <w:t>journald</w:t>
      </w:r>
      <w:proofErr w:type="spellEnd"/>
      <w:r w:rsidRPr="007B1E6D">
        <w:t>[</w:t>
      </w:r>
      <w:proofErr w:type="gramEnd"/>
      <w:r w:rsidRPr="007B1E6D">
        <w:t>169]: Time spent on flushing to /var is 849us for 0 entries.</w:t>
      </w:r>
    </w:p>
    <w:p w14:paraId="48FDAE7F" w14:textId="77777777" w:rsidR="006C589B" w:rsidRPr="007B1E6D" w:rsidRDefault="006C589B" w:rsidP="006C589B">
      <w:pPr>
        <w:pStyle w:val="CMDOutput"/>
      </w:pPr>
      <w:r w:rsidRPr="007B1E6D">
        <w:t xml:space="preserve">Mar 31 05:54:43 </w:t>
      </w:r>
      <w:proofErr w:type="spellStart"/>
      <w:r w:rsidRPr="007B1E6D">
        <w:t>secOps</w:t>
      </w:r>
      <w:proofErr w:type="spellEnd"/>
      <w:r w:rsidRPr="007B1E6D">
        <w:t xml:space="preserve"> kernel: Linux version 4.8.12-2-ARCH (</w:t>
      </w:r>
      <w:proofErr w:type="spellStart"/>
      <w:r w:rsidRPr="007B1E6D">
        <w:t>builduser@andyrtr</w:t>
      </w:r>
      <w:proofErr w:type="spellEnd"/>
      <w:r w:rsidRPr="007B1E6D">
        <w:t>) (</w:t>
      </w:r>
      <w:proofErr w:type="spellStart"/>
      <w:r w:rsidRPr="007B1E6D">
        <w:t>gcc</w:t>
      </w:r>
      <w:proofErr w:type="spellEnd"/>
      <w:r w:rsidRPr="007B1E6D">
        <w:t xml:space="preserve"> version 6.2.1 20160830 (GCC</w:t>
      </w:r>
      <w:proofErr w:type="gramStart"/>
      <w:r w:rsidRPr="007B1E6D">
        <w:t>) )</w:t>
      </w:r>
      <w:proofErr w:type="gramEnd"/>
      <w:r w:rsidRPr="007B1E6D">
        <w:t xml:space="preserve"> #1 SMP PREEM</w:t>
      </w:r>
    </w:p>
    <w:p w14:paraId="471C1A60" w14:textId="77777777" w:rsidR="006C589B" w:rsidRPr="007B1E6D" w:rsidRDefault="006C589B" w:rsidP="006C589B">
      <w:pPr>
        <w:pStyle w:val="CMDOutput"/>
      </w:pPr>
      <w:r w:rsidRPr="007B1E6D">
        <w:t xml:space="preserve">Mar 31 05:54:43 </w:t>
      </w:r>
      <w:proofErr w:type="spellStart"/>
      <w:r w:rsidRPr="007B1E6D">
        <w:t>secOps</w:t>
      </w:r>
      <w:proofErr w:type="spellEnd"/>
      <w:r w:rsidRPr="007B1E6D">
        <w:t xml:space="preserve"> kernel: x86/</w:t>
      </w:r>
      <w:proofErr w:type="spellStart"/>
      <w:r w:rsidRPr="007B1E6D">
        <w:t>fpu</w:t>
      </w:r>
      <w:proofErr w:type="spellEnd"/>
      <w:r w:rsidRPr="007B1E6D">
        <w:t>: Supporting XSAVE feature 0x001: 'x87 floating point registers'</w:t>
      </w:r>
    </w:p>
    <w:p w14:paraId="1C2C9F5B" w14:textId="77777777" w:rsidR="006C589B" w:rsidRPr="007B1E6D" w:rsidRDefault="006C589B" w:rsidP="006C589B">
      <w:pPr>
        <w:pStyle w:val="CMDOutput"/>
      </w:pPr>
      <w:r w:rsidRPr="007B1E6D">
        <w:t xml:space="preserve">Mar 31 05:54:43 </w:t>
      </w:r>
      <w:proofErr w:type="spellStart"/>
      <w:r w:rsidRPr="007B1E6D">
        <w:t>secOps</w:t>
      </w:r>
      <w:proofErr w:type="spellEnd"/>
      <w:r w:rsidRPr="007B1E6D">
        <w:t xml:space="preserve"> kernel: x86/</w:t>
      </w:r>
      <w:proofErr w:type="spellStart"/>
      <w:r w:rsidRPr="007B1E6D">
        <w:t>fpu</w:t>
      </w:r>
      <w:proofErr w:type="spellEnd"/>
      <w:r w:rsidRPr="007B1E6D">
        <w:t>: Supporting XSAVE feature 0x002: 'SSE registers'</w:t>
      </w:r>
    </w:p>
    <w:p w14:paraId="76EA2EA9" w14:textId="77777777" w:rsidR="006C589B" w:rsidRPr="007B1E6D" w:rsidRDefault="006C589B" w:rsidP="006C589B">
      <w:pPr>
        <w:pStyle w:val="CMDOutput"/>
      </w:pPr>
      <w:r w:rsidRPr="007B1E6D">
        <w:t xml:space="preserve">Mar 31 05:54:43 </w:t>
      </w:r>
      <w:proofErr w:type="spellStart"/>
      <w:r w:rsidRPr="007B1E6D">
        <w:t>secOps</w:t>
      </w:r>
      <w:proofErr w:type="spellEnd"/>
      <w:r w:rsidRPr="007B1E6D">
        <w:t xml:space="preserve"> kernel: x86/</w:t>
      </w:r>
      <w:proofErr w:type="spellStart"/>
      <w:r w:rsidRPr="007B1E6D">
        <w:t>fpu</w:t>
      </w:r>
      <w:proofErr w:type="spellEnd"/>
      <w:r w:rsidRPr="007B1E6D">
        <w:t>: Supporting XSAVE feature 0x004: 'AVX registers'</w:t>
      </w:r>
    </w:p>
    <w:p w14:paraId="110D09FA" w14:textId="77777777" w:rsidR="006C589B" w:rsidRPr="007B1E6D" w:rsidRDefault="006C589B" w:rsidP="006C589B">
      <w:pPr>
        <w:pStyle w:val="CMDOutput"/>
      </w:pPr>
      <w:r w:rsidRPr="007B1E6D">
        <w:t xml:space="preserve">Mar 31 05:54:43 </w:t>
      </w:r>
      <w:proofErr w:type="spellStart"/>
      <w:r w:rsidRPr="007B1E6D">
        <w:t>secOps</w:t>
      </w:r>
      <w:proofErr w:type="spellEnd"/>
      <w:r w:rsidRPr="007B1E6D">
        <w:t xml:space="preserve"> kernel: x86/</w:t>
      </w:r>
      <w:proofErr w:type="spellStart"/>
      <w:r w:rsidRPr="007B1E6D">
        <w:t>fpu</w:t>
      </w:r>
      <w:proofErr w:type="spellEnd"/>
      <w:r w:rsidRPr="007B1E6D">
        <w:t xml:space="preserve">: </w:t>
      </w:r>
      <w:proofErr w:type="spellStart"/>
      <w:r w:rsidRPr="007B1E6D">
        <w:t>xstate_</w:t>
      </w:r>
      <w:proofErr w:type="gramStart"/>
      <w:r w:rsidRPr="007B1E6D">
        <w:t>offset</w:t>
      </w:r>
      <w:proofErr w:type="spellEnd"/>
      <w:r w:rsidRPr="007B1E6D">
        <w:t>[</w:t>
      </w:r>
      <w:proofErr w:type="gramEnd"/>
      <w:r w:rsidRPr="007B1E6D">
        <w:t xml:space="preserve">2]:  576, </w:t>
      </w:r>
      <w:proofErr w:type="spellStart"/>
      <w:r w:rsidRPr="007B1E6D">
        <w:t>xstate_sizes</w:t>
      </w:r>
      <w:proofErr w:type="spellEnd"/>
      <w:r w:rsidRPr="007B1E6D">
        <w:t>[2]:  256</w:t>
      </w:r>
    </w:p>
    <w:p w14:paraId="3C44639C" w14:textId="77777777" w:rsidR="006C589B" w:rsidRPr="007B1E6D" w:rsidRDefault="006C589B" w:rsidP="006C589B">
      <w:pPr>
        <w:pStyle w:val="CMDOutput"/>
      </w:pPr>
      <w:r w:rsidRPr="007B1E6D">
        <w:t xml:space="preserve">Mar 31 05:54:43 </w:t>
      </w:r>
      <w:proofErr w:type="spellStart"/>
      <w:r w:rsidRPr="007B1E6D">
        <w:t>secOps</w:t>
      </w:r>
      <w:proofErr w:type="spellEnd"/>
      <w:r w:rsidRPr="007B1E6D">
        <w:t xml:space="preserve"> kernel: x86/</w:t>
      </w:r>
      <w:proofErr w:type="spellStart"/>
      <w:r w:rsidRPr="007B1E6D">
        <w:t>fpu</w:t>
      </w:r>
      <w:proofErr w:type="spellEnd"/>
      <w:r w:rsidRPr="007B1E6D">
        <w:t xml:space="preserve">: Enabled </w:t>
      </w:r>
      <w:proofErr w:type="spellStart"/>
      <w:r w:rsidRPr="007B1E6D">
        <w:t>xstate</w:t>
      </w:r>
      <w:proofErr w:type="spellEnd"/>
      <w:r w:rsidRPr="007B1E6D">
        <w:t xml:space="preserve"> features 0x7, context size is 832 bytes, using 'standard' format.</w:t>
      </w:r>
    </w:p>
    <w:p w14:paraId="26AE1C75" w14:textId="77777777" w:rsidR="006C589B" w:rsidRPr="007B1E6D" w:rsidRDefault="006C589B" w:rsidP="006C589B">
      <w:pPr>
        <w:pStyle w:val="CMDOutput"/>
      </w:pPr>
      <w:r w:rsidRPr="007B1E6D">
        <w:t xml:space="preserve">Mar 31 05:54:43 </w:t>
      </w:r>
      <w:proofErr w:type="spellStart"/>
      <w:r w:rsidRPr="007B1E6D">
        <w:t>secOps</w:t>
      </w:r>
      <w:proofErr w:type="spellEnd"/>
      <w:r w:rsidRPr="007B1E6D">
        <w:t xml:space="preserve"> kernel: x86/</w:t>
      </w:r>
      <w:proofErr w:type="spellStart"/>
      <w:r w:rsidRPr="007B1E6D">
        <w:t>fpu</w:t>
      </w:r>
      <w:proofErr w:type="spellEnd"/>
      <w:r w:rsidRPr="007B1E6D">
        <w:t>: Using 'eager' FPU context switches.</w:t>
      </w:r>
    </w:p>
    <w:p w14:paraId="0086849B" w14:textId="77777777" w:rsidR="006C589B" w:rsidRPr="007B1E6D" w:rsidRDefault="006C589B" w:rsidP="006C589B">
      <w:pPr>
        <w:pStyle w:val="CMDOutput"/>
      </w:pPr>
      <w:r w:rsidRPr="007B1E6D">
        <w:t xml:space="preserve">Mar 31 05:54:43 </w:t>
      </w:r>
      <w:proofErr w:type="spellStart"/>
      <w:r w:rsidRPr="007B1E6D">
        <w:t>secOps</w:t>
      </w:r>
      <w:proofErr w:type="spellEnd"/>
      <w:r w:rsidRPr="007B1E6D">
        <w:t xml:space="preserve"> kernel: e820: BIOS-provided physical RAM map:</w:t>
      </w:r>
    </w:p>
    <w:p w14:paraId="4399E874" w14:textId="77777777" w:rsidR="006C589B" w:rsidRPr="007B1E6D" w:rsidRDefault="006C589B" w:rsidP="006C589B">
      <w:pPr>
        <w:pStyle w:val="CMDOutput"/>
      </w:pPr>
      <w:r w:rsidRPr="007B1E6D">
        <w:t xml:space="preserve">Mar 31 05:54:43 </w:t>
      </w:r>
      <w:proofErr w:type="spellStart"/>
      <w:r w:rsidRPr="007B1E6D">
        <w:t>secOps</w:t>
      </w:r>
      <w:proofErr w:type="spellEnd"/>
      <w:r w:rsidRPr="007B1E6D">
        <w:t xml:space="preserve"> kernel: BIOS-e820: [mem 0x0000000000000000-0x000000000009fbff] usable</w:t>
      </w:r>
    </w:p>
    <w:p w14:paraId="02778230" w14:textId="77777777" w:rsidR="006C589B" w:rsidRPr="007B1E6D" w:rsidRDefault="006C589B" w:rsidP="006C589B">
      <w:pPr>
        <w:pStyle w:val="CMDOutput"/>
      </w:pPr>
      <w:r w:rsidRPr="007B1E6D">
        <w:t xml:space="preserve">Mar 31 05:54:43 </w:t>
      </w:r>
      <w:proofErr w:type="spellStart"/>
      <w:r w:rsidRPr="007B1E6D">
        <w:t>secOps</w:t>
      </w:r>
      <w:proofErr w:type="spellEnd"/>
      <w:r w:rsidRPr="007B1E6D">
        <w:t xml:space="preserve"> kernel: BIOS-e820: [mem 0x000000000009fc00-0x000000000009ffff] reserved</w:t>
      </w:r>
    </w:p>
    <w:p w14:paraId="3DCA146C" w14:textId="77777777" w:rsidR="006C589B" w:rsidRPr="00D47E19" w:rsidRDefault="006C589B" w:rsidP="006C589B">
      <w:pPr>
        <w:pStyle w:val="CMDOutput"/>
        <w:rPr>
          <w:lang w:val="pt-BR"/>
        </w:rPr>
      </w:pPr>
      <w:r w:rsidRPr="00D47E19">
        <w:rPr>
          <w:lang w:val="pt-BR"/>
        </w:rPr>
        <w:t>Mar 31 05:54:43 secOps kernel: BIOS-e820: [mem 0x00000000000f0000-0x00000000000fffff] reserved</w:t>
      </w:r>
    </w:p>
    <w:p w14:paraId="0C7E5ACB" w14:textId="77777777" w:rsidR="006C589B" w:rsidRPr="00D47E19" w:rsidRDefault="006C589B" w:rsidP="006C589B">
      <w:pPr>
        <w:pStyle w:val="CMDOutput"/>
        <w:rPr>
          <w:lang w:val="pt-BR"/>
        </w:rPr>
      </w:pPr>
      <w:r w:rsidRPr="00D47E19">
        <w:rPr>
          <w:lang w:val="pt-BR"/>
        </w:rPr>
        <w:t>Mar 31 05:54:43 secOps kernel: BIOS-e820: [mem 0x0000000000100000-0x000000007ffeffff] usable</w:t>
      </w:r>
    </w:p>
    <w:p w14:paraId="666DC2E9" w14:textId="77777777" w:rsidR="006C589B" w:rsidRPr="007B1E6D" w:rsidRDefault="006C589B" w:rsidP="006C589B">
      <w:pPr>
        <w:pStyle w:val="CMDOutput"/>
      </w:pPr>
      <w:r>
        <w:t>&lt;some output omitted&gt;</w:t>
      </w:r>
    </w:p>
    <w:p w14:paraId="1BDB4215" w14:textId="77777777" w:rsidR="006C589B" w:rsidRPr="004B56AB" w:rsidRDefault="006C589B" w:rsidP="006C589B">
      <w:pPr>
        <w:pStyle w:val="SubStepAlpha"/>
      </w:pPr>
      <w:r>
        <w:t xml:space="preserve">To see entries related to the last boot, add the </w:t>
      </w:r>
      <w:r w:rsidRPr="007B1E6D">
        <w:rPr>
          <w:b/>
        </w:rPr>
        <w:t>-1</w:t>
      </w:r>
      <w:r w:rsidRPr="00056D6E">
        <w:t xml:space="preserve"> </w:t>
      </w:r>
      <w:r>
        <w:t xml:space="preserve">to the command above. To see entries related to the two last boots, add the </w:t>
      </w:r>
      <w:r w:rsidRPr="007B1E6D">
        <w:rPr>
          <w:b/>
        </w:rPr>
        <w:t>-2</w:t>
      </w:r>
      <w:r>
        <w:t xml:space="preserve"> option.</w:t>
      </w:r>
    </w:p>
    <w:p w14:paraId="4582E683" w14:textId="77777777" w:rsidR="006C589B" w:rsidRPr="007B1E6D" w:rsidRDefault="006C589B" w:rsidP="006C589B">
      <w:pPr>
        <w:pStyle w:val="CMD"/>
      </w:pPr>
      <w:r w:rsidRPr="007B1E6D">
        <w:t>[</w:t>
      </w:r>
      <w:proofErr w:type="spellStart"/>
      <w:r w:rsidRPr="007B1E6D">
        <w:t>analyst@secOps</w:t>
      </w:r>
      <w:proofErr w:type="spellEnd"/>
      <w:r w:rsidRPr="007B1E6D">
        <w:t xml:space="preserve"> </w:t>
      </w:r>
      <w:proofErr w:type="gramStart"/>
      <w:r w:rsidRPr="007B1E6D">
        <w:t>~]$</w:t>
      </w:r>
      <w:proofErr w:type="gramEnd"/>
      <w:r w:rsidRPr="007B1E6D">
        <w:t xml:space="preserve"> </w:t>
      </w:r>
      <w:proofErr w:type="spellStart"/>
      <w:r w:rsidRPr="007B1E6D">
        <w:rPr>
          <w:b/>
        </w:rPr>
        <w:t>sudo</w:t>
      </w:r>
      <w:proofErr w:type="spellEnd"/>
      <w:r w:rsidRPr="007B1E6D">
        <w:rPr>
          <w:b/>
        </w:rPr>
        <w:t xml:space="preserve"> </w:t>
      </w:r>
      <w:proofErr w:type="spellStart"/>
      <w:r w:rsidRPr="007B1E6D">
        <w:rPr>
          <w:b/>
        </w:rPr>
        <w:t>journalctl</w:t>
      </w:r>
      <w:proofErr w:type="spellEnd"/>
      <w:r w:rsidRPr="007B1E6D">
        <w:rPr>
          <w:b/>
        </w:rPr>
        <w:t xml:space="preserve"> –b -2</w:t>
      </w:r>
    </w:p>
    <w:p w14:paraId="49D202FC" w14:textId="77777777" w:rsidR="006C589B" w:rsidRPr="007B1E6D" w:rsidRDefault="006C589B" w:rsidP="006C589B">
      <w:pPr>
        <w:pStyle w:val="CMDOutput"/>
      </w:pPr>
      <w:r w:rsidRPr="007B1E6D">
        <w:t>-- Logs begin at Fri 2014-09-26 13:22:51 EDT, end at Fri 2017-03-31 10:21:03 EDT. --</w:t>
      </w:r>
    </w:p>
    <w:p w14:paraId="18C95DC2" w14:textId="77777777" w:rsidR="006C589B" w:rsidRPr="007B1E6D" w:rsidRDefault="006C589B" w:rsidP="006C589B">
      <w:pPr>
        <w:pStyle w:val="CMDOutput"/>
      </w:pPr>
      <w:r w:rsidRPr="007B1E6D">
        <w:t xml:space="preserve">Mar 22 09:35:11 </w:t>
      </w:r>
      <w:proofErr w:type="spellStart"/>
      <w:r w:rsidRPr="007B1E6D">
        <w:t>secOps</w:t>
      </w:r>
      <w:proofErr w:type="spellEnd"/>
      <w:r w:rsidRPr="007B1E6D">
        <w:t xml:space="preserve"> </w:t>
      </w:r>
      <w:proofErr w:type="spellStart"/>
      <w:r w:rsidRPr="007B1E6D">
        <w:t>systemd-</w:t>
      </w:r>
      <w:proofErr w:type="gramStart"/>
      <w:r w:rsidRPr="007B1E6D">
        <w:t>journald</w:t>
      </w:r>
      <w:proofErr w:type="spellEnd"/>
      <w:r w:rsidRPr="007B1E6D">
        <w:t>[</w:t>
      </w:r>
      <w:proofErr w:type="gramEnd"/>
      <w:r w:rsidRPr="007B1E6D">
        <w:t>181]: Time spent on flushing to /var is 4.204ms for 0 entries.</w:t>
      </w:r>
    </w:p>
    <w:p w14:paraId="001E97A6" w14:textId="77777777" w:rsidR="006C589B" w:rsidRPr="007B1E6D" w:rsidRDefault="006C589B" w:rsidP="006C589B">
      <w:pPr>
        <w:pStyle w:val="CMDOutput"/>
      </w:pPr>
      <w:r w:rsidRPr="007B1E6D">
        <w:t xml:space="preserve">Mar 22 09:35:11 </w:t>
      </w:r>
      <w:proofErr w:type="spellStart"/>
      <w:r w:rsidRPr="007B1E6D">
        <w:t>secOps</w:t>
      </w:r>
      <w:proofErr w:type="spellEnd"/>
      <w:r w:rsidRPr="007B1E6D">
        <w:t xml:space="preserve"> kernel: Linux version 4.8.12-2-ARCH (</w:t>
      </w:r>
      <w:proofErr w:type="spellStart"/>
      <w:r w:rsidRPr="007B1E6D">
        <w:t>builduser@andyrtr</w:t>
      </w:r>
      <w:proofErr w:type="spellEnd"/>
      <w:r w:rsidRPr="007B1E6D">
        <w:t>) (</w:t>
      </w:r>
      <w:proofErr w:type="spellStart"/>
      <w:r w:rsidRPr="007B1E6D">
        <w:t>gcc</w:t>
      </w:r>
      <w:proofErr w:type="spellEnd"/>
      <w:r w:rsidRPr="007B1E6D">
        <w:t xml:space="preserve"> version 6.2.1 20160830 (GCC</w:t>
      </w:r>
      <w:proofErr w:type="gramStart"/>
      <w:r w:rsidRPr="007B1E6D">
        <w:t>) )</w:t>
      </w:r>
      <w:proofErr w:type="gramEnd"/>
      <w:r w:rsidRPr="007B1E6D">
        <w:t xml:space="preserve"> #1 SMP PREEM</w:t>
      </w:r>
    </w:p>
    <w:p w14:paraId="30AC6950" w14:textId="77777777" w:rsidR="006C589B" w:rsidRPr="007B1E6D" w:rsidRDefault="006C589B" w:rsidP="006C589B">
      <w:pPr>
        <w:pStyle w:val="CMDOutput"/>
      </w:pPr>
      <w:r w:rsidRPr="007B1E6D">
        <w:t xml:space="preserve">Mar 22 09:35:11 </w:t>
      </w:r>
      <w:proofErr w:type="spellStart"/>
      <w:r w:rsidRPr="007B1E6D">
        <w:t>secOps</w:t>
      </w:r>
      <w:proofErr w:type="spellEnd"/>
      <w:r w:rsidRPr="007B1E6D">
        <w:t xml:space="preserve"> kernel: x86/</w:t>
      </w:r>
      <w:proofErr w:type="spellStart"/>
      <w:r w:rsidRPr="007B1E6D">
        <w:t>fpu</w:t>
      </w:r>
      <w:proofErr w:type="spellEnd"/>
      <w:r w:rsidRPr="007B1E6D">
        <w:t>: Supporting XSAVE feature 0x001: 'x87 floating point registers'</w:t>
      </w:r>
    </w:p>
    <w:p w14:paraId="6150E9C5" w14:textId="77777777" w:rsidR="006C589B" w:rsidRPr="007B1E6D" w:rsidRDefault="006C589B" w:rsidP="006C589B">
      <w:pPr>
        <w:pStyle w:val="CMDOutput"/>
      </w:pPr>
      <w:r w:rsidRPr="007B1E6D">
        <w:t xml:space="preserve">Mar 22 09:35:11 </w:t>
      </w:r>
      <w:proofErr w:type="spellStart"/>
      <w:r w:rsidRPr="007B1E6D">
        <w:t>secOps</w:t>
      </w:r>
      <w:proofErr w:type="spellEnd"/>
      <w:r w:rsidRPr="007B1E6D">
        <w:t xml:space="preserve"> kernel: x86/</w:t>
      </w:r>
      <w:proofErr w:type="spellStart"/>
      <w:r w:rsidRPr="007B1E6D">
        <w:t>fpu</w:t>
      </w:r>
      <w:proofErr w:type="spellEnd"/>
      <w:r w:rsidRPr="007B1E6D">
        <w:t>: Supporting XSAVE feature 0x002: 'SSE registers'</w:t>
      </w:r>
    </w:p>
    <w:p w14:paraId="78250C45" w14:textId="77777777" w:rsidR="006C589B" w:rsidRPr="007B1E6D" w:rsidRDefault="006C589B" w:rsidP="006C589B">
      <w:pPr>
        <w:pStyle w:val="CMDOutput"/>
      </w:pPr>
      <w:r w:rsidRPr="007B1E6D">
        <w:t xml:space="preserve">Mar 22 09:35:11 </w:t>
      </w:r>
      <w:proofErr w:type="spellStart"/>
      <w:r w:rsidRPr="007B1E6D">
        <w:t>secOps</w:t>
      </w:r>
      <w:proofErr w:type="spellEnd"/>
      <w:r w:rsidRPr="007B1E6D">
        <w:t xml:space="preserve"> kernel: x86/</w:t>
      </w:r>
      <w:proofErr w:type="spellStart"/>
      <w:r w:rsidRPr="007B1E6D">
        <w:t>fpu</w:t>
      </w:r>
      <w:proofErr w:type="spellEnd"/>
      <w:r w:rsidRPr="007B1E6D">
        <w:t>: Supporting XSAVE feature 0x004: 'AVX registers'</w:t>
      </w:r>
    </w:p>
    <w:p w14:paraId="4054ADE0" w14:textId="77777777" w:rsidR="006C589B" w:rsidRPr="007B1E6D" w:rsidRDefault="006C589B" w:rsidP="006C589B">
      <w:pPr>
        <w:pStyle w:val="CMDOutput"/>
      </w:pPr>
      <w:r w:rsidRPr="007B1E6D">
        <w:t xml:space="preserve">Mar 22 09:35:11 </w:t>
      </w:r>
      <w:proofErr w:type="spellStart"/>
      <w:r w:rsidRPr="007B1E6D">
        <w:t>secOps</w:t>
      </w:r>
      <w:proofErr w:type="spellEnd"/>
      <w:r w:rsidRPr="007B1E6D">
        <w:t xml:space="preserve"> kernel: x86/</w:t>
      </w:r>
      <w:proofErr w:type="spellStart"/>
      <w:r w:rsidRPr="007B1E6D">
        <w:t>fpu</w:t>
      </w:r>
      <w:proofErr w:type="spellEnd"/>
      <w:r w:rsidRPr="007B1E6D">
        <w:t xml:space="preserve">: </w:t>
      </w:r>
      <w:proofErr w:type="spellStart"/>
      <w:r w:rsidRPr="007B1E6D">
        <w:t>xstate_</w:t>
      </w:r>
      <w:proofErr w:type="gramStart"/>
      <w:r w:rsidRPr="007B1E6D">
        <w:t>offset</w:t>
      </w:r>
      <w:proofErr w:type="spellEnd"/>
      <w:r w:rsidRPr="007B1E6D">
        <w:t>[</w:t>
      </w:r>
      <w:proofErr w:type="gramEnd"/>
      <w:r w:rsidRPr="007B1E6D">
        <w:t xml:space="preserve">2]:  576, </w:t>
      </w:r>
      <w:proofErr w:type="spellStart"/>
      <w:r w:rsidRPr="007B1E6D">
        <w:t>xstate_sizes</w:t>
      </w:r>
      <w:proofErr w:type="spellEnd"/>
      <w:r w:rsidRPr="007B1E6D">
        <w:t>[2]:  256</w:t>
      </w:r>
    </w:p>
    <w:p w14:paraId="0B9F3921" w14:textId="77777777" w:rsidR="006C589B" w:rsidRPr="007B1E6D" w:rsidRDefault="006C589B" w:rsidP="006C589B">
      <w:pPr>
        <w:pStyle w:val="CMDOutput"/>
      </w:pPr>
      <w:r w:rsidRPr="007B1E6D">
        <w:t xml:space="preserve">Mar 22 09:35:11 </w:t>
      </w:r>
      <w:proofErr w:type="spellStart"/>
      <w:r w:rsidRPr="007B1E6D">
        <w:t>secOps</w:t>
      </w:r>
      <w:proofErr w:type="spellEnd"/>
      <w:r w:rsidRPr="007B1E6D">
        <w:t xml:space="preserve"> kernel: x86/</w:t>
      </w:r>
      <w:proofErr w:type="spellStart"/>
      <w:r w:rsidRPr="007B1E6D">
        <w:t>fpu</w:t>
      </w:r>
      <w:proofErr w:type="spellEnd"/>
      <w:r w:rsidRPr="007B1E6D">
        <w:t xml:space="preserve">: Enabled </w:t>
      </w:r>
      <w:proofErr w:type="spellStart"/>
      <w:r w:rsidRPr="007B1E6D">
        <w:t>xstate</w:t>
      </w:r>
      <w:proofErr w:type="spellEnd"/>
      <w:r w:rsidRPr="007B1E6D">
        <w:t xml:space="preserve"> features 0x7, context size is 832 bytes, using 'standard' format.</w:t>
      </w:r>
    </w:p>
    <w:p w14:paraId="765F56CA" w14:textId="77777777" w:rsidR="006C589B" w:rsidRPr="007B1E6D" w:rsidRDefault="006C589B" w:rsidP="006C589B">
      <w:pPr>
        <w:pStyle w:val="CMDOutput"/>
      </w:pPr>
      <w:r w:rsidRPr="007B1E6D">
        <w:t xml:space="preserve">Mar 22 09:35:11 </w:t>
      </w:r>
      <w:proofErr w:type="spellStart"/>
      <w:r w:rsidRPr="007B1E6D">
        <w:t>secOps</w:t>
      </w:r>
      <w:proofErr w:type="spellEnd"/>
      <w:r w:rsidRPr="007B1E6D">
        <w:t xml:space="preserve"> kernel: x86/</w:t>
      </w:r>
      <w:proofErr w:type="spellStart"/>
      <w:r w:rsidRPr="007B1E6D">
        <w:t>fpu</w:t>
      </w:r>
      <w:proofErr w:type="spellEnd"/>
      <w:r w:rsidRPr="007B1E6D">
        <w:t>: Using 'eager' FPU context switches.</w:t>
      </w:r>
    </w:p>
    <w:p w14:paraId="42917F3D" w14:textId="77777777" w:rsidR="006C589B" w:rsidRPr="007B1E6D" w:rsidRDefault="006C589B" w:rsidP="006C589B">
      <w:pPr>
        <w:pStyle w:val="CMDOutput"/>
      </w:pPr>
      <w:r w:rsidRPr="007B1E6D">
        <w:t xml:space="preserve">Mar 22 09:35:11 </w:t>
      </w:r>
      <w:proofErr w:type="spellStart"/>
      <w:r w:rsidRPr="007B1E6D">
        <w:t>secOps</w:t>
      </w:r>
      <w:proofErr w:type="spellEnd"/>
      <w:r w:rsidRPr="007B1E6D">
        <w:t xml:space="preserve"> kernel: e820: BIOS-provided physical RAM map:</w:t>
      </w:r>
    </w:p>
    <w:p w14:paraId="62CB2ABD" w14:textId="77777777" w:rsidR="006C589B" w:rsidRPr="007B1E6D" w:rsidRDefault="006C589B" w:rsidP="006C589B">
      <w:pPr>
        <w:pStyle w:val="CMDOutput"/>
      </w:pPr>
      <w:r w:rsidRPr="007B1E6D">
        <w:t xml:space="preserve">Mar 22 09:35:11 </w:t>
      </w:r>
      <w:proofErr w:type="spellStart"/>
      <w:r w:rsidRPr="007B1E6D">
        <w:t>secOps</w:t>
      </w:r>
      <w:proofErr w:type="spellEnd"/>
      <w:r w:rsidRPr="007B1E6D">
        <w:t xml:space="preserve"> kernel: BIOS-e820: [mem 0x0000000000000000-0x000000000009fbff] usable</w:t>
      </w:r>
    </w:p>
    <w:p w14:paraId="27337DDC" w14:textId="77777777" w:rsidR="006C589B" w:rsidRPr="007B1E6D" w:rsidRDefault="006C589B" w:rsidP="006C589B">
      <w:pPr>
        <w:pStyle w:val="CMDOutput"/>
      </w:pPr>
      <w:r w:rsidRPr="007B1E6D">
        <w:lastRenderedPageBreak/>
        <w:t xml:space="preserve">Mar 22 09:35:11 </w:t>
      </w:r>
      <w:proofErr w:type="spellStart"/>
      <w:r w:rsidRPr="007B1E6D">
        <w:t>secOps</w:t>
      </w:r>
      <w:proofErr w:type="spellEnd"/>
      <w:r w:rsidRPr="007B1E6D">
        <w:t xml:space="preserve"> kernel: BIOS-e820: [mem 0x000000000009fc00-0x000000000009ffff] reserved</w:t>
      </w:r>
    </w:p>
    <w:p w14:paraId="7D703BA8" w14:textId="77777777" w:rsidR="006C589B" w:rsidRPr="00D47E19" w:rsidRDefault="006C589B" w:rsidP="006C589B">
      <w:pPr>
        <w:pStyle w:val="CMDOutput"/>
        <w:rPr>
          <w:lang w:val="pt-BR"/>
        </w:rPr>
      </w:pPr>
      <w:r w:rsidRPr="00D47E19">
        <w:rPr>
          <w:lang w:val="pt-BR"/>
        </w:rPr>
        <w:t>Mar 22 09:35:11 secOps kernel: BIOS-e820: [mem 0x00000000000f0000-0x00000000000fffff] reserved</w:t>
      </w:r>
    </w:p>
    <w:p w14:paraId="55AD9AF5" w14:textId="77777777" w:rsidR="006C589B" w:rsidRPr="00D47E19" w:rsidRDefault="006C589B" w:rsidP="006C589B">
      <w:pPr>
        <w:pStyle w:val="CMDOutput"/>
        <w:rPr>
          <w:lang w:val="pt-BR"/>
        </w:rPr>
      </w:pPr>
      <w:r w:rsidRPr="00D47E19">
        <w:rPr>
          <w:lang w:val="pt-BR"/>
        </w:rPr>
        <w:t>Mar 22 09:35:11 secOps kernel: BIOS-e820: [mem 0x0000000000100000-0x000000007ffeffff] usable</w:t>
      </w:r>
    </w:p>
    <w:p w14:paraId="001E9DD2" w14:textId="77777777" w:rsidR="006C589B" w:rsidRPr="00D47E19" w:rsidRDefault="006C589B" w:rsidP="006C589B">
      <w:pPr>
        <w:pStyle w:val="CMDOutput"/>
        <w:rPr>
          <w:lang w:val="pt-BR"/>
        </w:rPr>
      </w:pPr>
      <w:r w:rsidRPr="00D47E19">
        <w:rPr>
          <w:lang w:val="pt-BR"/>
        </w:rPr>
        <w:t>Mar 22 09:35:11 secOps kernel: BIOS-e820: [mem 0x000000007fff0000-0x000000007fffffff] ACPI data</w:t>
      </w:r>
    </w:p>
    <w:p w14:paraId="31993B96" w14:textId="77777777" w:rsidR="006C589B" w:rsidRPr="00D47E19" w:rsidRDefault="006C589B" w:rsidP="006C589B">
      <w:pPr>
        <w:pStyle w:val="CMDOutput"/>
        <w:rPr>
          <w:lang w:val="pt-BR"/>
        </w:rPr>
      </w:pPr>
      <w:r w:rsidRPr="00D47E19">
        <w:rPr>
          <w:lang w:val="pt-BR"/>
        </w:rPr>
        <w:t>Mar 22 09:35:11 secOps kernel: BIOS-e820: [mem 0x00000000fec00000-0x00000000fec00fff] reserved</w:t>
      </w:r>
    </w:p>
    <w:p w14:paraId="5E8FA91B" w14:textId="77777777" w:rsidR="006C589B" w:rsidRPr="007B1E6D" w:rsidRDefault="006C589B" w:rsidP="006C589B">
      <w:pPr>
        <w:pStyle w:val="CMDOutput"/>
      </w:pPr>
      <w:r w:rsidRPr="007B1E6D">
        <w:t xml:space="preserve">Mar 22 09:35:11 </w:t>
      </w:r>
      <w:proofErr w:type="spellStart"/>
      <w:r w:rsidRPr="007B1E6D">
        <w:t>secOps</w:t>
      </w:r>
      <w:proofErr w:type="spellEnd"/>
      <w:r w:rsidRPr="007B1E6D">
        <w:t xml:space="preserve"> kernel: BIOS-e820: [mem 0x00000000fee000</w:t>
      </w:r>
      <w:r>
        <w:t>00-0x00000000fee00fff] reserved</w:t>
      </w:r>
    </w:p>
    <w:p w14:paraId="48576133" w14:textId="77777777" w:rsidR="006C589B" w:rsidRPr="007B1E6D" w:rsidRDefault="006C589B" w:rsidP="006C589B">
      <w:pPr>
        <w:pStyle w:val="CMDOutput"/>
      </w:pPr>
      <w:r w:rsidRPr="007B1E6D">
        <w:t>&lt;some output omitted&gt;</w:t>
      </w:r>
    </w:p>
    <w:p w14:paraId="5B38CD0C" w14:textId="77777777" w:rsidR="006C589B" w:rsidRDefault="006C589B" w:rsidP="006C589B">
      <w:pPr>
        <w:pStyle w:val="SubStepAlpha"/>
      </w:pPr>
      <w:r>
        <w:t xml:space="preserve">Use the </w:t>
      </w:r>
      <w:r w:rsidRPr="009A0539">
        <w:rPr>
          <w:b/>
        </w:rPr>
        <w:t>--</w:t>
      </w:r>
      <w:r w:rsidRPr="007B1E6D">
        <w:rPr>
          <w:b/>
        </w:rPr>
        <w:t>list-boots</w:t>
      </w:r>
      <w:r>
        <w:t xml:space="preserve"> option to list previous boots:</w:t>
      </w:r>
    </w:p>
    <w:p w14:paraId="2D1F384D" w14:textId="77777777" w:rsidR="006C589B" w:rsidRPr="005B7F73" w:rsidRDefault="006C589B" w:rsidP="006C589B">
      <w:pPr>
        <w:pStyle w:val="CMD"/>
      </w:pPr>
      <w:r w:rsidRPr="005B7F73">
        <w:t>[</w:t>
      </w:r>
      <w:proofErr w:type="spellStart"/>
      <w:r w:rsidRPr="005B7F73">
        <w:t>analyst@secOps</w:t>
      </w:r>
      <w:proofErr w:type="spellEnd"/>
      <w:r w:rsidRPr="005B7F73">
        <w:t xml:space="preserve"> </w:t>
      </w:r>
      <w:proofErr w:type="gramStart"/>
      <w:r w:rsidRPr="005B7F73">
        <w:t>~]$</w:t>
      </w:r>
      <w:proofErr w:type="gramEnd"/>
      <w:r w:rsidRPr="005B7F73">
        <w:t xml:space="preserve"> </w:t>
      </w:r>
      <w:proofErr w:type="spellStart"/>
      <w:r w:rsidRPr="005B7F73">
        <w:rPr>
          <w:b/>
        </w:rPr>
        <w:t>sudo</w:t>
      </w:r>
      <w:proofErr w:type="spellEnd"/>
      <w:r w:rsidRPr="005B7F73">
        <w:rPr>
          <w:b/>
        </w:rPr>
        <w:t xml:space="preserve"> </w:t>
      </w:r>
      <w:proofErr w:type="spellStart"/>
      <w:r w:rsidRPr="005B7F73">
        <w:rPr>
          <w:b/>
        </w:rPr>
        <w:t>journalctl</w:t>
      </w:r>
      <w:proofErr w:type="spellEnd"/>
      <w:r w:rsidRPr="005B7F73">
        <w:rPr>
          <w:b/>
        </w:rPr>
        <w:t xml:space="preserve"> –-list-boots</w:t>
      </w:r>
    </w:p>
    <w:p w14:paraId="21BFADE1" w14:textId="77777777" w:rsidR="006C589B" w:rsidRPr="005B7F73" w:rsidRDefault="006C589B" w:rsidP="006C589B">
      <w:pPr>
        <w:pStyle w:val="CMDOutput"/>
      </w:pPr>
      <w:r w:rsidRPr="005B7F73">
        <w:t>-144 fbef03a1b59c40429f3e083613ab775a Fri 2014-09-26 13:22:51 EDT—Fri 2014-09-26 14:05:00 EDT</w:t>
      </w:r>
    </w:p>
    <w:p w14:paraId="517E444A" w14:textId="77777777" w:rsidR="006C589B" w:rsidRPr="005B7F73" w:rsidRDefault="006C589B" w:rsidP="006C589B">
      <w:pPr>
        <w:pStyle w:val="CMDOutput"/>
      </w:pPr>
      <w:r w:rsidRPr="005B7F73">
        <w:t>-143 69ebae646d6b41f0b3de9401cb3aa591 Fri 2014-09-26 14:05:07 EDT—Fri 2014-09-26 20:35:29 EDT</w:t>
      </w:r>
    </w:p>
    <w:p w14:paraId="740EA385" w14:textId="77777777" w:rsidR="006C589B" w:rsidRPr="005B7F73" w:rsidRDefault="006C589B" w:rsidP="006C589B">
      <w:pPr>
        <w:pStyle w:val="CMDOutput"/>
      </w:pPr>
      <w:r w:rsidRPr="005B7F73">
        <w:t>-142 73a305f65dea41e787b164411dfc6750 Fri 2014-09-26 20:35:34 EDT—Fri 2014-09-26 20:52:22 EDT</w:t>
      </w:r>
    </w:p>
    <w:p w14:paraId="70A420F2" w14:textId="77777777" w:rsidR="006C589B" w:rsidRPr="005B7F73" w:rsidRDefault="006C589B" w:rsidP="006C589B">
      <w:pPr>
        <w:pStyle w:val="CMDOutput"/>
      </w:pPr>
      <w:r w:rsidRPr="005B7F73">
        <w:t>-141 48a113d5d2f44979a849c9c0d9ecdfa2 Fri 2014-09-26 20:52:33 EDT—Fri 2014-09-26 21:08:35 EDT</w:t>
      </w:r>
    </w:p>
    <w:p w14:paraId="6390D906" w14:textId="77777777" w:rsidR="006C589B" w:rsidRPr="005B7F73" w:rsidRDefault="006C589B" w:rsidP="006C589B">
      <w:pPr>
        <w:pStyle w:val="CMDOutput"/>
      </w:pPr>
      <w:r w:rsidRPr="005B7F73">
        <w:t>-140 002af74c3fc44008a882384f546c438d Fri 2014-09-26 21:08:45 EDT—Fri 2014-09-26 21:16:39 EDT</w:t>
      </w:r>
    </w:p>
    <w:p w14:paraId="46E2B7C9" w14:textId="77777777" w:rsidR="006C589B" w:rsidRPr="00D47E19" w:rsidRDefault="006C589B" w:rsidP="006C589B">
      <w:pPr>
        <w:pStyle w:val="CMDOutput"/>
        <w:rPr>
          <w:lang w:val="pt-BR"/>
        </w:rPr>
      </w:pPr>
      <w:r w:rsidRPr="00D47E19">
        <w:rPr>
          <w:lang w:val="pt-BR"/>
        </w:rPr>
        <w:t>-139 f3ca1d06495c4e26b367e6867f03374c Fri 2014-09-26 21:16:47 EDT—Fri 2014-09-26 21:50:19 EDT</w:t>
      </w:r>
    </w:p>
    <w:p w14:paraId="02B1767C" w14:textId="77777777" w:rsidR="006C589B" w:rsidRPr="00D47E19" w:rsidRDefault="006C589B" w:rsidP="006C589B">
      <w:pPr>
        <w:pStyle w:val="CMDOutput"/>
        <w:rPr>
          <w:lang w:val="pt-BR"/>
        </w:rPr>
      </w:pPr>
      <w:r w:rsidRPr="00D47E19">
        <w:rPr>
          <w:lang w:val="pt-BR"/>
        </w:rPr>
        <w:t>-138 bd232f288e544a79aa3bc444e02185a8 Fri 2014-09-26 21:50:28 EDT—Fri 2014-09-26 22:33:13 EDT</w:t>
      </w:r>
    </w:p>
    <w:p w14:paraId="6D1B2C11" w14:textId="77777777" w:rsidR="006C589B" w:rsidRPr="005B7F73" w:rsidRDefault="006C589B" w:rsidP="006C589B">
      <w:pPr>
        <w:pStyle w:val="CMDOutput"/>
      </w:pPr>
      <w:r w:rsidRPr="005B7F73">
        <w:t>-137 2097c11f249c431aa8ad8da31a5b26d1 Fri 2014-09-26 22:40:39 EDT—Fri 2014-09-26 23:55:46 EDT</w:t>
      </w:r>
    </w:p>
    <w:p w14:paraId="46766AC9" w14:textId="77777777" w:rsidR="006C589B" w:rsidRPr="005B7F73" w:rsidRDefault="006C589B" w:rsidP="006C589B">
      <w:pPr>
        <w:pStyle w:val="CMDOutput"/>
      </w:pPr>
      <w:r w:rsidRPr="005B7F73">
        <w:t>-136 b24d5e718a724b18b352e9b2daed3db6 Sat 2014-09-27 10:57:32 EDT—Sat 2014-09-27 14:26:43 EDT</w:t>
      </w:r>
    </w:p>
    <w:p w14:paraId="47EB6D12" w14:textId="77777777" w:rsidR="006C589B" w:rsidRPr="005B7F73" w:rsidRDefault="006C589B" w:rsidP="006C589B">
      <w:pPr>
        <w:pStyle w:val="CMDOutput"/>
      </w:pPr>
      <w:r w:rsidRPr="005B7F73">
        <w:t>-135 5a189fc68352484a8b40cd719ff7dd41 Sat 2014-09-27 19:44:23 EDT—Sat 2014-09-27 22:50:24 EDT</w:t>
      </w:r>
    </w:p>
    <w:p w14:paraId="2DC43364" w14:textId="77777777" w:rsidR="006C589B" w:rsidRPr="005B7F73" w:rsidRDefault="006C589B" w:rsidP="006C589B">
      <w:pPr>
        <w:pStyle w:val="CMDOutput"/>
      </w:pPr>
      <w:r w:rsidRPr="005B7F73">
        <w:t>-134 d0be08c1f26642a1a20bb70bfc7b722c Mon 2014-09-29 09:17:14 EDT—Mon 2014-09-29 12:12:10 EDT</w:t>
      </w:r>
    </w:p>
    <w:p w14:paraId="5AF453BA" w14:textId="77777777" w:rsidR="006C589B" w:rsidRDefault="006C589B" w:rsidP="006C589B">
      <w:pPr>
        <w:pStyle w:val="CMDOutput"/>
      </w:pPr>
      <w:r w:rsidRPr="005B7F73">
        <w:t xml:space="preserve">-133 b00b0d4c07464071b0d3cac4eb79dda3 Mon 2014-09-29 12:39:12 </w:t>
      </w:r>
      <w:r>
        <w:t>EDT—Mon 2014-09-29 13:24:38 EDT</w:t>
      </w:r>
    </w:p>
    <w:p w14:paraId="6A3CDC96" w14:textId="77777777" w:rsidR="006C589B" w:rsidRDefault="006C589B" w:rsidP="006C589B">
      <w:pPr>
        <w:pStyle w:val="CMDOutput"/>
      </w:pPr>
      <w:r>
        <w:t>&lt;some output omitted&gt;</w:t>
      </w:r>
    </w:p>
    <w:p w14:paraId="3BE7546A" w14:textId="77777777" w:rsidR="006C589B" w:rsidRPr="002F7F62" w:rsidRDefault="006C589B" w:rsidP="006C589B">
      <w:pPr>
        <w:pStyle w:val="SubStepAlpha"/>
      </w:pPr>
      <w:r>
        <w:t>Use the</w:t>
      </w:r>
      <w:r>
        <w:rPr>
          <w:b/>
        </w:rPr>
        <w:t xml:space="preserve"> --</w:t>
      </w:r>
      <w:r w:rsidRPr="005B7F73">
        <w:rPr>
          <w:b/>
        </w:rPr>
        <w:t>since “&lt;time range&gt;”</w:t>
      </w:r>
      <w:r>
        <w:t xml:space="preserve"> to specify the time range of which log entries should be displayed. The two commands below display all log entries generated in the last two hours and in the last day, respectively:</w:t>
      </w:r>
    </w:p>
    <w:p w14:paraId="349E2BE4" w14:textId="77777777" w:rsidR="006C589B" w:rsidRPr="00E64776" w:rsidRDefault="006C589B" w:rsidP="006C589B">
      <w:pPr>
        <w:pStyle w:val="CMD"/>
        <w:rPr>
          <w:b/>
        </w:rPr>
      </w:pPr>
      <w:r w:rsidRPr="005B7F73">
        <w:t>[</w:t>
      </w:r>
      <w:proofErr w:type="spellStart"/>
      <w:r w:rsidRPr="005B7F73">
        <w:t>analyst@secOps</w:t>
      </w:r>
      <w:proofErr w:type="spellEnd"/>
      <w:r w:rsidRPr="005B7F73">
        <w:t xml:space="preserve"> </w:t>
      </w:r>
      <w:proofErr w:type="gramStart"/>
      <w:r w:rsidRPr="005B7F73">
        <w:t>~]$</w:t>
      </w:r>
      <w:proofErr w:type="gramEnd"/>
      <w:r w:rsidRPr="005B7F73">
        <w:t xml:space="preserve"> </w:t>
      </w:r>
      <w:proofErr w:type="spellStart"/>
      <w:r>
        <w:rPr>
          <w:b/>
        </w:rPr>
        <w:t>sudo</w:t>
      </w:r>
      <w:proofErr w:type="spellEnd"/>
      <w:r>
        <w:rPr>
          <w:b/>
        </w:rPr>
        <w:t xml:space="preserve"> </w:t>
      </w:r>
      <w:proofErr w:type="spellStart"/>
      <w:r>
        <w:rPr>
          <w:b/>
        </w:rPr>
        <w:t>journalctl</w:t>
      </w:r>
      <w:proofErr w:type="spellEnd"/>
      <w:r>
        <w:rPr>
          <w:b/>
        </w:rPr>
        <w:t xml:space="preserve"> –-since "2 hours ago"</w:t>
      </w:r>
    </w:p>
    <w:p w14:paraId="3306AB50" w14:textId="77777777" w:rsidR="006C589B" w:rsidRPr="005B7F73" w:rsidRDefault="006C589B" w:rsidP="006C589B">
      <w:pPr>
        <w:pStyle w:val="CMDOutput"/>
      </w:pPr>
      <w:r w:rsidRPr="005B7F73">
        <w:t>-- Logs begin at Fri 2014-09-26 13:22:51 EDT, end at Fri 2017-03-31 10:28:29 EDT. --</w:t>
      </w:r>
    </w:p>
    <w:p w14:paraId="21E6DB9B" w14:textId="77777777" w:rsidR="006C589B" w:rsidRPr="005B7F73" w:rsidRDefault="006C589B" w:rsidP="006C589B">
      <w:pPr>
        <w:pStyle w:val="CMDOutput"/>
      </w:pPr>
      <w:r w:rsidRPr="005B7F73">
        <w:t xml:space="preserve">Mar 31 09:54:45 </w:t>
      </w:r>
      <w:proofErr w:type="spellStart"/>
      <w:r w:rsidRPr="005B7F73">
        <w:t>secOps</w:t>
      </w:r>
      <w:proofErr w:type="spellEnd"/>
      <w:r w:rsidRPr="005B7F73">
        <w:t xml:space="preserve"> kernel: 00:00:00.008577 main     5.1.10 r112026 started. Verbose level = 0</w:t>
      </w:r>
    </w:p>
    <w:p w14:paraId="30837DFC" w14:textId="77777777" w:rsidR="006C589B" w:rsidRPr="005B7F73" w:rsidRDefault="006C589B" w:rsidP="006C589B">
      <w:pPr>
        <w:pStyle w:val="CMDOutput"/>
      </w:pPr>
      <w:r w:rsidRPr="005B7F73">
        <w:t xml:space="preserve">Mar 31 09:54:45 </w:t>
      </w:r>
      <w:proofErr w:type="spellStart"/>
      <w:r w:rsidRPr="005B7F73">
        <w:t>secOps</w:t>
      </w:r>
      <w:proofErr w:type="spellEnd"/>
      <w:r w:rsidRPr="005B7F73">
        <w:t xml:space="preserve"> </w:t>
      </w:r>
      <w:proofErr w:type="spellStart"/>
      <w:proofErr w:type="gramStart"/>
      <w:r w:rsidRPr="005B7F73">
        <w:t>systemd</w:t>
      </w:r>
      <w:proofErr w:type="spellEnd"/>
      <w:r w:rsidRPr="005B7F73">
        <w:t>[</w:t>
      </w:r>
      <w:proofErr w:type="gramEnd"/>
      <w:r w:rsidRPr="005B7F73">
        <w:t>1]: Time has been changed</w:t>
      </w:r>
    </w:p>
    <w:p w14:paraId="3F84FA9F" w14:textId="77777777" w:rsidR="006C589B" w:rsidRPr="005B7F73" w:rsidRDefault="006C589B" w:rsidP="006C589B">
      <w:pPr>
        <w:pStyle w:val="CMDOutput"/>
      </w:pPr>
      <w:r w:rsidRPr="005B7F73">
        <w:t xml:space="preserve">Mar 31 09:54:45 </w:t>
      </w:r>
      <w:proofErr w:type="spellStart"/>
      <w:r w:rsidRPr="005B7F73">
        <w:t>secOps</w:t>
      </w:r>
      <w:proofErr w:type="spellEnd"/>
      <w:r w:rsidRPr="005B7F73">
        <w:t xml:space="preserve"> </w:t>
      </w:r>
      <w:proofErr w:type="spellStart"/>
      <w:proofErr w:type="gramStart"/>
      <w:r w:rsidRPr="005B7F73">
        <w:t>systemd</w:t>
      </w:r>
      <w:proofErr w:type="spellEnd"/>
      <w:r w:rsidRPr="005B7F73">
        <w:t>[</w:t>
      </w:r>
      <w:proofErr w:type="gramEnd"/>
      <w:r w:rsidRPr="005B7F73">
        <w:t>1]: Started Rotate log files.</w:t>
      </w:r>
    </w:p>
    <w:p w14:paraId="6B8F89F0" w14:textId="77777777" w:rsidR="006C589B" w:rsidRPr="005B7F73" w:rsidRDefault="006C589B" w:rsidP="006C589B">
      <w:pPr>
        <w:pStyle w:val="CMDOutput"/>
      </w:pPr>
      <w:r w:rsidRPr="005B7F73">
        <w:t xml:space="preserve">Mar 31 09:54:45 </w:t>
      </w:r>
      <w:proofErr w:type="spellStart"/>
      <w:r w:rsidRPr="005B7F73">
        <w:t>secOps</w:t>
      </w:r>
      <w:proofErr w:type="spellEnd"/>
      <w:r w:rsidRPr="005B7F73">
        <w:t xml:space="preserve"> </w:t>
      </w:r>
      <w:proofErr w:type="spellStart"/>
      <w:r w:rsidRPr="005B7F73">
        <w:t>ovsdb</w:t>
      </w:r>
      <w:proofErr w:type="spellEnd"/>
      <w:r w:rsidRPr="005B7F73">
        <w:t>-</w:t>
      </w:r>
      <w:proofErr w:type="gramStart"/>
      <w:r w:rsidRPr="005B7F73">
        <w:t>server[</w:t>
      </w:r>
      <w:proofErr w:type="gramEnd"/>
      <w:r w:rsidRPr="005B7F73">
        <w:t xml:space="preserve">263]: 2017-03-31T13:54:45Z|00001|ovsdb_server|INFO|ovsdb-server (Open </w:t>
      </w:r>
      <w:proofErr w:type="spellStart"/>
      <w:r w:rsidRPr="005B7F73">
        <w:t>vSwitch</w:t>
      </w:r>
      <w:proofErr w:type="spellEnd"/>
      <w:r w:rsidRPr="005B7F73">
        <w:t>) 2.6.1</w:t>
      </w:r>
    </w:p>
    <w:p w14:paraId="7CABB6C4" w14:textId="77777777" w:rsidR="006C589B" w:rsidRPr="005B7F73" w:rsidRDefault="006C589B" w:rsidP="006C589B">
      <w:pPr>
        <w:pStyle w:val="CMDOutput"/>
      </w:pPr>
      <w:r w:rsidRPr="005B7F73">
        <w:t xml:space="preserve">Mar 31 09:54:45 </w:t>
      </w:r>
      <w:proofErr w:type="spellStart"/>
      <w:r w:rsidRPr="005B7F73">
        <w:t>secOps</w:t>
      </w:r>
      <w:proofErr w:type="spellEnd"/>
      <w:r w:rsidRPr="005B7F73">
        <w:t xml:space="preserve"> </w:t>
      </w:r>
      <w:proofErr w:type="spellStart"/>
      <w:r w:rsidRPr="005B7F73">
        <w:t>ovsdb</w:t>
      </w:r>
      <w:proofErr w:type="spellEnd"/>
      <w:r w:rsidRPr="005B7F73">
        <w:t>-</w:t>
      </w:r>
      <w:proofErr w:type="gramStart"/>
      <w:r w:rsidRPr="005B7F73">
        <w:t>server[</w:t>
      </w:r>
      <w:proofErr w:type="gramEnd"/>
      <w:r w:rsidRPr="005B7F73">
        <w:t xml:space="preserve">263]: ovs|00001|ovsdb_server|INFO|ovsdb-server (Open </w:t>
      </w:r>
      <w:proofErr w:type="spellStart"/>
      <w:r w:rsidRPr="005B7F73">
        <w:t>vSwitch</w:t>
      </w:r>
      <w:proofErr w:type="spellEnd"/>
      <w:r w:rsidRPr="005B7F73">
        <w:t>) 2.6.1</w:t>
      </w:r>
    </w:p>
    <w:p w14:paraId="628F83B3" w14:textId="77777777" w:rsidR="006C589B" w:rsidRPr="005B7F73" w:rsidRDefault="006C589B" w:rsidP="006C589B">
      <w:pPr>
        <w:pStyle w:val="CMDOutput"/>
      </w:pPr>
      <w:r w:rsidRPr="005B7F73">
        <w:lastRenderedPageBreak/>
        <w:t xml:space="preserve">Mar 31 09:54:45 </w:t>
      </w:r>
      <w:proofErr w:type="spellStart"/>
      <w:r w:rsidRPr="005B7F73">
        <w:t>secOps</w:t>
      </w:r>
      <w:proofErr w:type="spellEnd"/>
      <w:r w:rsidRPr="005B7F73">
        <w:t xml:space="preserve"> kernel: </w:t>
      </w:r>
      <w:proofErr w:type="spellStart"/>
      <w:r w:rsidRPr="005B7F73">
        <w:t>openvswitch</w:t>
      </w:r>
      <w:proofErr w:type="spellEnd"/>
      <w:r w:rsidRPr="005B7F73">
        <w:t xml:space="preserve">: Open </w:t>
      </w:r>
      <w:proofErr w:type="spellStart"/>
      <w:r w:rsidRPr="005B7F73">
        <w:t>vSwitch</w:t>
      </w:r>
      <w:proofErr w:type="spellEnd"/>
      <w:r w:rsidRPr="005B7F73">
        <w:t xml:space="preserve"> switching </w:t>
      </w:r>
      <w:proofErr w:type="spellStart"/>
      <w:r w:rsidRPr="005B7F73">
        <w:t>datapath</w:t>
      </w:r>
      <w:proofErr w:type="spellEnd"/>
    </w:p>
    <w:p w14:paraId="36BC45AA" w14:textId="77777777" w:rsidR="006C589B" w:rsidRPr="005B7F73" w:rsidRDefault="006C589B" w:rsidP="006C589B">
      <w:pPr>
        <w:pStyle w:val="CMDOutput"/>
      </w:pPr>
      <w:r w:rsidRPr="005B7F73">
        <w:t xml:space="preserve">Mar 31 09:54:45 </w:t>
      </w:r>
      <w:proofErr w:type="spellStart"/>
      <w:r w:rsidRPr="005B7F73">
        <w:t>secOps</w:t>
      </w:r>
      <w:proofErr w:type="spellEnd"/>
      <w:r w:rsidRPr="005B7F73">
        <w:t xml:space="preserve"> </w:t>
      </w:r>
      <w:proofErr w:type="spellStart"/>
      <w:proofErr w:type="gramStart"/>
      <w:r w:rsidRPr="005B7F73">
        <w:t>systemd</w:t>
      </w:r>
      <w:proofErr w:type="spellEnd"/>
      <w:r w:rsidRPr="005B7F73">
        <w:t>[</w:t>
      </w:r>
      <w:proofErr w:type="gramEnd"/>
      <w:r w:rsidRPr="005B7F73">
        <w:t xml:space="preserve">1]: Started Open </w:t>
      </w:r>
      <w:proofErr w:type="spellStart"/>
      <w:r w:rsidRPr="005B7F73">
        <w:t>vSwitch</w:t>
      </w:r>
      <w:proofErr w:type="spellEnd"/>
      <w:r w:rsidRPr="005B7F73">
        <w:t xml:space="preserve"> Daemon.</w:t>
      </w:r>
    </w:p>
    <w:p w14:paraId="6FC96A37" w14:textId="77777777" w:rsidR="006C589B" w:rsidRPr="005B7F73" w:rsidRDefault="006C589B" w:rsidP="006C589B">
      <w:pPr>
        <w:pStyle w:val="CMDOutput"/>
      </w:pPr>
      <w:r w:rsidRPr="005B7F73">
        <w:t xml:space="preserve">Mar 31 09:54:45 </w:t>
      </w:r>
      <w:proofErr w:type="spellStart"/>
      <w:r w:rsidRPr="005B7F73">
        <w:t>secOps</w:t>
      </w:r>
      <w:proofErr w:type="spellEnd"/>
      <w:r w:rsidRPr="005B7F73">
        <w:t xml:space="preserve"> </w:t>
      </w:r>
      <w:proofErr w:type="spellStart"/>
      <w:proofErr w:type="gramStart"/>
      <w:r w:rsidRPr="005B7F73">
        <w:t>dhcpcd</w:t>
      </w:r>
      <w:proofErr w:type="spellEnd"/>
      <w:r w:rsidRPr="005B7F73">
        <w:t>[</w:t>
      </w:r>
      <w:proofErr w:type="gramEnd"/>
      <w:r w:rsidRPr="005B7F73">
        <w:t>279]: enp0s3: soliciting an IPv6 router</w:t>
      </w:r>
    </w:p>
    <w:p w14:paraId="1CFCA98F" w14:textId="77777777" w:rsidR="006C589B" w:rsidRPr="005B7F73" w:rsidRDefault="006C589B" w:rsidP="006C589B">
      <w:pPr>
        <w:pStyle w:val="CMDOutput"/>
      </w:pPr>
      <w:r w:rsidRPr="005B7F73">
        <w:t xml:space="preserve">Mar 31 09:54:45 </w:t>
      </w:r>
      <w:proofErr w:type="spellStart"/>
      <w:r w:rsidRPr="005B7F73">
        <w:t>secOps</w:t>
      </w:r>
      <w:proofErr w:type="spellEnd"/>
      <w:r w:rsidRPr="005B7F73">
        <w:t xml:space="preserve"> </w:t>
      </w:r>
      <w:proofErr w:type="spellStart"/>
      <w:r w:rsidRPr="005B7F73">
        <w:t>ovs-</w:t>
      </w:r>
      <w:proofErr w:type="gramStart"/>
      <w:r w:rsidRPr="005B7F73">
        <w:t>vswitchd</w:t>
      </w:r>
      <w:proofErr w:type="spellEnd"/>
      <w:r w:rsidRPr="005B7F73">
        <w:t>[</w:t>
      </w:r>
      <w:proofErr w:type="gramEnd"/>
      <w:r w:rsidRPr="005B7F73">
        <w:t>319]: 2017-03-31T13:54:45Z|00001|ovs_numa|INFO|Discovered 1 CPU cores on NUMA node 0</w:t>
      </w:r>
    </w:p>
    <w:p w14:paraId="240183E1" w14:textId="77777777" w:rsidR="006C589B" w:rsidRPr="005B7F73" w:rsidRDefault="006C589B" w:rsidP="006C589B">
      <w:pPr>
        <w:pStyle w:val="CMDOutput"/>
      </w:pPr>
      <w:r w:rsidRPr="005B7F73">
        <w:t xml:space="preserve">Mar 31 09:54:45 </w:t>
      </w:r>
      <w:proofErr w:type="spellStart"/>
      <w:r w:rsidRPr="005B7F73">
        <w:t>secOps</w:t>
      </w:r>
      <w:proofErr w:type="spellEnd"/>
      <w:r w:rsidRPr="005B7F73">
        <w:t xml:space="preserve"> </w:t>
      </w:r>
      <w:proofErr w:type="spellStart"/>
      <w:r w:rsidRPr="005B7F73">
        <w:t>ovs-</w:t>
      </w:r>
      <w:proofErr w:type="gramStart"/>
      <w:r w:rsidRPr="005B7F73">
        <w:t>vswitchd</w:t>
      </w:r>
      <w:proofErr w:type="spellEnd"/>
      <w:r w:rsidRPr="005B7F73">
        <w:t>[</w:t>
      </w:r>
      <w:proofErr w:type="gramEnd"/>
      <w:r w:rsidRPr="005B7F73">
        <w:t>319]: 2017-03-31T13:54:45Z|00002|ovs_numa|INFO|Discovered 1 NUMA nodes and 1 CPU cores</w:t>
      </w:r>
    </w:p>
    <w:p w14:paraId="692D19AA" w14:textId="77777777" w:rsidR="006C589B" w:rsidRPr="005B7F73" w:rsidRDefault="006C589B" w:rsidP="006C589B">
      <w:pPr>
        <w:pStyle w:val="CMDOutput"/>
      </w:pPr>
      <w:r w:rsidRPr="005B7F73">
        <w:t xml:space="preserve">Mar 31 09:54:45 </w:t>
      </w:r>
      <w:proofErr w:type="spellStart"/>
      <w:r w:rsidRPr="005B7F73">
        <w:t>secOps</w:t>
      </w:r>
      <w:proofErr w:type="spellEnd"/>
      <w:r w:rsidRPr="005B7F73">
        <w:t xml:space="preserve"> </w:t>
      </w:r>
      <w:proofErr w:type="spellStart"/>
      <w:r w:rsidRPr="005B7F73">
        <w:t>ovs-</w:t>
      </w:r>
      <w:proofErr w:type="gramStart"/>
      <w:r w:rsidRPr="005B7F73">
        <w:t>vswitchd</w:t>
      </w:r>
      <w:proofErr w:type="spellEnd"/>
      <w:r w:rsidRPr="005B7F73">
        <w:t>[</w:t>
      </w:r>
      <w:proofErr w:type="gramEnd"/>
      <w:r w:rsidRPr="005B7F73">
        <w:t>319]: ovs|00001|ovs_numa|INFO|Discovered 1 CPU cores on NUMA node 0</w:t>
      </w:r>
    </w:p>
    <w:p w14:paraId="023E812D" w14:textId="77777777" w:rsidR="006C589B" w:rsidRPr="005B7F73" w:rsidRDefault="006C589B" w:rsidP="006C589B">
      <w:pPr>
        <w:pStyle w:val="CMDOutput"/>
      </w:pPr>
      <w:r w:rsidRPr="005B7F73">
        <w:t xml:space="preserve">Mar 31 09:54:45 </w:t>
      </w:r>
      <w:proofErr w:type="spellStart"/>
      <w:r w:rsidRPr="005B7F73">
        <w:t>secOps</w:t>
      </w:r>
      <w:proofErr w:type="spellEnd"/>
      <w:r w:rsidRPr="005B7F73">
        <w:t xml:space="preserve"> </w:t>
      </w:r>
      <w:proofErr w:type="spellStart"/>
      <w:r w:rsidRPr="005B7F73">
        <w:t>ovs-</w:t>
      </w:r>
      <w:proofErr w:type="gramStart"/>
      <w:r w:rsidRPr="005B7F73">
        <w:t>vswitchd</w:t>
      </w:r>
      <w:proofErr w:type="spellEnd"/>
      <w:r w:rsidRPr="005B7F73">
        <w:t>[</w:t>
      </w:r>
      <w:proofErr w:type="gramEnd"/>
      <w:r w:rsidRPr="005B7F73">
        <w:t>319]: ovs|00002|ovs_numa|INFO|Discovered 1 NUMA nodes and 1 CPU cores</w:t>
      </w:r>
    </w:p>
    <w:p w14:paraId="32EE5CD6" w14:textId="77777777" w:rsidR="006C589B" w:rsidRPr="005B7F73" w:rsidRDefault="006C589B" w:rsidP="006C589B">
      <w:pPr>
        <w:pStyle w:val="CMDOutput"/>
      </w:pPr>
      <w:r w:rsidRPr="005B7F73">
        <w:t xml:space="preserve">Mar 31 09:54:45 </w:t>
      </w:r>
      <w:proofErr w:type="spellStart"/>
      <w:r w:rsidRPr="005B7F73">
        <w:t>secOps</w:t>
      </w:r>
      <w:proofErr w:type="spellEnd"/>
      <w:r w:rsidRPr="005B7F73">
        <w:t xml:space="preserve"> </w:t>
      </w:r>
      <w:proofErr w:type="spellStart"/>
      <w:r w:rsidRPr="005B7F73">
        <w:t>ovs-</w:t>
      </w:r>
      <w:proofErr w:type="gramStart"/>
      <w:r w:rsidRPr="005B7F73">
        <w:t>vswitchd</w:t>
      </w:r>
      <w:proofErr w:type="spellEnd"/>
      <w:r w:rsidRPr="005B7F73">
        <w:t>[</w:t>
      </w:r>
      <w:proofErr w:type="gramEnd"/>
      <w:r w:rsidRPr="005B7F73">
        <w:t>319]: 2017-03-31T13:54:45Z|00003|reconnect|INFO|unix:/run/openvswitch/db.sock: connecting..</w:t>
      </w:r>
    </w:p>
    <w:p w14:paraId="7D6C4E24" w14:textId="77777777" w:rsidR="006C589B" w:rsidRPr="005B7F73" w:rsidRDefault="006C589B" w:rsidP="006C589B">
      <w:pPr>
        <w:pStyle w:val="CMDOutput"/>
      </w:pPr>
      <w:r w:rsidRPr="005B7F73">
        <w:t xml:space="preserve">Mar 31 09:54:45 </w:t>
      </w:r>
      <w:proofErr w:type="spellStart"/>
      <w:r w:rsidRPr="005B7F73">
        <w:t>secOps</w:t>
      </w:r>
      <w:proofErr w:type="spellEnd"/>
      <w:r w:rsidRPr="005B7F73">
        <w:t xml:space="preserve"> </w:t>
      </w:r>
      <w:proofErr w:type="spellStart"/>
      <w:r w:rsidRPr="005B7F73">
        <w:t>ovs-</w:t>
      </w:r>
      <w:proofErr w:type="gramStart"/>
      <w:r w:rsidRPr="005B7F73">
        <w:t>vswitchd</w:t>
      </w:r>
      <w:proofErr w:type="spellEnd"/>
      <w:r w:rsidRPr="005B7F73">
        <w:t>[</w:t>
      </w:r>
      <w:proofErr w:type="gramEnd"/>
      <w:r w:rsidRPr="005B7F73">
        <w:t>319]: 2017-03-31T13:54:45Z|00004|reconnect|INFO|unix:/run/openvswitch/db.sock: connected</w:t>
      </w:r>
    </w:p>
    <w:p w14:paraId="3EFEA819" w14:textId="77777777" w:rsidR="006C589B" w:rsidRPr="005B7F73" w:rsidRDefault="006C589B" w:rsidP="006C589B">
      <w:pPr>
        <w:pStyle w:val="CMDOutput"/>
      </w:pPr>
      <w:r w:rsidRPr="005B7F73">
        <w:t xml:space="preserve">Mar 31 09:54:45 </w:t>
      </w:r>
      <w:proofErr w:type="spellStart"/>
      <w:r w:rsidRPr="005B7F73">
        <w:t>secOps</w:t>
      </w:r>
      <w:proofErr w:type="spellEnd"/>
      <w:r w:rsidRPr="005B7F73">
        <w:t xml:space="preserve"> </w:t>
      </w:r>
      <w:proofErr w:type="spellStart"/>
      <w:r w:rsidRPr="005B7F73">
        <w:t>ovs-</w:t>
      </w:r>
      <w:proofErr w:type="gramStart"/>
      <w:r w:rsidRPr="005B7F73">
        <w:t>vswitchd</w:t>
      </w:r>
      <w:proofErr w:type="spellEnd"/>
      <w:r w:rsidRPr="005B7F73">
        <w:t>[</w:t>
      </w:r>
      <w:proofErr w:type="gramEnd"/>
      <w:r w:rsidRPr="005B7F73">
        <w:t>319]: ovs|00003|reconnect|INFO|unix:/run/</w:t>
      </w:r>
      <w:proofErr w:type="spellStart"/>
      <w:r w:rsidRPr="005B7F73">
        <w:t>openvswitch</w:t>
      </w:r>
      <w:proofErr w:type="spellEnd"/>
      <w:r w:rsidRPr="005B7F73">
        <w:t>/</w:t>
      </w:r>
      <w:proofErr w:type="spellStart"/>
      <w:r w:rsidRPr="005B7F73">
        <w:t>db.sock</w:t>
      </w:r>
      <w:proofErr w:type="spellEnd"/>
      <w:r w:rsidRPr="005B7F73">
        <w:t>: connecting...</w:t>
      </w:r>
    </w:p>
    <w:p w14:paraId="4A83AC03" w14:textId="77777777" w:rsidR="006C589B" w:rsidRPr="005B7F73" w:rsidRDefault="006C589B" w:rsidP="006C589B">
      <w:pPr>
        <w:pStyle w:val="CMDOutput"/>
      </w:pPr>
      <w:r w:rsidRPr="005B7F73">
        <w:t xml:space="preserve">Mar 31 09:54:45 </w:t>
      </w:r>
      <w:proofErr w:type="spellStart"/>
      <w:r w:rsidRPr="005B7F73">
        <w:t>secOps</w:t>
      </w:r>
      <w:proofErr w:type="spellEnd"/>
      <w:r w:rsidRPr="005B7F73">
        <w:t xml:space="preserve"> </w:t>
      </w:r>
      <w:proofErr w:type="spellStart"/>
      <w:r w:rsidRPr="005B7F73">
        <w:t>ovs-</w:t>
      </w:r>
      <w:proofErr w:type="gramStart"/>
      <w:r w:rsidRPr="005B7F73">
        <w:t>vswitchd</w:t>
      </w:r>
      <w:proofErr w:type="spellEnd"/>
      <w:r w:rsidRPr="005B7F73">
        <w:t>[</w:t>
      </w:r>
      <w:proofErr w:type="gramEnd"/>
      <w:r w:rsidRPr="005B7F73">
        <w:t>319]: ovs|00004|reconnect|INFO|unix:/run/</w:t>
      </w:r>
      <w:proofErr w:type="spellStart"/>
      <w:r w:rsidRPr="005B7F73">
        <w:t>openvswitch</w:t>
      </w:r>
      <w:proofErr w:type="spellEnd"/>
      <w:r w:rsidRPr="005B7F73">
        <w:t>/</w:t>
      </w:r>
      <w:proofErr w:type="spellStart"/>
      <w:r w:rsidRPr="005B7F73">
        <w:t>db.sock</w:t>
      </w:r>
      <w:proofErr w:type="spellEnd"/>
      <w:r w:rsidRPr="005B7F73">
        <w:t>: connected</w:t>
      </w:r>
    </w:p>
    <w:p w14:paraId="386ABC44" w14:textId="77777777" w:rsidR="006C589B" w:rsidRPr="005B7F73" w:rsidRDefault="006C589B" w:rsidP="006C589B">
      <w:pPr>
        <w:pStyle w:val="CMDOutput"/>
      </w:pPr>
      <w:r w:rsidRPr="005B7F73">
        <w:t xml:space="preserve">Mar 31 09:54:45 </w:t>
      </w:r>
      <w:proofErr w:type="spellStart"/>
      <w:r w:rsidRPr="005B7F73">
        <w:t>secOps</w:t>
      </w:r>
      <w:proofErr w:type="spellEnd"/>
      <w:r w:rsidRPr="005B7F73">
        <w:t xml:space="preserve"> </w:t>
      </w:r>
      <w:proofErr w:type="spellStart"/>
      <w:r w:rsidRPr="005B7F73">
        <w:t>ovs-</w:t>
      </w:r>
      <w:proofErr w:type="gramStart"/>
      <w:r w:rsidRPr="005B7F73">
        <w:t>vswitchd</w:t>
      </w:r>
      <w:proofErr w:type="spellEnd"/>
      <w:r w:rsidRPr="005B7F73">
        <w:t>[</w:t>
      </w:r>
      <w:proofErr w:type="gramEnd"/>
      <w:r w:rsidRPr="005B7F73">
        <w:t xml:space="preserve">319]: 2017-03-31T13:54:45Z|00005|ovsdb_idl|WARN|Interface table in </w:t>
      </w:r>
      <w:proofErr w:type="spellStart"/>
      <w:r w:rsidRPr="005B7F73">
        <w:t>Open_vSwitch</w:t>
      </w:r>
      <w:proofErr w:type="spellEnd"/>
      <w:r w:rsidRPr="005B7F73">
        <w:t xml:space="preserve"> database la</w:t>
      </w:r>
    </w:p>
    <w:p w14:paraId="71C559FC" w14:textId="77777777" w:rsidR="006C589B" w:rsidRPr="005B7F73" w:rsidRDefault="006C589B" w:rsidP="006C589B">
      <w:pPr>
        <w:pStyle w:val="CMDOutput"/>
      </w:pPr>
      <w:r w:rsidRPr="005B7F73">
        <w:t xml:space="preserve">Mar 31 09:54:45 </w:t>
      </w:r>
      <w:proofErr w:type="spellStart"/>
      <w:r w:rsidRPr="005B7F73">
        <w:t>secOps</w:t>
      </w:r>
      <w:proofErr w:type="spellEnd"/>
      <w:r w:rsidRPr="005B7F73">
        <w:t xml:space="preserve"> </w:t>
      </w:r>
      <w:proofErr w:type="spellStart"/>
      <w:r w:rsidRPr="005B7F73">
        <w:t>ovs-</w:t>
      </w:r>
      <w:proofErr w:type="gramStart"/>
      <w:r w:rsidRPr="005B7F73">
        <w:t>vswitchd</w:t>
      </w:r>
      <w:proofErr w:type="spellEnd"/>
      <w:r w:rsidRPr="005B7F73">
        <w:t>[</w:t>
      </w:r>
      <w:proofErr w:type="gramEnd"/>
      <w:r w:rsidRPr="005B7F73">
        <w:t xml:space="preserve">319]: 2017-03-31T13:54:45Z|00006|ovsdb_idl|WARN|Mirror table in </w:t>
      </w:r>
      <w:proofErr w:type="spellStart"/>
      <w:r w:rsidRPr="005B7F73">
        <w:t>Open_vSwitch</w:t>
      </w:r>
      <w:proofErr w:type="spellEnd"/>
      <w:r w:rsidRPr="005B7F73">
        <w:t xml:space="preserve"> database lacks</w:t>
      </w:r>
    </w:p>
    <w:p w14:paraId="3B1A1E38" w14:textId="77777777" w:rsidR="006C589B" w:rsidRPr="005B7F73" w:rsidRDefault="006C589B" w:rsidP="006C589B">
      <w:pPr>
        <w:pStyle w:val="CMDOutput"/>
      </w:pPr>
      <w:r>
        <w:t>&lt;some output omitted&gt;</w:t>
      </w:r>
    </w:p>
    <w:p w14:paraId="740625FA" w14:textId="77777777" w:rsidR="006C589B" w:rsidRPr="005B7F73" w:rsidRDefault="006C589B" w:rsidP="006C589B">
      <w:pPr>
        <w:pStyle w:val="CMD"/>
      </w:pPr>
    </w:p>
    <w:p w14:paraId="2AEBEDA5" w14:textId="77777777" w:rsidR="006C589B" w:rsidRPr="005B7F73" w:rsidRDefault="006C589B" w:rsidP="006C589B">
      <w:pPr>
        <w:pStyle w:val="CMD"/>
      </w:pPr>
      <w:r w:rsidRPr="005B7F73">
        <w:t>[</w:t>
      </w:r>
      <w:proofErr w:type="spellStart"/>
      <w:r w:rsidRPr="005B7F73">
        <w:t>analyst@secOps</w:t>
      </w:r>
      <w:proofErr w:type="spellEnd"/>
      <w:r w:rsidRPr="005B7F73">
        <w:t xml:space="preserve"> </w:t>
      </w:r>
      <w:proofErr w:type="gramStart"/>
      <w:r w:rsidRPr="005B7F73">
        <w:t>~]$</w:t>
      </w:r>
      <w:proofErr w:type="gramEnd"/>
      <w:r w:rsidRPr="005B7F73">
        <w:t xml:space="preserve"> </w:t>
      </w:r>
      <w:proofErr w:type="spellStart"/>
      <w:r>
        <w:rPr>
          <w:b/>
        </w:rPr>
        <w:t>sudo</w:t>
      </w:r>
      <w:proofErr w:type="spellEnd"/>
      <w:r>
        <w:rPr>
          <w:b/>
        </w:rPr>
        <w:t xml:space="preserve"> </w:t>
      </w:r>
      <w:proofErr w:type="spellStart"/>
      <w:r>
        <w:rPr>
          <w:b/>
        </w:rPr>
        <w:t>journalctl</w:t>
      </w:r>
      <w:proofErr w:type="spellEnd"/>
      <w:r>
        <w:rPr>
          <w:b/>
        </w:rPr>
        <w:t xml:space="preserve"> –-since "</w:t>
      </w:r>
      <w:r w:rsidRPr="005B7F73">
        <w:rPr>
          <w:b/>
        </w:rPr>
        <w:t>1 day ago</w:t>
      </w:r>
      <w:r>
        <w:rPr>
          <w:b/>
        </w:rPr>
        <w:t>"</w:t>
      </w:r>
    </w:p>
    <w:p w14:paraId="3808964E" w14:textId="77777777" w:rsidR="006C589B" w:rsidRPr="005B7F73" w:rsidRDefault="006C589B" w:rsidP="006C589B">
      <w:pPr>
        <w:pStyle w:val="CMDOutput"/>
      </w:pPr>
      <w:r w:rsidRPr="005B7F73">
        <w:t>-- Logs begin at Fri 2014-09-26 13:22:51 EDT, end at Fri 2017-03-31 10:26:48 EDT. --</w:t>
      </w:r>
    </w:p>
    <w:p w14:paraId="3C7AED20" w14:textId="77777777" w:rsidR="006C589B" w:rsidRPr="005B7F73" w:rsidRDefault="006C589B" w:rsidP="006C589B">
      <w:pPr>
        <w:pStyle w:val="CMDOutput"/>
      </w:pPr>
      <w:r>
        <w:t>Mar 30</w:t>
      </w:r>
      <w:r w:rsidRPr="005B7F73">
        <w:t xml:space="preserve"> 05:54:43 </w:t>
      </w:r>
      <w:proofErr w:type="spellStart"/>
      <w:r w:rsidRPr="005B7F73">
        <w:t>secOps</w:t>
      </w:r>
      <w:proofErr w:type="spellEnd"/>
      <w:r w:rsidRPr="005B7F73">
        <w:t xml:space="preserve"> </w:t>
      </w:r>
      <w:proofErr w:type="spellStart"/>
      <w:r w:rsidRPr="005B7F73">
        <w:t>systemd-</w:t>
      </w:r>
      <w:proofErr w:type="gramStart"/>
      <w:r w:rsidRPr="005B7F73">
        <w:t>journald</w:t>
      </w:r>
      <w:proofErr w:type="spellEnd"/>
      <w:r w:rsidRPr="005B7F73">
        <w:t>[</w:t>
      </w:r>
      <w:proofErr w:type="gramEnd"/>
      <w:r w:rsidRPr="005B7F73">
        <w:t>169]: Time spent on flushing to /var is 849us for 0 entries.</w:t>
      </w:r>
    </w:p>
    <w:p w14:paraId="52E7C6B5" w14:textId="77777777" w:rsidR="006C589B" w:rsidRPr="005B7F73" w:rsidRDefault="006C589B" w:rsidP="006C589B">
      <w:pPr>
        <w:pStyle w:val="CMDOutput"/>
      </w:pPr>
      <w:r>
        <w:t>Mar 30</w:t>
      </w:r>
      <w:r w:rsidRPr="005B7F73">
        <w:t xml:space="preserve"> 05:54:43 </w:t>
      </w:r>
      <w:proofErr w:type="spellStart"/>
      <w:r w:rsidRPr="005B7F73">
        <w:t>secOps</w:t>
      </w:r>
      <w:proofErr w:type="spellEnd"/>
      <w:r w:rsidRPr="005B7F73">
        <w:t xml:space="preserve"> kernel: Linux version 4.8.12-2-ARCH (</w:t>
      </w:r>
      <w:proofErr w:type="spellStart"/>
      <w:r w:rsidRPr="005B7F73">
        <w:t>builduser@andyrtr</w:t>
      </w:r>
      <w:proofErr w:type="spellEnd"/>
      <w:r w:rsidRPr="005B7F73">
        <w:t>) (</w:t>
      </w:r>
      <w:proofErr w:type="spellStart"/>
      <w:r w:rsidRPr="005B7F73">
        <w:t>gcc</w:t>
      </w:r>
      <w:proofErr w:type="spellEnd"/>
      <w:r w:rsidRPr="005B7F73">
        <w:t xml:space="preserve"> version 6.2.1 20160830 (GCC</w:t>
      </w:r>
      <w:proofErr w:type="gramStart"/>
      <w:r w:rsidRPr="005B7F73">
        <w:t>) )</w:t>
      </w:r>
      <w:proofErr w:type="gramEnd"/>
      <w:r w:rsidRPr="005B7F73">
        <w:t xml:space="preserve"> #1 SMP PREEM</w:t>
      </w:r>
    </w:p>
    <w:p w14:paraId="20BEDEAE" w14:textId="77777777" w:rsidR="006C589B" w:rsidRPr="005B7F73" w:rsidRDefault="006C589B" w:rsidP="006C589B">
      <w:pPr>
        <w:pStyle w:val="CMDOutput"/>
      </w:pPr>
      <w:r>
        <w:t>Mar 30</w:t>
      </w:r>
      <w:r w:rsidRPr="005B7F73">
        <w:t xml:space="preserve"> 05:54:43 </w:t>
      </w:r>
      <w:proofErr w:type="spellStart"/>
      <w:r w:rsidRPr="005B7F73">
        <w:t>secOps</w:t>
      </w:r>
      <w:proofErr w:type="spellEnd"/>
      <w:r w:rsidRPr="005B7F73">
        <w:t xml:space="preserve"> kernel: x86/</w:t>
      </w:r>
      <w:proofErr w:type="spellStart"/>
      <w:r w:rsidRPr="005B7F73">
        <w:t>fpu</w:t>
      </w:r>
      <w:proofErr w:type="spellEnd"/>
      <w:r w:rsidRPr="005B7F73">
        <w:t>: Supporting XSAVE feature 0x001: 'x87 floating point registers'</w:t>
      </w:r>
    </w:p>
    <w:p w14:paraId="55717348" w14:textId="77777777" w:rsidR="006C589B" w:rsidRPr="005B7F73" w:rsidRDefault="006C589B" w:rsidP="006C589B">
      <w:pPr>
        <w:pStyle w:val="CMDOutput"/>
      </w:pPr>
      <w:r>
        <w:t>Mar 30</w:t>
      </w:r>
      <w:r w:rsidRPr="005B7F73">
        <w:t xml:space="preserve"> 05:54:43 </w:t>
      </w:r>
      <w:proofErr w:type="spellStart"/>
      <w:r w:rsidRPr="005B7F73">
        <w:t>secOps</w:t>
      </w:r>
      <w:proofErr w:type="spellEnd"/>
      <w:r w:rsidRPr="005B7F73">
        <w:t xml:space="preserve"> kernel: x86/</w:t>
      </w:r>
      <w:proofErr w:type="spellStart"/>
      <w:r w:rsidRPr="005B7F73">
        <w:t>fpu</w:t>
      </w:r>
      <w:proofErr w:type="spellEnd"/>
      <w:r w:rsidRPr="005B7F73">
        <w:t>: Supporting XSAVE feature 0x002: 'SSE registers'</w:t>
      </w:r>
    </w:p>
    <w:p w14:paraId="7C60623A" w14:textId="77777777" w:rsidR="006C589B" w:rsidRPr="005B7F73" w:rsidRDefault="006C589B" w:rsidP="006C589B">
      <w:pPr>
        <w:pStyle w:val="CMDOutput"/>
      </w:pPr>
      <w:r>
        <w:t>Mar 30</w:t>
      </w:r>
      <w:r w:rsidRPr="005B7F73">
        <w:t xml:space="preserve"> 05:54:43 </w:t>
      </w:r>
      <w:proofErr w:type="spellStart"/>
      <w:r w:rsidRPr="005B7F73">
        <w:t>secOps</w:t>
      </w:r>
      <w:proofErr w:type="spellEnd"/>
      <w:r w:rsidRPr="005B7F73">
        <w:t xml:space="preserve"> kernel: x86/</w:t>
      </w:r>
      <w:proofErr w:type="spellStart"/>
      <w:r w:rsidRPr="005B7F73">
        <w:t>fpu</w:t>
      </w:r>
      <w:proofErr w:type="spellEnd"/>
      <w:r w:rsidRPr="005B7F73">
        <w:t>: Supporting XSAVE feature 0x004: 'AVX registers'</w:t>
      </w:r>
    </w:p>
    <w:p w14:paraId="18A53971" w14:textId="77777777" w:rsidR="006C589B" w:rsidRPr="005B7F73" w:rsidRDefault="006C589B" w:rsidP="006C589B">
      <w:pPr>
        <w:pStyle w:val="CMDOutput"/>
      </w:pPr>
      <w:r w:rsidRPr="005B7F73">
        <w:t>Ma</w:t>
      </w:r>
      <w:r>
        <w:t>r 30</w:t>
      </w:r>
      <w:r w:rsidRPr="005B7F73">
        <w:t xml:space="preserve"> 05:54:43 </w:t>
      </w:r>
      <w:proofErr w:type="spellStart"/>
      <w:r w:rsidRPr="005B7F73">
        <w:t>secOps</w:t>
      </w:r>
      <w:proofErr w:type="spellEnd"/>
      <w:r w:rsidRPr="005B7F73">
        <w:t xml:space="preserve"> kernel: x86/</w:t>
      </w:r>
      <w:proofErr w:type="spellStart"/>
      <w:r w:rsidRPr="005B7F73">
        <w:t>fpu</w:t>
      </w:r>
      <w:proofErr w:type="spellEnd"/>
      <w:r w:rsidRPr="005B7F73">
        <w:t xml:space="preserve">: </w:t>
      </w:r>
      <w:proofErr w:type="spellStart"/>
      <w:r w:rsidRPr="005B7F73">
        <w:t>xstate_</w:t>
      </w:r>
      <w:proofErr w:type="gramStart"/>
      <w:r w:rsidRPr="005B7F73">
        <w:t>offset</w:t>
      </w:r>
      <w:proofErr w:type="spellEnd"/>
      <w:r w:rsidRPr="005B7F73">
        <w:t>[</w:t>
      </w:r>
      <w:proofErr w:type="gramEnd"/>
      <w:r w:rsidRPr="005B7F73">
        <w:t xml:space="preserve">2]:  576, </w:t>
      </w:r>
      <w:proofErr w:type="spellStart"/>
      <w:r w:rsidRPr="005B7F73">
        <w:t>xstate_sizes</w:t>
      </w:r>
      <w:proofErr w:type="spellEnd"/>
      <w:r w:rsidRPr="005B7F73">
        <w:t>[2]:  256</w:t>
      </w:r>
    </w:p>
    <w:p w14:paraId="15996CF5" w14:textId="77777777" w:rsidR="006C589B" w:rsidRPr="005B7F73" w:rsidRDefault="006C589B" w:rsidP="006C589B">
      <w:pPr>
        <w:pStyle w:val="CMDOutput"/>
      </w:pPr>
      <w:r w:rsidRPr="005B7F73">
        <w:t xml:space="preserve">Mar 31 05:54:43 </w:t>
      </w:r>
      <w:proofErr w:type="spellStart"/>
      <w:r w:rsidRPr="005B7F73">
        <w:t>secOps</w:t>
      </w:r>
      <w:proofErr w:type="spellEnd"/>
      <w:r w:rsidRPr="005B7F73">
        <w:t xml:space="preserve"> kernel: x86/</w:t>
      </w:r>
      <w:proofErr w:type="spellStart"/>
      <w:r w:rsidRPr="005B7F73">
        <w:t>fpu</w:t>
      </w:r>
      <w:proofErr w:type="spellEnd"/>
      <w:r w:rsidRPr="005B7F73">
        <w:t xml:space="preserve">: Enabled </w:t>
      </w:r>
      <w:proofErr w:type="spellStart"/>
      <w:r w:rsidRPr="005B7F73">
        <w:t>xstate</w:t>
      </w:r>
      <w:proofErr w:type="spellEnd"/>
      <w:r w:rsidRPr="005B7F73">
        <w:t xml:space="preserve"> features 0x7, context size is 832 bytes, using 'standard' format.</w:t>
      </w:r>
    </w:p>
    <w:p w14:paraId="39F5C2BA" w14:textId="77777777" w:rsidR="006C589B" w:rsidRPr="005B7F73" w:rsidRDefault="006C589B" w:rsidP="006C589B">
      <w:pPr>
        <w:pStyle w:val="CMDOutput"/>
      </w:pPr>
      <w:r>
        <w:t>Mar 30</w:t>
      </w:r>
      <w:r w:rsidRPr="005B7F73">
        <w:t xml:space="preserve"> 05:54:43 </w:t>
      </w:r>
      <w:proofErr w:type="spellStart"/>
      <w:r w:rsidRPr="005B7F73">
        <w:t>secOps</w:t>
      </w:r>
      <w:proofErr w:type="spellEnd"/>
      <w:r w:rsidRPr="005B7F73">
        <w:t xml:space="preserve"> kernel: x86/</w:t>
      </w:r>
      <w:proofErr w:type="spellStart"/>
      <w:r w:rsidRPr="005B7F73">
        <w:t>fpu</w:t>
      </w:r>
      <w:proofErr w:type="spellEnd"/>
      <w:r w:rsidRPr="005B7F73">
        <w:t>: Using 'eager' FPU context switches.</w:t>
      </w:r>
    </w:p>
    <w:p w14:paraId="243C3D9A" w14:textId="77777777" w:rsidR="006C589B" w:rsidRPr="005B7F73" w:rsidRDefault="006C589B" w:rsidP="006C589B">
      <w:pPr>
        <w:pStyle w:val="CMDOutput"/>
      </w:pPr>
      <w:r>
        <w:t>Mar 30</w:t>
      </w:r>
      <w:r w:rsidRPr="005B7F73">
        <w:t xml:space="preserve"> 05:54:43 </w:t>
      </w:r>
      <w:proofErr w:type="spellStart"/>
      <w:r w:rsidRPr="005B7F73">
        <w:t>secOps</w:t>
      </w:r>
      <w:proofErr w:type="spellEnd"/>
      <w:r w:rsidRPr="005B7F73">
        <w:t xml:space="preserve"> kernel: e820: BIOS-provided physical RAM map:</w:t>
      </w:r>
    </w:p>
    <w:p w14:paraId="3614033B" w14:textId="77777777" w:rsidR="006C589B" w:rsidRPr="005B7F73" w:rsidRDefault="006C589B" w:rsidP="006C589B">
      <w:pPr>
        <w:pStyle w:val="CMDOutput"/>
      </w:pPr>
      <w:r>
        <w:t>Mar 30</w:t>
      </w:r>
      <w:r w:rsidRPr="005B7F73">
        <w:t xml:space="preserve"> 05:54:43 </w:t>
      </w:r>
      <w:proofErr w:type="spellStart"/>
      <w:r w:rsidRPr="005B7F73">
        <w:t>secOps</w:t>
      </w:r>
      <w:proofErr w:type="spellEnd"/>
      <w:r w:rsidRPr="005B7F73">
        <w:t xml:space="preserve"> kernel: BIOS-e820: [mem 0x0000000000000000-0x000000000009fbff] usable</w:t>
      </w:r>
    </w:p>
    <w:p w14:paraId="38CCB072" w14:textId="77777777" w:rsidR="006C589B" w:rsidRPr="005B7F73" w:rsidRDefault="006C589B" w:rsidP="006C589B">
      <w:pPr>
        <w:pStyle w:val="CMDOutput"/>
      </w:pPr>
      <w:r>
        <w:t>Mar 30</w:t>
      </w:r>
      <w:r w:rsidRPr="005B7F73">
        <w:t xml:space="preserve"> 05:54:43 </w:t>
      </w:r>
      <w:proofErr w:type="spellStart"/>
      <w:r w:rsidRPr="005B7F73">
        <w:t>secOps</w:t>
      </w:r>
      <w:proofErr w:type="spellEnd"/>
      <w:r w:rsidRPr="005B7F73">
        <w:t xml:space="preserve"> kernel: BIOS-e820: [mem 0x000000000009fc00-0x000000000009ffff] reserved</w:t>
      </w:r>
    </w:p>
    <w:p w14:paraId="1F99E03B" w14:textId="77777777" w:rsidR="006C589B" w:rsidRPr="00D47E19" w:rsidRDefault="006C589B" w:rsidP="006C589B">
      <w:pPr>
        <w:pStyle w:val="CMDOutput"/>
        <w:rPr>
          <w:lang w:val="pt-BR"/>
        </w:rPr>
      </w:pPr>
      <w:r w:rsidRPr="00D47E19">
        <w:rPr>
          <w:lang w:val="pt-BR"/>
        </w:rPr>
        <w:t>Mar 30 05:54:43 secOps kernel: BIOS-e820: [mem 0x00000000000f0000-0x00000000000fffff] reserved</w:t>
      </w:r>
    </w:p>
    <w:p w14:paraId="6D3BF09A" w14:textId="77777777" w:rsidR="006C589B" w:rsidRPr="005B7F73" w:rsidRDefault="006C589B" w:rsidP="006C589B">
      <w:pPr>
        <w:pStyle w:val="CMDOutput"/>
      </w:pPr>
      <w:r>
        <w:t>&lt;some output omitted&gt;</w:t>
      </w:r>
    </w:p>
    <w:p w14:paraId="2F8A347D" w14:textId="77777777" w:rsidR="006C589B" w:rsidRDefault="006C589B" w:rsidP="006C589B">
      <w:pPr>
        <w:pStyle w:val="SubStepAlpha"/>
      </w:pPr>
      <w:proofErr w:type="spellStart"/>
      <w:r w:rsidRPr="00813E75">
        <w:t>journalctl</w:t>
      </w:r>
      <w:proofErr w:type="spellEnd"/>
      <w:r w:rsidRPr="00813E75">
        <w:t xml:space="preserve"> also allows for displaying log entries related to a specific service with the </w:t>
      </w:r>
      <w:r w:rsidRPr="00813E75">
        <w:rPr>
          <w:rFonts w:ascii="Courier New" w:hAnsi="Courier New" w:cs="Courier New"/>
        </w:rPr>
        <w:t>–u</w:t>
      </w:r>
      <w:r w:rsidRPr="00813E75">
        <w:t xml:space="preserve"> option. The command below displays logs entries related to </w:t>
      </w:r>
      <w:proofErr w:type="spellStart"/>
      <w:r w:rsidRPr="00813E75">
        <w:t>nginx</w:t>
      </w:r>
      <w:proofErr w:type="spellEnd"/>
      <w:r>
        <w:t>:</w:t>
      </w:r>
    </w:p>
    <w:p w14:paraId="640C72A7" w14:textId="77777777" w:rsidR="006C589B" w:rsidRPr="005B7F73" w:rsidRDefault="006C589B" w:rsidP="006C589B">
      <w:pPr>
        <w:pStyle w:val="CMD"/>
      </w:pPr>
      <w:r w:rsidRPr="005B7F73">
        <w:t>[</w:t>
      </w:r>
      <w:proofErr w:type="spellStart"/>
      <w:r w:rsidRPr="005B7F73">
        <w:t>analyst@secOps</w:t>
      </w:r>
      <w:proofErr w:type="spellEnd"/>
      <w:r w:rsidRPr="005B7F73">
        <w:t xml:space="preserve"> </w:t>
      </w:r>
      <w:proofErr w:type="gramStart"/>
      <w:r w:rsidRPr="005B7F73">
        <w:t>~]$</w:t>
      </w:r>
      <w:proofErr w:type="gramEnd"/>
      <w:r w:rsidRPr="005B7F73">
        <w:t xml:space="preserve"> </w:t>
      </w:r>
      <w:proofErr w:type="spellStart"/>
      <w:r w:rsidRPr="005B7F73">
        <w:rPr>
          <w:b/>
        </w:rPr>
        <w:t>sudo</w:t>
      </w:r>
      <w:proofErr w:type="spellEnd"/>
      <w:r w:rsidRPr="005B7F73">
        <w:rPr>
          <w:b/>
        </w:rPr>
        <w:t xml:space="preserve"> </w:t>
      </w:r>
      <w:proofErr w:type="spellStart"/>
      <w:r w:rsidRPr="005B7F73">
        <w:rPr>
          <w:b/>
        </w:rPr>
        <w:t>journalctl</w:t>
      </w:r>
      <w:proofErr w:type="spellEnd"/>
      <w:r w:rsidRPr="005B7F73">
        <w:rPr>
          <w:b/>
        </w:rPr>
        <w:t xml:space="preserve"> –u </w:t>
      </w:r>
      <w:proofErr w:type="spellStart"/>
      <w:r w:rsidRPr="005B7F73">
        <w:rPr>
          <w:b/>
        </w:rPr>
        <w:t>nginx.service</w:t>
      </w:r>
      <w:proofErr w:type="spellEnd"/>
    </w:p>
    <w:p w14:paraId="4C97694D" w14:textId="77777777" w:rsidR="006C589B" w:rsidRPr="005B7F73" w:rsidRDefault="006C589B" w:rsidP="006C589B">
      <w:pPr>
        <w:pStyle w:val="CMDOutput"/>
      </w:pPr>
      <w:r w:rsidRPr="005B7F73">
        <w:t>-- Logs begin at Fri 2014-09-26 13:22:51 EDT, end at Fri 2017-03-31 10:30:39 EDT. --</w:t>
      </w:r>
    </w:p>
    <w:p w14:paraId="67AF99BE" w14:textId="77777777" w:rsidR="006C589B" w:rsidRPr="005B7F73" w:rsidRDefault="006C589B" w:rsidP="006C589B">
      <w:pPr>
        <w:pStyle w:val="CMDOutput"/>
      </w:pPr>
      <w:r w:rsidRPr="005B7F73">
        <w:lastRenderedPageBreak/>
        <w:t xml:space="preserve">Oct 19 16:47:57 </w:t>
      </w:r>
      <w:proofErr w:type="spellStart"/>
      <w:r w:rsidRPr="005B7F73">
        <w:t>secOps</w:t>
      </w:r>
      <w:proofErr w:type="spellEnd"/>
      <w:r w:rsidRPr="005B7F73">
        <w:t xml:space="preserve"> </w:t>
      </w:r>
      <w:proofErr w:type="spellStart"/>
      <w:proofErr w:type="gramStart"/>
      <w:r w:rsidRPr="005B7F73">
        <w:t>systemd</w:t>
      </w:r>
      <w:proofErr w:type="spellEnd"/>
      <w:r w:rsidRPr="005B7F73">
        <w:t>[</w:t>
      </w:r>
      <w:proofErr w:type="gramEnd"/>
      <w:r w:rsidRPr="005B7F73">
        <w:t>1]: Starting A high performance web server and a reverse proxy server...</w:t>
      </w:r>
    </w:p>
    <w:p w14:paraId="56AA0801" w14:textId="77777777" w:rsidR="006C589B" w:rsidRPr="005B7F73" w:rsidRDefault="006C589B" w:rsidP="006C589B">
      <w:pPr>
        <w:pStyle w:val="CMDOutput"/>
      </w:pPr>
      <w:r w:rsidRPr="005B7F73">
        <w:t xml:space="preserve">Oct 19 16:47:57 </w:t>
      </w:r>
      <w:proofErr w:type="spellStart"/>
      <w:r w:rsidRPr="005B7F73">
        <w:t>secOps</w:t>
      </w:r>
      <w:proofErr w:type="spellEnd"/>
      <w:r w:rsidRPr="005B7F73">
        <w:t xml:space="preserve"> </w:t>
      </w:r>
      <w:proofErr w:type="spellStart"/>
      <w:proofErr w:type="gramStart"/>
      <w:r w:rsidRPr="005B7F73">
        <w:t>nginx</w:t>
      </w:r>
      <w:proofErr w:type="spellEnd"/>
      <w:r w:rsidRPr="005B7F73">
        <w:t>[</w:t>
      </w:r>
      <w:proofErr w:type="gramEnd"/>
      <w:r w:rsidRPr="005B7F73">
        <w:t>21058]: 2016/10/19 16:47:57 [warn] 21058#21058: conflicting server name "localhost" on 0.0.0.0:80,</w:t>
      </w:r>
    </w:p>
    <w:p w14:paraId="5402037A" w14:textId="77777777" w:rsidR="006C589B" w:rsidRPr="005B7F73" w:rsidRDefault="006C589B" w:rsidP="006C589B">
      <w:pPr>
        <w:pStyle w:val="CMDOutput"/>
      </w:pPr>
      <w:r w:rsidRPr="005B7F73">
        <w:t xml:space="preserve">Oct 19 16:47:57 </w:t>
      </w:r>
      <w:proofErr w:type="spellStart"/>
      <w:r w:rsidRPr="005B7F73">
        <w:t>secOps</w:t>
      </w:r>
      <w:proofErr w:type="spellEnd"/>
      <w:r w:rsidRPr="005B7F73">
        <w:t xml:space="preserve"> </w:t>
      </w:r>
      <w:proofErr w:type="spellStart"/>
      <w:proofErr w:type="gramStart"/>
      <w:r w:rsidRPr="005B7F73">
        <w:t>systemd</w:t>
      </w:r>
      <w:proofErr w:type="spellEnd"/>
      <w:r w:rsidRPr="005B7F73">
        <w:t>[</w:t>
      </w:r>
      <w:proofErr w:type="gramEnd"/>
      <w:r w:rsidRPr="005B7F73">
        <w:t xml:space="preserve">1]: </w:t>
      </w:r>
      <w:proofErr w:type="spellStart"/>
      <w:r w:rsidRPr="005B7F73">
        <w:t>nginx.service</w:t>
      </w:r>
      <w:proofErr w:type="spellEnd"/>
      <w:r w:rsidRPr="005B7F73">
        <w:t>: PID file /run/</w:t>
      </w:r>
      <w:proofErr w:type="spellStart"/>
      <w:r w:rsidRPr="005B7F73">
        <w:t>nginx.pid</w:t>
      </w:r>
      <w:proofErr w:type="spellEnd"/>
      <w:r w:rsidRPr="005B7F73">
        <w:t xml:space="preserve"> not readable (yet?) after start: No such file or dire</w:t>
      </w:r>
    </w:p>
    <w:p w14:paraId="6C4C357C" w14:textId="77777777" w:rsidR="006C589B" w:rsidRPr="005B7F73" w:rsidRDefault="006C589B" w:rsidP="006C589B">
      <w:pPr>
        <w:pStyle w:val="CMDOutput"/>
      </w:pPr>
      <w:r w:rsidRPr="005B7F73">
        <w:t xml:space="preserve">Oct 19 16:47:57 </w:t>
      </w:r>
      <w:proofErr w:type="spellStart"/>
      <w:r w:rsidRPr="005B7F73">
        <w:t>secOps</w:t>
      </w:r>
      <w:proofErr w:type="spellEnd"/>
      <w:r w:rsidRPr="005B7F73">
        <w:t xml:space="preserve"> </w:t>
      </w:r>
      <w:proofErr w:type="spellStart"/>
      <w:proofErr w:type="gramStart"/>
      <w:r w:rsidRPr="005B7F73">
        <w:t>systemd</w:t>
      </w:r>
      <w:proofErr w:type="spellEnd"/>
      <w:r w:rsidRPr="005B7F73">
        <w:t>[</w:t>
      </w:r>
      <w:proofErr w:type="gramEnd"/>
      <w:r w:rsidRPr="005B7F73">
        <w:t>1]: Started A high performance web server and a reverse proxy server.</w:t>
      </w:r>
    </w:p>
    <w:p w14:paraId="42ACD1E7" w14:textId="77777777" w:rsidR="006C589B" w:rsidRPr="005B7F73" w:rsidRDefault="006C589B" w:rsidP="006C589B">
      <w:pPr>
        <w:pStyle w:val="CMDOutput"/>
      </w:pPr>
      <w:r w:rsidRPr="005B7F73">
        <w:t xml:space="preserve">Oct 19 17:40:09 </w:t>
      </w:r>
      <w:proofErr w:type="spellStart"/>
      <w:r w:rsidRPr="005B7F73">
        <w:t>secOps</w:t>
      </w:r>
      <w:proofErr w:type="spellEnd"/>
      <w:r w:rsidRPr="005B7F73">
        <w:t xml:space="preserve"> </w:t>
      </w:r>
      <w:proofErr w:type="spellStart"/>
      <w:proofErr w:type="gramStart"/>
      <w:r w:rsidRPr="005B7F73">
        <w:t>nginx</w:t>
      </w:r>
      <w:proofErr w:type="spellEnd"/>
      <w:r w:rsidRPr="005B7F73">
        <w:t>[</w:t>
      </w:r>
      <w:proofErr w:type="gramEnd"/>
      <w:r w:rsidRPr="005B7F73">
        <w:t>21058]: 2016/10/19 17:40:09 [error] 21060#21060: *1 open() "/</w:t>
      </w:r>
      <w:proofErr w:type="spellStart"/>
      <w:r w:rsidRPr="005B7F73">
        <w:t>usr</w:t>
      </w:r>
      <w:proofErr w:type="spellEnd"/>
      <w:r w:rsidRPr="005B7F73">
        <w:t>/share/</w:t>
      </w:r>
      <w:proofErr w:type="spellStart"/>
      <w:r w:rsidRPr="005B7F73">
        <w:t>nginx</w:t>
      </w:r>
      <w:proofErr w:type="spellEnd"/>
      <w:r w:rsidRPr="005B7F73">
        <w:t xml:space="preserve">/html/favicon.ico" </w:t>
      </w:r>
      <w:proofErr w:type="spellStart"/>
      <w:r w:rsidRPr="005B7F73">
        <w:t>fai</w:t>
      </w:r>
      <w:proofErr w:type="spellEnd"/>
    </w:p>
    <w:p w14:paraId="7AFD6E7F" w14:textId="77777777" w:rsidR="006C589B" w:rsidRPr="005B7F73" w:rsidRDefault="006C589B" w:rsidP="006C589B">
      <w:pPr>
        <w:pStyle w:val="CMDOutput"/>
      </w:pPr>
      <w:r w:rsidRPr="005B7F73">
        <w:t xml:space="preserve">Oct 19 17:40:09 </w:t>
      </w:r>
      <w:proofErr w:type="spellStart"/>
      <w:r w:rsidRPr="005B7F73">
        <w:t>secOps</w:t>
      </w:r>
      <w:proofErr w:type="spellEnd"/>
      <w:r w:rsidRPr="005B7F73">
        <w:t xml:space="preserve"> </w:t>
      </w:r>
      <w:proofErr w:type="spellStart"/>
      <w:proofErr w:type="gramStart"/>
      <w:r w:rsidRPr="005B7F73">
        <w:t>nginx</w:t>
      </w:r>
      <w:proofErr w:type="spellEnd"/>
      <w:r w:rsidRPr="005B7F73">
        <w:t>[</w:t>
      </w:r>
      <w:proofErr w:type="gramEnd"/>
      <w:r w:rsidRPr="005B7F73">
        <w:t>21058]: 2016/10/19 17:40:09 [error] 21060#21060: *1 open() "/</w:t>
      </w:r>
      <w:proofErr w:type="spellStart"/>
      <w:r w:rsidRPr="005B7F73">
        <w:t>usr</w:t>
      </w:r>
      <w:proofErr w:type="spellEnd"/>
      <w:r w:rsidRPr="005B7F73">
        <w:t>/share/</w:t>
      </w:r>
      <w:proofErr w:type="spellStart"/>
      <w:r w:rsidRPr="005B7F73">
        <w:t>nginx</w:t>
      </w:r>
      <w:proofErr w:type="spellEnd"/>
      <w:r w:rsidRPr="005B7F73">
        <w:t xml:space="preserve">/html/favicon.ico" </w:t>
      </w:r>
      <w:proofErr w:type="spellStart"/>
      <w:r w:rsidRPr="005B7F73">
        <w:t>fai</w:t>
      </w:r>
      <w:proofErr w:type="spellEnd"/>
    </w:p>
    <w:p w14:paraId="6784E755" w14:textId="77777777" w:rsidR="006C589B" w:rsidRPr="005B7F73" w:rsidRDefault="006C589B" w:rsidP="006C589B">
      <w:pPr>
        <w:pStyle w:val="CMDOutput"/>
      </w:pPr>
      <w:r w:rsidRPr="005B7F73">
        <w:t xml:space="preserve">Oct 19 17:41:21 </w:t>
      </w:r>
      <w:proofErr w:type="spellStart"/>
      <w:r w:rsidRPr="005B7F73">
        <w:t>secOps</w:t>
      </w:r>
      <w:proofErr w:type="spellEnd"/>
      <w:r w:rsidRPr="005B7F73">
        <w:t xml:space="preserve"> </w:t>
      </w:r>
      <w:proofErr w:type="spellStart"/>
      <w:proofErr w:type="gramStart"/>
      <w:r w:rsidRPr="005B7F73">
        <w:t>nginx</w:t>
      </w:r>
      <w:proofErr w:type="spellEnd"/>
      <w:r w:rsidRPr="005B7F73">
        <w:t>[</w:t>
      </w:r>
      <w:proofErr w:type="gramEnd"/>
      <w:r w:rsidRPr="005B7F73">
        <w:t>21058]: 2016/10/19 17:41:21 [error] 21060#21060: *2 open() "/</w:t>
      </w:r>
      <w:proofErr w:type="spellStart"/>
      <w:r w:rsidRPr="005B7F73">
        <w:t>usr</w:t>
      </w:r>
      <w:proofErr w:type="spellEnd"/>
      <w:r w:rsidRPr="005B7F73">
        <w:t>/share/</w:t>
      </w:r>
      <w:proofErr w:type="spellStart"/>
      <w:r w:rsidRPr="005B7F73">
        <w:t>nginx</w:t>
      </w:r>
      <w:proofErr w:type="spellEnd"/>
      <w:r w:rsidRPr="005B7F73">
        <w:t xml:space="preserve">/html/favicon.ico" </w:t>
      </w:r>
      <w:proofErr w:type="spellStart"/>
      <w:r w:rsidRPr="005B7F73">
        <w:t>fai</w:t>
      </w:r>
      <w:proofErr w:type="spellEnd"/>
    </w:p>
    <w:p w14:paraId="70ABA8FA" w14:textId="77777777" w:rsidR="006C589B" w:rsidRPr="005B7F73" w:rsidRDefault="006C589B" w:rsidP="006C589B">
      <w:pPr>
        <w:pStyle w:val="CMDOutput"/>
      </w:pPr>
      <w:r w:rsidRPr="005B7F73">
        <w:t xml:space="preserve">Oct 19 17:41:21 </w:t>
      </w:r>
      <w:proofErr w:type="spellStart"/>
      <w:r w:rsidRPr="005B7F73">
        <w:t>secOps</w:t>
      </w:r>
      <w:proofErr w:type="spellEnd"/>
      <w:r w:rsidRPr="005B7F73">
        <w:t xml:space="preserve"> </w:t>
      </w:r>
      <w:proofErr w:type="spellStart"/>
      <w:proofErr w:type="gramStart"/>
      <w:r w:rsidRPr="005B7F73">
        <w:t>nginx</w:t>
      </w:r>
      <w:proofErr w:type="spellEnd"/>
      <w:r w:rsidRPr="005B7F73">
        <w:t>[</w:t>
      </w:r>
      <w:proofErr w:type="gramEnd"/>
      <w:r w:rsidRPr="005B7F73">
        <w:t>21058]: 2016/10/19 17:41:21 [error] 21060#21060: *2 open() "/</w:t>
      </w:r>
      <w:proofErr w:type="spellStart"/>
      <w:r w:rsidRPr="005B7F73">
        <w:t>usr</w:t>
      </w:r>
      <w:proofErr w:type="spellEnd"/>
      <w:r w:rsidRPr="005B7F73">
        <w:t>/share/</w:t>
      </w:r>
      <w:proofErr w:type="spellStart"/>
      <w:r w:rsidRPr="005B7F73">
        <w:t>nginx</w:t>
      </w:r>
      <w:proofErr w:type="spellEnd"/>
      <w:r w:rsidRPr="005B7F73">
        <w:t xml:space="preserve">/html/favicon.ico" </w:t>
      </w:r>
      <w:proofErr w:type="spellStart"/>
      <w:r w:rsidRPr="005B7F73">
        <w:t>fai</w:t>
      </w:r>
      <w:proofErr w:type="spellEnd"/>
    </w:p>
    <w:p w14:paraId="047E7DC1" w14:textId="77777777" w:rsidR="006C589B" w:rsidRPr="005B7F73" w:rsidRDefault="006C589B" w:rsidP="006C589B">
      <w:pPr>
        <w:pStyle w:val="CMDOutput"/>
      </w:pPr>
      <w:r w:rsidRPr="005B7F73">
        <w:t xml:space="preserve">Oct 19 18:36:33 </w:t>
      </w:r>
      <w:proofErr w:type="spellStart"/>
      <w:r w:rsidRPr="005B7F73">
        <w:t>secOps</w:t>
      </w:r>
      <w:proofErr w:type="spellEnd"/>
      <w:r w:rsidRPr="005B7F73">
        <w:t xml:space="preserve"> </w:t>
      </w:r>
      <w:proofErr w:type="spellStart"/>
      <w:proofErr w:type="gramStart"/>
      <w:r w:rsidRPr="005B7F73">
        <w:t>systemd</w:t>
      </w:r>
      <w:proofErr w:type="spellEnd"/>
      <w:r w:rsidRPr="005B7F73">
        <w:t>[</w:t>
      </w:r>
      <w:proofErr w:type="gramEnd"/>
      <w:r w:rsidRPr="005B7F73">
        <w:t>1]: Stopping A high performance web server and a reverse proxy server...</w:t>
      </w:r>
    </w:p>
    <w:p w14:paraId="03AAFD34" w14:textId="77777777" w:rsidR="006C589B" w:rsidRPr="005B7F73" w:rsidRDefault="006C589B" w:rsidP="006C589B">
      <w:pPr>
        <w:pStyle w:val="CMDOutput"/>
      </w:pPr>
      <w:r w:rsidRPr="005B7F73">
        <w:t xml:space="preserve">Oct 19 18:36:33 </w:t>
      </w:r>
      <w:proofErr w:type="spellStart"/>
      <w:r w:rsidRPr="005B7F73">
        <w:t>secOps</w:t>
      </w:r>
      <w:proofErr w:type="spellEnd"/>
      <w:r w:rsidRPr="005B7F73">
        <w:t xml:space="preserve"> </w:t>
      </w:r>
      <w:proofErr w:type="spellStart"/>
      <w:proofErr w:type="gramStart"/>
      <w:r w:rsidRPr="005B7F73">
        <w:t>systemd</w:t>
      </w:r>
      <w:proofErr w:type="spellEnd"/>
      <w:r w:rsidRPr="005B7F73">
        <w:t>[</w:t>
      </w:r>
      <w:proofErr w:type="gramEnd"/>
      <w:r w:rsidRPr="005B7F73">
        <w:t>1]: Stopped A high performance web server and a reverse proxy server.</w:t>
      </w:r>
    </w:p>
    <w:p w14:paraId="51C06E2F" w14:textId="77777777" w:rsidR="006C589B" w:rsidRPr="005B7F73" w:rsidRDefault="006C589B" w:rsidP="006C589B">
      <w:pPr>
        <w:pStyle w:val="CMDOutput"/>
      </w:pPr>
      <w:r w:rsidRPr="005B7F73">
        <w:t>-- Reboot --</w:t>
      </w:r>
    </w:p>
    <w:p w14:paraId="5E4FE70D" w14:textId="77777777" w:rsidR="006C589B" w:rsidRPr="005B7F73" w:rsidRDefault="006C589B" w:rsidP="006C589B">
      <w:pPr>
        <w:pStyle w:val="CMDOutput"/>
      </w:pPr>
      <w:r w:rsidRPr="005B7F73">
        <w:t xml:space="preserve">Oct 19 18:36:49 </w:t>
      </w:r>
      <w:proofErr w:type="spellStart"/>
      <w:r w:rsidRPr="005B7F73">
        <w:t>secOps</w:t>
      </w:r>
      <w:proofErr w:type="spellEnd"/>
      <w:r w:rsidRPr="005B7F73">
        <w:t xml:space="preserve"> </w:t>
      </w:r>
      <w:proofErr w:type="spellStart"/>
      <w:proofErr w:type="gramStart"/>
      <w:r w:rsidRPr="005B7F73">
        <w:t>systemd</w:t>
      </w:r>
      <w:proofErr w:type="spellEnd"/>
      <w:r w:rsidRPr="005B7F73">
        <w:t>[</w:t>
      </w:r>
      <w:proofErr w:type="gramEnd"/>
      <w:r w:rsidRPr="005B7F73">
        <w:t>1]: Starting A high performance web server and a reverse proxy server...</w:t>
      </w:r>
    </w:p>
    <w:p w14:paraId="3A5FBFBB" w14:textId="77777777" w:rsidR="006C589B" w:rsidRPr="005B7F73" w:rsidRDefault="006C589B" w:rsidP="006C589B">
      <w:pPr>
        <w:pStyle w:val="CMDOutput"/>
      </w:pPr>
      <w:r w:rsidRPr="005B7F73">
        <w:t xml:space="preserve">Oct 19 18:36:49 </w:t>
      </w:r>
      <w:proofErr w:type="spellStart"/>
      <w:r w:rsidRPr="005B7F73">
        <w:t>secOps</w:t>
      </w:r>
      <w:proofErr w:type="spellEnd"/>
      <w:r w:rsidRPr="005B7F73">
        <w:t xml:space="preserve"> </w:t>
      </w:r>
      <w:proofErr w:type="spellStart"/>
      <w:proofErr w:type="gramStart"/>
      <w:r w:rsidRPr="005B7F73">
        <w:t>nginx</w:t>
      </w:r>
      <w:proofErr w:type="spellEnd"/>
      <w:r w:rsidRPr="005B7F73">
        <w:t>[</w:t>
      </w:r>
      <w:proofErr w:type="gramEnd"/>
      <w:r w:rsidRPr="005B7F73">
        <w:t xml:space="preserve">399]: 2016/10/19 18:36:49 [warn] 399#399: conflicting server name "localhost" on 0.0.0.0:80, </w:t>
      </w:r>
      <w:proofErr w:type="spellStart"/>
      <w:r w:rsidRPr="005B7F73">
        <w:t>ignor</w:t>
      </w:r>
      <w:proofErr w:type="spellEnd"/>
    </w:p>
    <w:p w14:paraId="064B32E4" w14:textId="77777777" w:rsidR="006C589B" w:rsidRPr="005B7F73" w:rsidRDefault="006C589B" w:rsidP="006C589B">
      <w:pPr>
        <w:pStyle w:val="CMDOutput"/>
      </w:pPr>
      <w:r w:rsidRPr="005B7F73">
        <w:t xml:space="preserve">Oct 19 18:36:49 </w:t>
      </w:r>
      <w:proofErr w:type="spellStart"/>
      <w:r w:rsidRPr="005B7F73">
        <w:t>secOps</w:t>
      </w:r>
      <w:proofErr w:type="spellEnd"/>
      <w:r w:rsidRPr="005B7F73">
        <w:t xml:space="preserve"> </w:t>
      </w:r>
      <w:proofErr w:type="spellStart"/>
      <w:proofErr w:type="gramStart"/>
      <w:r w:rsidRPr="005B7F73">
        <w:t>systemd</w:t>
      </w:r>
      <w:proofErr w:type="spellEnd"/>
      <w:r w:rsidRPr="005B7F73">
        <w:t>[</w:t>
      </w:r>
      <w:proofErr w:type="gramEnd"/>
      <w:r w:rsidRPr="005B7F73">
        <w:t xml:space="preserve">1]: </w:t>
      </w:r>
      <w:proofErr w:type="spellStart"/>
      <w:r w:rsidRPr="005B7F73">
        <w:t>nginx.service</w:t>
      </w:r>
      <w:proofErr w:type="spellEnd"/>
      <w:r w:rsidRPr="005B7F73">
        <w:t>: PID file /run/</w:t>
      </w:r>
      <w:proofErr w:type="spellStart"/>
      <w:r w:rsidRPr="005B7F73">
        <w:t>nginx.pid</w:t>
      </w:r>
      <w:proofErr w:type="spellEnd"/>
      <w:r w:rsidRPr="005B7F73">
        <w:t xml:space="preserve"> not readable (yet?) after start: No such file or dire</w:t>
      </w:r>
    </w:p>
    <w:p w14:paraId="0DEC1306" w14:textId="77777777" w:rsidR="006C589B" w:rsidRPr="005B7F73" w:rsidRDefault="006C589B" w:rsidP="006C589B">
      <w:pPr>
        <w:pStyle w:val="CMDOutput"/>
      </w:pPr>
      <w:r w:rsidRPr="005B7F73">
        <w:t xml:space="preserve">Oct 19 18:36:49 </w:t>
      </w:r>
      <w:proofErr w:type="spellStart"/>
      <w:r w:rsidRPr="005B7F73">
        <w:t>secOps</w:t>
      </w:r>
      <w:proofErr w:type="spellEnd"/>
      <w:r w:rsidRPr="005B7F73">
        <w:t xml:space="preserve"> </w:t>
      </w:r>
      <w:proofErr w:type="spellStart"/>
      <w:proofErr w:type="gramStart"/>
      <w:r w:rsidRPr="005B7F73">
        <w:t>systemd</w:t>
      </w:r>
      <w:proofErr w:type="spellEnd"/>
      <w:r w:rsidRPr="005B7F73">
        <w:t>[</w:t>
      </w:r>
      <w:proofErr w:type="gramEnd"/>
      <w:r w:rsidRPr="005B7F73">
        <w:t>1]: Started A high performance web ser</w:t>
      </w:r>
      <w:r>
        <w:t>ver and a reverse proxy server.</w:t>
      </w:r>
    </w:p>
    <w:p w14:paraId="34A27784" w14:textId="77777777" w:rsidR="006C589B" w:rsidRPr="005B7F73" w:rsidRDefault="006C589B" w:rsidP="006C589B">
      <w:pPr>
        <w:pStyle w:val="CMDOutput"/>
      </w:pPr>
      <w:r>
        <w:t>&lt;some output omitted&gt;</w:t>
      </w:r>
    </w:p>
    <w:p w14:paraId="57CFCE7B" w14:textId="77777777" w:rsidR="006C589B" w:rsidRPr="00B7192B" w:rsidRDefault="006C589B" w:rsidP="006C589B">
      <w:pPr>
        <w:pStyle w:val="SubStepAlpha"/>
        <w:numPr>
          <w:ilvl w:val="0"/>
          <w:numId w:val="0"/>
        </w:numPr>
        <w:ind w:left="720"/>
      </w:pPr>
      <w:r w:rsidRPr="00B7192B">
        <w:rPr>
          <w:b/>
        </w:rPr>
        <w:t>Note</w:t>
      </w:r>
      <w:r w:rsidRPr="005B7F73">
        <w:t>:</w:t>
      </w:r>
      <w:r>
        <w:t xml:space="preserve"> As part o</w:t>
      </w:r>
      <w:r w:rsidRPr="00813E75">
        <w:t xml:space="preserve">f </w:t>
      </w:r>
      <w:proofErr w:type="spellStart"/>
      <w:r w:rsidRPr="00813E75">
        <w:t>systemd</w:t>
      </w:r>
      <w:proofErr w:type="spellEnd"/>
      <w:r w:rsidRPr="00813E75">
        <w:t>, services are described as units. Most service installation packages create units and enable units during</w:t>
      </w:r>
      <w:r>
        <w:t xml:space="preserve"> the installation process.</w:t>
      </w:r>
    </w:p>
    <w:p w14:paraId="5A31221E" w14:textId="77777777" w:rsidR="006C589B" w:rsidRDefault="006C589B" w:rsidP="006C589B">
      <w:pPr>
        <w:pStyle w:val="SubStepAlpha"/>
      </w:pPr>
      <w:proofErr w:type="gramStart"/>
      <w:r w:rsidRPr="00B7192B">
        <w:rPr>
          <w:rFonts w:cs="Arial"/>
        </w:rPr>
        <w:t>Similar to</w:t>
      </w:r>
      <w:proofErr w:type="gramEnd"/>
      <w:r w:rsidRPr="00B7192B">
        <w:rPr>
          <w:rFonts w:cs="Arial"/>
        </w:rPr>
        <w:t xml:space="preserve"> </w:t>
      </w:r>
      <w:r w:rsidRPr="005B7F73">
        <w:rPr>
          <w:b/>
        </w:rPr>
        <w:t>tail –f</w:t>
      </w:r>
      <w:r w:rsidRPr="005B7F73">
        <w:t xml:space="preserve">, </w:t>
      </w:r>
      <w:proofErr w:type="spellStart"/>
      <w:r w:rsidRPr="005B7F73">
        <w:rPr>
          <w:b/>
        </w:rPr>
        <w:t>journalctl</w:t>
      </w:r>
      <w:proofErr w:type="spellEnd"/>
      <w:r w:rsidRPr="005B7F73">
        <w:t xml:space="preserve"> a</w:t>
      </w:r>
      <w:r>
        <w:t>lso supports real-time monitoring. Use the</w:t>
      </w:r>
      <w:r w:rsidRPr="00813E75">
        <w:t xml:space="preserve"> –f o</w:t>
      </w:r>
      <w:r>
        <w:t>ption to instruct</w:t>
      </w:r>
      <w:r w:rsidRPr="00813E75">
        <w:t xml:space="preserve"> </w:t>
      </w:r>
      <w:proofErr w:type="spellStart"/>
      <w:r w:rsidRPr="00813E75">
        <w:t>journalctl</w:t>
      </w:r>
      <w:proofErr w:type="spellEnd"/>
      <w:r w:rsidRPr="00813E75">
        <w:t xml:space="preserve"> </w:t>
      </w:r>
      <w:r>
        <w:t xml:space="preserve">to </w:t>
      </w:r>
      <w:r w:rsidRPr="00B7192B">
        <w:rPr>
          <w:i/>
        </w:rPr>
        <w:t>follow</w:t>
      </w:r>
      <w:r>
        <w:t xml:space="preserve"> a specific log. Press </w:t>
      </w:r>
      <w:r>
        <w:rPr>
          <w:b/>
        </w:rPr>
        <w:t xml:space="preserve">Ctrl + C </w:t>
      </w:r>
      <w:r>
        <w:t>to exit.</w:t>
      </w:r>
    </w:p>
    <w:p w14:paraId="29F6C625" w14:textId="77777777" w:rsidR="006C589B" w:rsidRPr="00450686" w:rsidRDefault="006C589B" w:rsidP="006C589B">
      <w:pPr>
        <w:pStyle w:val="CMD"/>
      </w:pPr>
      <w:r w:rsidRPr="00450686">
        <w:t>[</w:t>
      </w:r>
      <w:proofErr w:type="spellStart"/>
      <w:r w:rsidRPr="00450686">
        <w:t>analyst@secOps</w:t>
      </w:r>
      <w:proofErr w:type="spellEnd"/>
      <w:r w:rsidRPr="00450686">
        <w:t xml:space="preserve"> </w:t>
      </w:r>
      <w:proofErr w:type="gramStart"/>
      <w:r w:rsidRPr="00450686">
        <w:t>~]$</w:t>
      </w:r>
      <w:proofErr w:type="gramEnd"/>
      <w:r w:rsidRPr="00450686">
        <w:t xml:space="preserve"> </w:t>
      </w:r>
      <w:proofErr w:type="spellStart"/>
      <w:r w:rsidRPr="00450686">
        <w:rPr>
          <w:b/>
        </w:rPr>
        <w:t>sudo</w:t>
      </w:r>
      <w:proofErr w:type="spellEnd"/>
      <w:r w:rsidRPr="00450686">
        <w:rPr>
          <w:b/>
        </w:rPr>
        <w:t xml:space="preserve"> </w:t>
      </w:r>
      <w:proofErr w:type="spellStart"/>
      <w:r w:rsidRPr="00450686">
        <w:rPr>
          <w:b/>
        </w:rPr>
        <w:t>journalctl</w:t>
      </w:r>
      <w:proofErr w:type="spellEnd"/>
      <w:r w:rsidRPr="00450686">
        <w:rPr>
          <w:b/>
        </w:rPr>
        <w:t xml:space="preserve"> -f</w:t>
      </w:r>
    </w:p>
    <w:p w14:paraId="7B1C4CD5" w14:textId="77777777" w:rsidR="006C589B" w:rsidRPr="00450686" w:rsidRDefault="006C589B" w:rsidP="006C589B">
      <w:pPr>
        <w:pStyle w:val="CMD"/>
      </w:pPr>
      <w:r w:rsidRPr="00450686">
        <w:t>[</w:t>
      </w:r>
      <w:proofErr w:type="spellStart"/>
      <w:r w:rsidRPr="00450686">
        <w:t>sudo</w:t>
      </w:r>
      <w:proofErr w:type="spellEnd"/>
      <w:r w:rsidRPr="00450686">
        <w:t xml:space="preserve">] password for analyst: </w:t>
      </w:r>
    </w:p>
    <w:p w14:paraId="07BC8DF4" w14:textId="77777777" w:rsidR="006C589B" w:rsidRPr="00450686" w:rsidRDefault="006C589B" w:rsidP="006C589B">
      <w:pPr>
        <w:pStyle w:val="CMDOutput"/>
      </w:pPr>
      <w:r w:rsidRPr="00450686">
        <w:t>-- Logs begin at Fri 2014-09-26 13:22:51 EDT. --</w:t>
      </w:r>
    </w:p>
    <w:p w14:paraId="679E85CE" w14:textId="77777777" w:rsidR="006C589B" w:rsidRPr="00450686" w:rsidRDefault="006C589B" w:rsidP="006C589B">
      <w:pPr>
        <w:pStyle w:val="CMDOutput"/>
      </w:pPr>
      <w:r w:rsidRPr="00450686">
        <w:t xml:space="preserve">Mar 31 10:34:15 </w:t>
      </w:r>
      <w:proofErr w:type="spellStart"/>
      <w:r w:rsidRPr="00450686">
        <w:t>secOps</w:t>
      </w:r>
      <w:proofErr w:type="spellEnd"/>
      <w:r w:rsidRPr="00450686">
        <w:t xml:space="preserve"> </w:t>
      </w:r>
      <w:proofErr w:type="spellStart"/>
      <w:proofErr w:type="gramStart"/>
      <w:r w:rsidRPr="00450686">
        <w:t>filebeat</w:t>
      </w:r>
      <w:proofErr w:type="spellEnd"/>
      <w:r w:rsidRPr="00450686">
        <w:t>[</w:t>
      </w:r>
      <w:proofErr w:type="gramEnd"/>
      <w:r w:rsidRPr="00450686">
        <w:t>222]: 2017/03/31 14:34:15.077058 logp.go:232: INFO No non-zero metrics in the last 30s</w:t>
      </w:r>
    </w:p>
    <w:p w14:paraId="47802A91" w14:textId="77777777" w:rsidR="006C589B" w:rsidRPr="00450686" w:rsidRDefault="006C589B" w:rsidP="006C589B">
      <w:pPr>
        <w:pStyle w:val="CMDOutput"/>
      </w:pPr>
      <w:r w:rsidRPr="00450686">
        <w:t xml:space="preserve">Mar 31 10:34:40 </w:t>
      </w:r>
      <w:proofErr w:type="spellStart"/>
      <w:r w:rsidRPr="00450686">
        <w:t>secOps</w:t>
      </w:r>
      <w:proofErr w:type="spellEnd"/>
      <w:r w:rsidRPr="00450686">
        <w:t xml:space="preserve"> </w:t>
      </w:r>
      <w:proofErr w:type="spellStart"/>
      <w:proofErr w:type="gramStart"/>
      <w:r w:rsidRPr="00450686">
        <w:t>sudo</w:t>
      </w:r>
      <w:proofErr w:type="spellEnd"/>
      <w:r w:rsidRPr="00450686">
        <w:t>[</w:t>
      </w:r>
      <w:proofErr w:type="gramEnd"/>
      <w:r w:rsidRPr="00450686">
        <w:t xml:space="preserve">821]: </w:t>
      </w:r>
      <w:proofErr w:type="spellStart"/>
      <w:r w:rsidRPr="00450686">
        <w:t>pam_unix</w:t>
      </w:r>
      <w:proofErr w:type="spellEnd"/>
      <w:r w:rsidRPr="00450686">
        <w:t>(</w:t>
      </w:r>
      <w:proofErr w:type="spellStart"/>
      <w:r w:rsidRPr="00450686">
        <w:t>sudo:session</w:t>
      </w:r>
      <w:proofErr w:type="spellEnd"/>
      <w:r w:rsidRPr="00450686">
        <w:t>): session closed for user root</w:t>
      </w:r>
    </w:p>
    <w:p w14:paraId="1AEDEABF" w14:textId="77777777" w:rsidR="006C589B" w:rsidRPr="00450686" w:rsidRDefault="006C589B" w:rsidP="006C589B">
      <w:pPr>
        <w:pStyle w:val="CMDOutput"/>
      </w:pPr>
      <w:r w:rsidRPr="00450686">
        <w:t xml:space="preserve">Mar 31 10:34:45 </w:t>
      </w:r>
      <w:proofErr w:type="spellStart"/>
      <w:r w:rsidRPr="00450686">
        <w:t>secOps</w:t>
      </w:r>
      <w:proofErr w:type="spellEnd"/>
      <w:r w:rsidRPr="00450686">
        <w:t xml:space="preserve"> </w:t>
      </w:r>
      <w:proofErr w:type="spellStart"/>
      <w:proofErr w:type="gramStart"/>
      <w:r w:rsidRPr="00450686">
        <w:t>filebeat</w:t>
      </w:r>
      <w:proofErr w:type="spellEnd"/>
      <w:r w:rsidRPr="00450686">
        <w:t>[</w:t>
      </w:r>
      <w:proofErr w:type="gramEnd"/>
      <w:r w:rsidRPr="00450686">
        <w:t>222]: 2017/03/31 14:34:45.076057 logp.go:232: INFO No non-zero metrics in the last 30s</w:t>
      </w:r>
    </w:p>
    <w:p w14:paraId="345374B5" w14:textId="77777777" w:rsidR="006C589B" w:rsidRPr="00450686" w:rsidRDefault="006C589B" w:rsidP="006C589B">
      <w:pPr>
        <w:pStyle w:val="CMDOutput"/>
      </w:pPr>
      <w:r w:rsidRPr="00450686">
        <w:t xml:space="preserve">Mar 31 10:35:15 </w:t>
      </w:r>
      <w:proofErr w:type="spellStart"/>
      <w:r w:rsidRPr="00450686">
        <w:t>secOps</w:t>
      </w:r>
      <w:proofErr w:type="spellEnd"/>
      <w:r w:rsidRPr="00450686">
        <w:t xml:space="preserve"> </w:t>
      </w:r>
      <w:proofErr w:type="spellStart"/>
      <w:proofErr w:type="gramStart"/>
      <w:r w:rsidRPr="00450686">
        <w:t>filebeat</w:t>
      </w:r>
      <w:proofErr w:type="spellEnd"/>
      <w:r w:rsidRPr="00450686">
        <w:t>[</w:t>
      </w:r>
      <w:proofErr w:type="gramEnd"/>
      <w:r w:rsidRPr="00450686">
        <w:t>222]: 2017/03/31 14:35:15.076118 logp.go:232: INFO No non-zero metrics in the last 30s</w:t>
      </w:r>
    </w:p>
    <w:p w14:paraId="00B11CFF" w14:textId="77777777" w:rsidR="006C589B" w:rsidRPr="00450686" w:rsidRDefault="006C589B" w:rsidP="006C589B">
      <w:pPr>
        <w:pStyle w:val="CMDOutput"/>
      </w:pPr>
      <w:r w:rsidRPr="00450686">
        <w:t xml:space="preserve">Mar 31 10:35:45 </w:t>
      </w:r>
      <w:proofErr w:type="spellStart"/>
      <w:r w:rsidRPr="00450686">
        <w:t>secOps</w:t>
      </w:r>
      <w:proofErr w:type="spellEnd"/>
      <w:r w:rsidRPr="00450686">
        <w:t xml:space="preserve"> </w:t>
      </w:r>
      <w:proofErr w:type="spellStart"/>
      <w:proofErr w:type="gramStart"/>
      <w:r w:rsidRPr="00450686">
        <w:t>filebeat</w:t>
      </w:r>
      <w:proofErr w:type="spellEnd"/>
      <w:r w:rsidRPr="00450686">
        <w:t>[</w:t>
      </w:r>
      <w:proofErr w:type="gramEnd"/>
      <w:r w:rsidRPr="00450686">
        <w:t>222]: 2017/03/31 14:35:45.076924 logp.go:232: INFO No non-zero metrics in the last 30s</w:t>
      </w:r>
    </w:p>
    <w:p w14:paraId="25B222ED" w14:textId="77777777" w:rsidR="006C589B" w:rsidRPr="00450686" w:rsidRDefault="006C589B" w:rsidP="006C589B">
      <w:pPr>
        <w:pStyle w:val="CMDOutput"/>
      </w:pPr>
      <w:r w:rsidRPr="00450686">
        <w:t xml:space="preserve">Mar 31 10:36:15 </w:t>
      </w:r>
      <w:proofErr w:type="spellStart"/>
      <w:r w:rsidRPr="00450686">
        <w:t>secOps</w:t>
      </w:r>
      <w:proofErr w:type="spellEnd"/>
      <w:r w:rsidRPr="00450686">
        <w:t xml:space="preserve"> </w:t>
      </w:r>
      <w:proofErr w:type="spellStart"/>
      <w:proofErr w:type="gramStart"/>
      <w:r w:rsidRPr="00450686">
        <w:t>filebeat</w:t>
      </w:r>
      <w:proofErr w:type="spellEnd"/>
      <w:r w:rsidRPr="00450686">
        <w:t>[</w:t>
      </w:r>
      <w:proofErr w:type="gramEnd"/>
      <w:r w:rsidRPr="00450686">
        <w:t>222]: 2017/03/31 14:36:15.076060 logp.go:232: INFO No non-zero metrics in the last 30s</w:t>
      </w:r>
    </w:p>
    <w:p w14:paraId="3DF2B218" w14:textId="77777777" w:rsidR="006C589B" w:rsidRPr="00450686" w:rsidRDefault="006C589B" w:rsidP="006C589B">
      <w:pPr>
        <w:pStyle w:val="CMDOutput"/>
      </w:pPr>
      <w:r w:rsidRPr="00450686">
        <w:t xml:space="preserve">Mar 31 10:36:45 </w:t>
      </w:r>
      <w:proofErr w:type="spellStart"/>
      <w:r w:rsidRPr="00450686">
        <w:t>secOps</w:t>
      </w:r>
      <w:proofErr w:type="spellEnd"/>
      <w:r w:rsidRPr="00450686">
        <w:t xml:space="preserve"> </w:t>
      </w:r>
      <w:proofErr w:type="spellStart"/>
      <w:proofErr w:type="gramStart"/>
      <w:r w:rsidRPr="00450686">
        <w:t>filebeat</w:t>
      </w:r>
      <w:proofErr w:type="spellEnd"/>
      <w:r w:rsidRPr="00450686">
        <w:t>[</w:t>
      </w:r>
      <w:proofErr w:type="gramEnd"/>
      <w:r w:rsidRPr="00450686">
        <w:t>222]: 2017/03/31 14:36:45.076122 logp.go:232: INFO No non-zero metrics in the last 30s</w:t>
      </w:r>
    </w:p>
    <w:p w14:paraId="22A71973" w14:textId="77777777" w:rsidR="006C589B" w:rsidRPr="00450686" w:rsidRDefault="006C589B" w:rsidP="006C589B">
      <w:pPr>
        <w:pStyle w:val="CMDOutput"/>
      </w:pPr>
      <w:r w:rsidRPr="00450686">
        <w:t xml:space="preserve">Mar 31 10:37:15 </w:t>
      </w:r>
      <w:proofErr w:type="spellStart"/>
      <w:r w:rsidRPr="00450686">
        <w:t>secOps</w:t>
      </w:r>
      <w:proofErr w:type="spellEnd"/>
      <w:r w:rsidRPr="00450686">
        <w:t xml:space="preserve"> </w:t>
      </w:r>
      <w:proofErr w:type="spellStart"/>
      <w:proofErr w:type="gramStart"/>
      <w:r w:rsidRPr="00450686">
        <w:t>filebeat</w:t>
      </w:r>
      <w:proofErr w:type="spellEnd"/>
      <w:r w:rsidRPr="00450686">
        <w:t>[</w:t>
      </w:r>
      <w:proofErr w:type="gramEnd"/>
      <w:r w:rsidRPr="00450686">
        <w:t>222]: 2017/03/31 14:37:15.076801 logp.go:232: INFO No non-zero metrics in the last 30s</w:t>
      </w:r>
    </w:p>
    <w:p w14:paraId="7F8820F2" w14:textId="77777777" w:rsidR="006C589B" w:rsidRPr="00450686" w:rsidRDefault="006C589B" w:rsidP="006C589B">
      <w:pPr>
        <w:pStyle w:val="CMDOutput"/>
      </w:pPr>
      <w:r w:rsidRPr="00450686">
        <w:lastRenderedPageBreak/>
        <w:t xml:space="preserve">Mar 31 10:37:30 </w:t>
      </w:r>
      <w:proofErr w:type="spellStart"/>
      <w:r w:rsidRPr="00450686">
        <w:t>secOps</w:t>
      </w:r>
      <w:proofErr w:type="spellEnd"/>
      <w:r w:rsidRPr="00450686">
        <w:t xml:space="preserve"> </w:t>
      </w:r>
      <w:proofErr w:type="spellStart"/>
      <w:proofErr w:type="gramStart"/>
      <w:r w:rsidRPr="00450686">
        <w:t>sudo</w:t>
      </w:r>
      <w:proofErr w:type="spellEnd"/>
      <w:r w:rsidRPr="00450686">
        <w:t>[</w:t>
      </w:r>
      <w:proofErr w:type="gramEnd"/>
      <w:r w:rsidRPr="00450686">
        <w:t>842]:  analyst : TTY=pts/0 ; PWD=/home/analyst ; USER=root ; COMMAND=/</w:t>
      </w:r>
      <w:proofErr w:type="spellStart"/>
      <w:r w:rsidRPr="00450686">
        <w:t>usr</w:t>
      </w:r>
      <w:proofErr w:type="spellEnd"/>
      <w:r w:rsidRPr="00450686">
        <w:t>/bin/</w:t>
      </w:r>
      <w:proofErr w:type="spellStart"/>
      <w:r w:rsidRPr="00450686">
        <w:t>journalctl</w:t>
      </w:r>
      <w:proofErr w:type="spellEnd"/>
      <w:r w:rsidRPr="00450686">
        <w:t xml:space="preserve"> -f</w:t>
      </w:r>
    </w:p>
    <w:p w14:paraId="2464F1C1" w14:textId="77777777" w:rsidR="006C589B" w:rsidRPr="00450686" w:rsidRDefault="006C589B" w:rsidP="006C589B">
      <w:pPr>
        <w:pStyle w:val="CMDOutput"/>
      </w:pPr>
      <w:r w:rsidRPr="00450686">
        <w:t xml:space="preserve">Mar 31 10:37:31 </w:t>
      </w:r>
      <w:proofErr w:type="spellStart"/>
      <w:r w:rsidRPr="00450686">
        <w:t>secOps</w:t>
      </w:r>
      <w:proofErr w:type="spellEnd"/>
      <w:r w:rsidRPr="00450686">
        <w:t xml:space="preserve"> </w:t>
      </w:r>
      <w:proofErr w:type="spellStart"/>
      <w:proofErr w:type="gramStart"/>
      <w:r w:rsidRPr="00450686">
        <w:t>sudo</w:t>
      </w:r>
      <w:proofErr w:type="spellEnd"/>
      <w:r w:rsidRPr="00450686">
        <w:t>[</w:t>
      </w:r>
      <w:proofErr w:type="gramEnd"/>
      <w:r w:rsidRPr="00450686">
        <w:t xml:space="preserve">842]: </w:t>
      </w:r>
      <w:proofErr w:type="spellStart"/>
      <w:r w:rsidRPr="00450686">
        <w:t>pam_unix</w:t>
      </w:r>
      <w:proofErr w:type="spellEnd"/>
      <w:r w:rsidRPr="00450686">
        <w:t>(</w:t>
      </w:r>
      <w:proofErr w:type="spellStart"/>
      <w:r w:rsidRPr="00450686">
        <w:t>sudo:session</w:t>
      </w:r>
      <w:proofErr w:type="spellEnd"/>
      <w:r w:rsidRPr="00450686">
        <w:t>): session opened for user root by (</w:t>
      </w:r>
      <w:proofErr w:type="spellStart"/>
      <w:r w:rsidRPr="00450686">
        <w:t>uid</w:t>
      </w:r>
      <w:proofErr w:type="spellEnd"/>
      <w:r w:rsidRPr="00450686">
        <w:t>=0)</w:t>
      </w:r>
    </w:p>
    <w:p w14:paraId="4F9B4D1B" w14:textId="77777777" w:rsidR="006C589B" w:rsidRDefault="006C589B" w:rsidP="006C589B">
      <w:pPr>
        <w:pStyle w:val="CMDOutput"/>
      </w:pPr>
      <w:r>
        <w:t>&lt;some output omitted&gt;</w:t>
      </w:r>
    </w:p>
    <w:p w14:paraId="13E9F667" w14:textId="77777777" w:rsidR="006C589B" w:rsidRDefault="006C589B" w:rsidP="006C589B">
      <w:pPr>
        <w:pStyle w:val="SubStepAlpha"/>
      </w:pPr>
      <w:proofErr w:type="spellStart"/>
      <w:r w:rsidRPr="00813E75">
        <w:t>journalctl</w:t>
      </w:r>
      <w:proofErr w:type="spellEnd"/>
      <w:r w:rsidRPr="00813E75">
        <w:t xml:space="preserve"> also supports mixing options to achieve the desired filter set. The command below monitors </w:t>
      </w:r>
      <w:proofErr w:type="spellStart"/>
      <w:r w:rsidRPr="00813E75">
        <w:t>nginx</w:t>
      </w:r>
      <w:proofErr w:type="spellEnd"/>
      <w:r w:rsidRPr="00813E75">
        <w:t xml:space="preserve"> system</w:t>
      </w:r>
      <w:r>
        <w:t xml:space="preserve"> events in real time.</w:t>
      </w:r>
    </w:p>
    <w:p w14:paraId="119E8EFC" w14:textId="77777777" w:rsidR="006C589B" w:rsidRPr="00450686" w:rsidRDefault="006C589B" w:rsidP="006C589B">
      <w:pPr>
        <w:pStyle w:val="CMD"/>
      </w:pPr>
      <w:r w:rsidRPr="00450686">
        <w:t>[</w:t>
      </w:r>
      <w:proofErr w:type="spellStart"/>
      <w:r w:rsidRPr="00450686">
        <w:t>analyst@secOps</w:t>
      </w:r>
      <w:proofErr w:type="spellEnd"/>
      <w:r w:rsidRPr="00450686">
        <w:t xml:space="preserve"> </w:t>
      </w:r>
      <w:proofErr w:type="gramStart"/>
      <w:r w:rsidRPr="00450686">
        <w:t>~]$</w:t>
      </w:r>
      <w:proofErr w:type="gramEnd"/>
      <w:r w:rsidRPr="00450686">
        <w:t xml:space="preserve"> </w:t>
      </w:r>
      <w:proofErr w:type="spellStart"/>
      <w:r w:rsidRPr="00450686">
        <w:rPr>
          <w:b/>
        </w:rPr>
        <w:t>sudo</w:t>
      </w:r>
      <w:proofErr w:type="spellEnd"/>
      <w:r w:rsidRPr="00450686">
        <w:rPr>
          <w:b/>
        </w:rPr>
        <w:t xml:space="preserve"> </w:t>
      </w:r>
      <w:proofErr w:type="spellStart"/>
      <w:r w:rsidRPr="00450686">
        <w:rPr>
          <w:b/>
        </w:rPr>
        <w:t>journalctl</w:t>
      </w:r>
      <w:proofErr w:type="spellEnd"/>
      <w:r w:rsidRPr="00450686">
        <w:rPr>
          <w:b/>
        </w:rPr>
        <w:t xml:space="preserve"> -u </w:t>
      </w:r>
      <w:proofErr w:type="spellStart"/>
      <w:r w:rsidRPr="00450686">
        <w:rPr>
          <w:b/>
        </w:rPr>
        <w:t>nginx.service</w:t>
      </w:r>
      <w:proofErr w:type="spellEnd"/>
      <w:r w:rsidRPr="00450686">
        <w:rPr>
          <w:b/>
        </w:rPr>
        <w:t xml:space="preserve"> -f</w:t>
      </w:r>
    </w:p>
    <w:p w14:paraId="0AE00A8E" w14:textId="77777777" w:rsidR="006C589B" w:rsidRPr="00450686" w:rsidRDefault="006C589B" w:rsidP="006C589B">
      <w:pPr>
        <w:pStyle w:val="CMDOutput"/>
      </w:pPr>
      <w:r w:rsidRPr="00450686">
        <w:t>-- Logs begin at Fri 2014-09-26 13:22:51 EDT. --</w:t>
      </w:r>
    </w:p>
    <w:p w14:paraId="5001951E" w14:textId="77777777" w:rsidR="006C589B" w:rsidRPr="00450686" w:rsidRDefault="006C589B" w:rsidP="006C589B">
      <w:pPr>
        <w:pStyle w:val="CMDOutput"/>
      </w:pPr>
      <w:r w:rsidRPr="00450686">
        <w:t xml:space="preserve">Mar 23 10:08:41 </w:t>
      </w:r>
      <w:proofErr w:type="spellStart"/>
      <w:r w:rsidRPr="00450686">
        <w:t>secOps</w:t>
      </w:r>
      <w:proofErr w:type="spellEnd"/>
      <w:r w:rsidRPr="00450686">
        <w:t xml:space="preserve"> </w:t>
      </w:r>
      <w:proofErr w:type="spellStart"/>
      <w:proofErr w:type="gramStart"/>
      <w:r w:rsidRPr="00450686">
        <w:t>systemd</w:t>
      </w:r>
      <w:proofErr w:type="spellEnd"/>
      <w:r w:rsidRPr="00450686">
        <w:t>[</w:t>
      </w:r>
      <w:proofErr w:type="gramEnd"/>
      <w:r w:rsidRPr="00450686">
        <w:t>1]: Stopping A high performance web server and a reverse proxy server...</w:t>
      </w:r>
    </w:p>
    <w:p w14:paraId="67C28E31" w14:textId="77777777" w:rsidR="006C589B" w:rsidRPr="00450686" w:rsidRDefault="006C589B" w:rsidP="006C589B">
      <w:pPr>
        <w:pStyle w:val="CMDOutput"/>
      </w:pPr>
      <w:r w:rsidRPr="00450686">
        <w:t xml:space="preserve">Mar 23 10:08:41 </w:t>
      </w:r>
      <w:proofErr w:type="spellStart"/>
      <w:r w:rsidRPr="00450686">
        <w:t>secOps</w:t>
      </w:r>
      <w:proofErr w:type="spellEnd"/>
      <w:r w:rsidRPr="00450686">
        <w:t xml:space="preserve"> </w:t>
      </w:r>
      <w:proofErr w:type="spellStart"/>
      <w:proofErr w:type="gramStart"/>
      <w:r w:rsidRPr="00450686">
        <w:t>systemd</w:t>
      </w:r>
      <w:proofErr w:type="spellEnd"/>
      <w:r w:rsidRPr="00450686">
        <w:t>[</w:t>
      </w:r>
      <w:proofErr w:type="gramEnd"/>
      <w:r w:rsidRPr="00450686">
        <w:t>1]: Stopped A high performance web server and a reverse proxy server.</w:t>
      </w:r>
    </w:p>
    <w:p w14:paraId="2DD5D607" w14:textId="77777777" w:rsidR="006C589B" w:rsidRPr="00450686" w:rsidRDefault="006C589B" w:rsidP="006C589B">
      <w:pPr>
        <w:pStyle w:val="CMDOutput"/>
      </w:pPr>
      <w:r w:rsidRPr="00450686">
        <w:t>-- Reboot --</w:t>
      </w:r>
    </w:p>
    <w:p w14:paraId="7F80976A" w14:textId="77777777" w:rsidR="006C589B" w:rsidRPr="00450686" w:rsidRDefault="006C589B" w:rsidP="006C589B">
      <w:pPr>
        <w:pStyle w:val="CMDOutput"/>
      </w:pPr>
      <w:r w:rsidRPr="00450686">
        <w:t xml:space="preserve">Mar 29 11:28:06 </w:t>
      </w:r>
      <w:proofErr w:type="spellStart"/>
      <w:r w:rsidRPr="00450686">
        <w:t>secOps</w:t>
      </w:r>
      <w:proofErr w:type="spellEnd"/>
      <w:r w:rsidRPr="00450686">
        <w:t xml:space="preserve"> </w:t>
      </w:r>
      <w:proofErr w:type="spellStart"/>
      <w:proofErr w:type="gramStart"/>
      <w:r w:rsidRPr="00450686">
        <w:t>systemd</w:t>
      </w:r>
      <w:proofErr w:type="spellEnd"/>
      <w:r w:rsidRPr="00450686">
        <w:t>[</w:t>
      </w:r>
      <w:proofErr w:type="gramEnd"/>
      <w:r w:rsidRPr="00450686">
        <w:t>1]: Starting A high performance web server and a reverse proxy server...</w:t>
      </w:r>
    </w:p>
    <w:p w14:paraId="033DCBA7" w14:textId="77777777" w:rsidR="006C589B" w:rsidRPr="00450686" w:rsidRDefault="006C589B" w:rsidP="006C589B">
      <w:pPr>
        <w:pStyle w:val="CMDOutput"/>
      </w:pPr>
      <w:r w:rsidRPr="00450686">
        <w:t xml:space="preserve">Mar 29 11:28:06 </w:t>
      </w:r>
      <w:proofErr w:type="spellStart"/>
      <w:r w:rsidRPr="00450686">
        <w:t>secOps</w:t>
      </w:r>
      <w:proofErr w:type="spellEnd"/>
      <w:r w:rsidRPr="00450686">
        <w:t xml:space="preserve"> </w:t>
      </w:r>
      <w:proofErr w:type="spellStart"/>
      <w:proofErr w:type="gramStart"/>
      <w:r w:rsidRPr="00450686">
        <w:t>systemd</w:t>
      </w:r>
      <w:proofErr w:type="spellEnd"/>
      <w:r w:rsidRPr="00450686">
        <w:t>[</w:t>
      </w:r>
      <w:proofErr w:type="gramEnd"/>
      <w:r w:rsidRPr="00450686">
        <w:t xml:space="preserve">1]: </w:t>
      </w:r>
      <w:proofErr w:type="spellStart"/>
      <w:r w:rsidRPr="00450686">
        <w:t>nginx.service</w:t>
      </w:r>
      <w:proofErr w:type="spellEnd"/>
      <w:r w:rsidRPr="00450686">
        <w:t>: PID file /run/</w:t>
      </w:r>
      <w:proofErr w:type="spellStart"/>
      <w:r w:rsidRPr="00450686">
        <w:t>nginx.pid</w:t>
      </w:r>
      <w:proofErr w:type="spellEnd"/>
      <w:r w:rsidRPr="00450686">
        <w:t xml:space="preserve"> not readable (yet?) after start: No such file or directory</w:t>
      </w:r>
    </w:p>
    <w:p w14:paraId="74BA68CE" w14:textId="77777777" w:rsidR="006C589B" w:rsidRPr="00450686" w:rsidRDefault="006C589B" w:rsidP="006C589B">
      <w:pPr>
        <w:pStyle w:val="CMDOutput"/>
      </w:pPr>
      <w:r w:rsidRPr="00450686">
        <w:t xml:space="preserve">Mar 29 11:28:06 </w:t>
      </w:r>
      <w:proofErr w:type="spellStart"/>
      <w:r w:rsidRPr="00450686">
        <w:t>secOps</w:t>
      </w:r>
      <w:proofErr w:type="spellEnd"/>
      <w:r w:rsidRPr="00450686">
        <w:t xml:space="preserve"> </w:t>
      </w:r>
      <w:proofErr w:type="spellStart"/>
      <w:proofErr w:type="gramStart"/>
      <w:r w:rsidRPr="00450686">
        <w:t>systemd</w:t>
      </w:r>
      <w:proofErr w:type="spellEnd"/>
      <w:r w:rsidRPr="00450686">
        <w:t>[</w:t>
      </w:r>
      <w:proofErr w:type="gramEnd"/>
      <w:r w:rsidRPr="00450686">
        <w:t>1]: Started A high performance web server and a reverse proxy server.</w:t>
      </w:r>
    </w:p>
    <w:p w14:paraId="2E53AE4F" w14:textId="77777777" w:rsidR="006C589B" w:rsidRPr="00450686" w:rsidRDefault="006C589B" w:rsidP="006C589B">
      <w:pPr>
        <w:pStyle w:val="CMDOutput"/>
      </w:pPr>
      <w:r w:rsidRPr="00450686">
        <w:t xml:space="preserve">Mar 29 11:31:45 </w:t>
      </w:r>
      <w:proofErr w:type="spellStart"/>
      <w:r w:rsidRPr="00450686">
        <w:t>secOps</w:t>
      </w:r>
      <w:proofErr w:type="spellEnd"/>
      <w:r w:rsidRPr="00450686">
        <w:t xml:space="preserve"> </w:t>
      </w:r>
      <w:proofErr w:type="spellStart"/>
      <w:proofErr w:type="gramStart"/>
      <w:r w:rsidRPr="00450686">
        <w:t>systemd</w:t>
      </w:r>
      <w:proofErr w:type="spellEnd"/>
      <w:r w:rsidRPr="00450686">
        <w:t>[</w:t>
      </w:r>
      <w:proofErr w:type="gramEnd"/>
      <w:r w:rsidRPr="00450686">
        <w:t>1]: Stopping A high performance web server and a reverse proxy server...</w:t>
      </w:r>
    </w:p>
    <w:p w14:paraId="5B52E6D6" w14:textId="77777777" w:rsidR="006C589B" w:rsidRPr="00450686" w:rsidRDefault="006C589B" w:rsidP="006C589B">
      <w:pPr>
        <w:pStyle w:val="CMDOutput"/>
      </w:pPr>
      <w:r w:rsidRPr="00450686">
        <w:t xml:space="preserve">Mar 29 11:31:45 </w:t>
      </w:r>
      <w:proofErr w:type="spellStart"/>
      <w:r w:rsidRPr="00450686">
        <w:t>secOps</w:t>
      </w:r>
      <w:proofErr w:type="spellEnd"/>
      <w:r w:rsidRPr="00450686">
        <w:t xml:space="preserve"> </w:t>
      </w:r>
      <w:proofErr w:type="spellStart"/>
      <w:proofErr w:type="gramStart"/>
      <w:r w:rsidRPr="00450686">
        <w:t>systemd</w:t>
      </w:r>
      <w:proofErr w:type="spellEnd"/>
      <w:r w:rsidRPr="00450686">
        <w:t>[</w:t>
      </w:r>
      <w:proofErr w:type="gramEnd"/>
      <w:r w:rsidRPr="00450686">
        <w:t>1]: Stopped A high performance web server and a reverse proxy server.</w:t>
      </w:r>
    </w:p>
    <w:p w14:paraId="166E8D4A" w14:textId="77777777" w:rsidR="006C589B" w:rsidRPr="00450686" w:rsidRDefault="006C589B" w:rsidP="006C589B">
      <w:pPr>
        <w:pStyle w:val="CMDOutput"/>
      </w:pPr>
      <w:r w:rsidRPr="00450686">
        <w:t>-- Reboot --</w:t>
      </w:r>
    </w:p>
    <w:p w14:paraId="2A2F18CA" w14:textId="77777777" w:rsidR="006C589B" w:rsidRPr="00450686" w:rsidRDefault="006C589B" w:rsidP="006C589B">
      <w:pPr>
        <w:pStyle w:val="CMDOutput"/>
      </w:pPr>
      <w:r w:rsidRPr="00450686">
        <w:t xml:space="preserve">Mar 31 09:54:51 </w:t>
      </w:r>
      <w:proofErr w:type="spellStart"/>
      <w:r w:rsidRPr="00450686">
        <w:t>secOps</w:t>
      </w:r>
      <w:proofErr w:type="spellEnd"/>
      <w:r w:rsidRPr="00450686">
        <w:t xml:space="preserve"> </w:t>
      </w:r>
      <w:proofErr w:type="spellStart"/>
      <w:proofErr w:type="gramStart"/>
      <w:r w:rsidRPr="00450686">
        <w:t>systemd</w:t>
      </w:r>
      <w:proofErr w:type="spellEnd"/>
      <w:r w:rsidRPr="00450686">
        <w:t>[</w:t>
      </w:r>
      <w:proofErr w:type="gramEnd"/>
      <w:r w:rsidRPr="00450686">
        <w:t>1]: Starting A high performance web server and a reverse proxy server...</w:t>
      </w:r>
    </w:p>
    <w:p w14:paraId="6BD6CD1B" w14:textId="77777777" w:rsidR="006C589B" w:rsidRPr="00450686" w:rsidRDefault="006C589B" w:rsidP="006C589B">
      <w:pPr>
        <w:pStyle w:val="CMDOutput"/>
      </w:pPr>
      <w:r w:rsidRPr="00450686">
        <w:t xml:space="preserve">Mar 31 09:54:51 </w:t>
      </w:r>
      <w:proofErr w:type="spellStart"/>
      <w:r w:rsidRPr="00450686">
        <w:t>secOps</w:t>
      </w:r>
      <w:proofErr w:type="spellEnd"/>
      <w:r w:rsidRPr="00450686">
        <w:t xml:space="preserve"> </w:t>
      </w:r>
      <w:proofErr w:type="spellStart"/>
      <w:proofErr w:type="gramStart"/>
      <w:r w:rsidRPr="00450686">
        <w:t>systemd</w:t>
      </w:r>
      <w:proofErr w:type="spellEnd"/>
      <w:r w:rsidRPr="00450686">
        <w:t>[</w:t>
      </w:r>
      <w:proofErr w:type="gramEnd"/>
      <w:r w:rsidRPr="00450686">
        <w:t xml:space="preserve">1]: </w:t>
      </w:r>
      <w:proofErr w:type="spellStart"/>
      <w:r w:rsidRPr="00450686">
        <w:t>nginx.service</w:t>
      </w:r>
      <w:proofErr w:type="spellEnd"/>
      <w:r w:rsidRPr="00450686">
        <w:t>: PID file /run/</w:t>
      </w:r>
      <w:proofErr w:type="spellStart"/>
      <w:r w:rsidRPr="00450686">
        <w:t>nginx.pid</w:t>
      </w:r>
      <w:proofErr w:type="spellEnd"/>
      <w:r w:rsidRPr="00450686">
        <w:t xml:space="preserve"> not readable (yet?) after start: No such file or directory</w:t>
      </w:r>
    </w:p>
    <w:p w14:paraId="2A8768D7" w14:textId="77777777" w:rsidR="006C589B" w:rsidRPr="00450686" w:rsidRDefault="006C589B" w:rsidP="006C589B">
      <w:pPr>
        <w:pStyle w:val="CMDOutput"/>
      </w:pPr>
      <w:r w:rsidRPr="00450686">
        <w:t xml:space="preserve">Mar 31 09:54:51 </w:t>
      </w:r>
      <w:proofErr w:type="spellStart"/>
      <w:r w:rsidRPr="00450686">
        <w:t>secOps</w:t>
      </w:r>
      <w:proofErr w:type="spellEnd"/>
      <w:r w:rsidRPr="00450686">
        <w:t xml:space="preserve"> </w:t>
      </w:r>
      <w:proofErr w:type="spellStart"/>
      <w:proofErr w:type="gramStart"/>
      <w:r w:rsidRPr="00450686">
        <w:t>systemd</w:t>
      </w:r>
      <w:proofErr w:type="spellEnd"/>
      <w:r w:rsidRPr="00450686">
        <w:t>[</w:t>
      </w:r>
      <w:proofErr w:type="gramEnd"/>
      <w:r w:rsidRPr="00450686">
        <w:t>1]: Started A high performance web server and a reverse proxy server.</w:t>
      </w:r>
    </w:p>
    <w:p w14:paraId="27CDC677" w14:textId="77777777" w:rsidR="006C589B" w:rsidRDefault="006C589B" w:rsidP="00D94760">
      <w:pPr>
        <w:pStyle w:val="SubStepAlpha"/>
        <w:keepNext/>
      </w:pPr>
      <w:r>
        <w:lastRenderedPageBreak/>
        <w:t>Keep the command above running, open a new web browser window and type 127.0.0.1 (default configuration) or 127.0.0.1:8080 (</w:t>
      </w:r>
      <w:proofErr w:type="spellStart"/>
      <w:r>
        <w:t>custom_server.conf</w:t>
      </w:r>
      <w:proofErr w:type="spellEnd"/>
      <w:r>
        <w:t>) in the address bar.</w:t>
      </w:r>
      <w:r w:rsidRPr="00813E75">
        <w:t xml:space="preserve"> </w:t>
      </w:r>
      <w:proofErr w:type="spellStart"/>
      <w:r w:rsidRPr="00813E75">
        <w:t>journalctl</w:t>
      </w:r>
      <w:proofErr w:type="spellEnd"/>
      <w:r w:rsidRPr="00813E75">
        <w:t xml:space="preserve"> </w:t>
      </w:r>
      <w:r>
        <w:t xml:space="preserve">should display an error related to a missing favicon.ico file in real-time. Use </w:t>
      </w:r>
      <w:proofErr w:type="spellStart"/>
      <w:r>
        <w:t>Ctrl+C</w:t>
      </w:r>
      <w:proofErr w:type="spellEnd"/>
      <w:r>
        <w:t xml:space="preserve"> to quit </w:t>
      </w:r>
      <w:proofErr w:type="spellStart"/>
      <w:r>
        <w:t>journalctl</w:t>
      </w:r>
      <w:proofErr w:type="spellEnd"/>
      <w:r>
        <w:t>.</w:t>
      </w:r>
    </w:p>
    <w:p w14:paraId="2B287822" w14:textId="19D63F55" w:rsidR="00590C80" w:rsidRPr="00B35C70" w:rsidRDefault="00590C80" w:rsidP="006C589B">
      <w:pPr>
        <w:pStyle w:val="Visual"/>
      </w:pPr>
      <w:r w:rsidRPr="00590C80">
        <w:rPr>
          <w:noProof/>
        </w:rPr>
        <w:drawing>
          <wp:inline distT="0" distB="0" distL="0" distR="0" wp14:anchorId="77F0FC21" wp14:editId="61E9F6F8">
            <wp:extent cx="5486400" cy="4371159"/>
            <wp:effectExtent l="0" t="0" r="0" b="0"/>
            <wp:docPr id="3" name="Picture 3" descr="The screenshot shows a terminal window running [analyst@secOps ~]$ sudo journalctl -u nginx.service -f&#10;There is also a web browser o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6400" cy="4371159"/>
                    </a:xfrm>
                    <a:prstGeom prst="rect">
                      <a:avLst/>
                    </a:prstGeom>
                  </pic:spPr>
                </pic:pic>
              </a:graphicData>
            </a:graphic>
          </wp:inline>
        </w:drawing>
      </w:r>
    </w:p>
    <w:p w14:paraId="6666CA4F" w14:textId="77777777" w:rsidR="006C589B" w:rsidRDefault="006C589B" w:rsidP="006C589B">
      <w:pPr>
        <w:pStyle w:val="Heading1"/>
        <w:numPr>
          <w:ilvl w:val="0"/>
          <w:numId w:val="3"/>
        </w:numPr>
      </w:pPr>
      <w:r>
        <w:t>Reflection</w:t>
      </w:r>
    </w:p>
    <w:p w14:paraId="106C189C" w14:textId="77777777" w:rsidR="006C589B" w:rsidRDefault="006C589B" w:rsidP="006C589B">
      <w:pPr>
        <w:pStyle w:val="BodyTextL25"/>
      </w:pPr>
      <w:r>
        <w:t>Log files are extremely important for troubleshooting.</w:t>
      </w:r>
    </w:p>
    <w:p w14:paraId="1DF8DF55" w14:textId="77777777" w:rsidR="006C589B" w:rsidRDefault="006C589B" w:rsidP="006C589B">
      <w:pPr>
        <w:pStyle w:val="BodyTextL25"/>
      </w:pPr>
      <w:r>
        <w:t>Log file location follows convention but ultimately, it is a choice of the developer.</w:t>
      </w:r>
    </w:p>
    <w:p w14:paraId="6F9C7E5E" w14:textId="77777777" w:rsidR="006C589B" w:rsidRDefault="006C589B" w:rsidP="006C589B">
      <w:pPr>
        <w:pStyle w:val="BodyTextL25"/>
      </w:pPr>
      <w:proofErr w:type="gramStart"/>
      <w:r>
        <w:t>More often than not</w:t>
      </w:r>
      <w:proofErr w:type="gramEnd"/>
      <w:r>
        <w:t>, log file information (location, file names, etc.) is included in the documentation. If the documentation does not provide useful information on log files, a combination of web research, and system investigation should be used.</w:t>
      </w:r>
    </w:p>
    <w:p w14:paraId="61A8C8B8" w14:textId="77777777" w:rsidR="006C589B" w:rsidRDefault="006C589B" w:rsidP="006C589B">
      <w:pPr>
        <w:pStyle w:val="BodyTextL25"/>
      </w:pPr>
      <w:r>
        <w:t>Clocks should always be synchronized to ensure all systems have the correct time. If clocks are not correctly set, it is very difficult to trace back events.</w:t>
      </w:r>
    </w:p>
    <w:p w14:paraId="5958E83D" w14:textId="19215EDD" w:rsidR="00C162C0" w:rsidRDefault="006C589B" w:rsidP="00D94760">
      <w:pPr>
        <w:pStyle w:val="BodyTextL25"/>
      </w:pPr>
      <w:r>
        <w:t>It is important to understand when specific events took place. In addition to that, events from different sources are often analyzed at the same time.</w:t>
      </w:r>
    </w:p>
    <w:p w14:paraId="30410912" w14:textId="4C9929A6" w:rsidR="00FF1E96" w:rsidRPr="004B1E44" w:rsidRDefault="00FF1E96" w:rsidP="007E3E42">
      <w:pPr>
        <w:pStyle w:val="ConfigWindow"/>
      </w:pPr>
      <w:r>
        <w:t>End of document</w:t>
      </w:r>
    </w:p>
    <w:sectPr w:rsidR="00FF1E96" w:rsidRPr="004B1E44"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CB4633" w14:textId="77777777" w:rsidR="009A3282" w:rsidRDefault="009A3282" w:rsidP="00710659">
      <w:pPr>
        <w:spacing w:after="0" w:line="240" w:lineRule="auto"/>
      </w:pPr>
      <w:r>
        <w:separator/>
      </w:r>
    </w:p>
    <w:p w14:paraId="4F51022B" w14:textId="77777777" w:rsidR="009A3282" w:rsidRDefault="009A3282"/>
  </w:endnote>
  <w:endnote w:type="continuationSeparator" w:id="0">
    <w:p w14:paraId="650BE6DC" w14:textId="77777777" w:rsidR="009A3282" w:rsidRDefault="009A3282" w:rsidP="00710659">
      <w:pPr>
        <w:spacing w:after="0" w:line="240" w:lineRule="auto"/>
      </w:pPr>
      <w:r>
        <w:continuationSeparator/>
      </w:r>
    </w:p>
    <w:p w14:paraId="14A47472" w14:textId="77777777" w:rsidR="009A3282" w:rsidRDefault="009A32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BJKKB+Arial,Bold">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80715E" w14:textId="606332E2" w:rsidR="009A3282" w:rsidRPr="00882B63" w:rsidRDefault="009A3282"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2017</w:t>
        </w:r>
      </w:sdtContent>
    </w:sdt>
    <w:r>
      <w:t xml:space="preserve"> - </w:t>
    </w:r>
    <w:r>
      <w:fldChar w:fldCharType="begin"/>
    </w:r>
    <w:r>
      <w:instrText xml:space="preserve"> SAVEDATE  \@ "yyyy"  \* MERGEFORMAT </w:instrText>
    </w:r>
    <w:r>
      <w:fldChar w:fldCharType="separate"/>
    </w:r>
    <w:r>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78121B" w14:textId="0152AB3F" w:rsidR="009A3282" w:rsidRPr="00882B63" w:rsidRDefault="009A3282"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2017</w:t>
        </w:r>
      </w:sdtContent>
    </w:sdt>
    <w:r>
      <w:t xml:space="preserve"> - </w:t>
    </w:r>
    <w:r>
      <w:fldChar w:fldCharType="begin"/>
    </w:r>
    <w:r>
      <w:instrText xml:space="preserve"> SAVEDATE  \@ "yyyy"  \* MERGEFORMAT </w:instrText>
    </w:r>
    <w:r>
      <w:fldChar w:fldCharType="separate"/>
    </w:r>
    <w:r>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CAEB77" w14:textId="77777777" w:rsidR="009A3282" w:rsidRDefault="009A3282" w:rsidP="00710659">
      <w:pPr>
        <w:spacing w:after="0" w:line="240" w:lineRule="auto"/>
      </w:pPr>
      <w:r>
        <w:separator/>
      </w:r>
    </w:p>
    <w:p w14:paraId="56B83854" w14:textId="77777777" w:rsidR="009A3282" w:rsidRDefault="009A3282"/>
  </w:footnote>
  <w:footnote w:type="continuationSeparator" w:id="0">
    <w:p w14:paraId="1B4D0D37" w14:textId="77777777" w:rsidR="009A3282" w:rsidRDefault="009A3282" w:rsidP="00710659">
      <w:pPr>
        <w:spacing w:after="0" w:line="240" w:lineRule="auto"/>
      </w:pPr>
      <w:r>
        <w:continuationSeparator/>
      </w:r>
    </w:p>
    <w:p w14:paraId="7600AE59" w14:textId="77777777" w:rsidR="009A3282" w:rsidRDefault="009A32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F996561904544E2A929A74FACA4853E0"/>
      </w:placeholder>
      <w:dataBinding w:prefixMappings="xmlns:ns0='http://purl.org/dc/elements/1.1/' xmlns:ns1='http://schemas.openxmlformats.org/package/2006/metadata/core-properties' " w:xpath="/ns1:coreProperties[1]/ns0:title[1]" w:storeItemID="{6C3C8BC8-F283-45AE-878A-BAB7291924A1}"/>
      <w:text/>
    </w:sdtPr>
    <w:sdtContent>
      <w:p w14:paraId="5B4B2C99" w14:textId="77777777" w:rsidR="009A3282" w:rsidRDefault="009A3282" w:rsidP="008402F2">
        <w:pPr>
          <w:pStyle w:val="PageHead"/>
        </w:pPr>
        <w:r>
          <w:t>Lab - Locating Log Files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98C922" w14:textId="77777777" w:rsidR="009A3282" w:rsidRDefault="009A3282" w:rsidP="006C3FCF">
    <w:pPr>
      <w:ind w:left="-288"/>
    </w:pPr>
    <w:r>
      <w:rPr>
        <w:noProof/>
      </w:rPr>
      <w:drawing>
        <wp:inline distT="0" distB="0" distL="0" distR="0" wp14:anchorId="0E524B1A" wp14:editId="0617E616">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77F43"/>
    <w:multiLevelType w:val="hybridMultilevel"/>
    <w:tmpl w:val="E78C798A"/>
    <w:lvl w:ilvl="0" w:tplc="365E46B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BDF014B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2BC349D"/>
    <w:multiLevelType w:val="hybridMultilevel"/>
    <w:tmpl w:val="C950A0FC"/>
    <w:lvl w:ilvl="0" w:tplc="725EEB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4317462"/>
    <w:multiLevelType w:val="hybridMultilevel"/>
    <w:tmpl w:val="4B52D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BE795F"/>
    <w:multiLevelType w:val="hybridMultilevel"/>
    <w:tmpl w:val="1700A108"/>
    <w:lvl w:ilvl="0" w:tplc="365E46B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10"/>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1"/>
  </w:num>
  <w:num w:numId="7">
    <w:abstractNumId w:val="2"/>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4"/>
  </w:num>
  <w:num w:numId="12">
    <w:abstractNumId w:val="8"/>
  </w:num>
  <w:num w:numId="13">
    <w:abstractNumId w:val="7"/>
  </w:num>
  <w:num w:numId="14">
    <w:abstractNumId w:val="9"/>
  </w:num>
  <w:num w:numId="15">
    <w:abstractNumId w:val="0"/>
  </w:num>
  <w:num w:numId="16">
    <w:abstractNumId w:val="4"/>
    <w:lvlOverride w:ilvl="0">
      <w:startOverride w:val="1"/>
      <w:lvl w:ilvl="0">
        <w:start w:val="1"/>
        <w:numFmt w:val="decimal"/>
        <w:lvlText w:val="Part %1:"/>
        <w:lvlJc w:val="left"/>
        <w:pPr>
          <w:tabs>
            <w:tab w:val="num" w:pos="1080"/>
          </w:tabs>
          <w:ind w:left="1080" w:hanging="1080"/>
        </w:pPr>
        <w:rPr>
          <w:rFonts w:hint="default"/>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7">
    <w:abstractNumId w:val="4"/>
    <w:lvlOverride w:ilvl="0">
      <w:startOverride w:val="1"/>
      <w:lvl w:ilvl="0">
        <w:start w:val="1"/>
        <w:numFmt w:val="decimal"/>
        <w:lvlText w:val="Part %1:"/>
        <w:lvlJc w:val="left"/>
        <w:pPr>
          <w:tabs>
            <w:tab w:val="num" w:pos="1080"/>
          </w:tabs>
          <w:ind w:left="1080" w:hanging="1080"/>
        </w:pPr>
        <w:rPr>
          <w:rFonts w:hint="default"/>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A5C"/>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5497E"/>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4B08"/>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4234"/>
    <w:rsid w:val="001F643A"/>
    <w:rsid w:val="001F751B"/>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1A8"/>
    <w:rsid w:val="002D7A86"/>
    <w:rsid w:val="002F45FF"/>
    <w:rsid w:val="002F66D3"/>
    <w:rsid w:val="002F6D17"/>
    <w:rsid w:val="00302887"/>
    <w:rsid w:val="003056EB"/>
    <w:rsid w:val="003071FF"/>
    <w:rsid w:val="00310652"/>
    <w:rsid w:val="00311065"/>
    <w:rsid w:val="0031371D"/>
    <w:rsid w:val="0031789F"/>
    <w:rsid w:val="00320788"/>
    <w:rsid w:val="003225A1"/>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95316"/>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1850"/>
    <w:rsid w:val="004936C2"/>
    <w:rsid w:val="0049379C"/>
    <w:rsid w:val="004A1CA0"/>
    <w:rsid w:val="004A22E9"/>
    <w:rsid w:val="004A4ACD"/>
    <w:rsid w:val="004A506C"/>
    <w:rsid w:val="004A5BC5"/>
    <w:rsid w:val="004B023D"/>
    <w:rsid w:val="004B1E44"/>
    <w:rsid w:val="004C0909"/>
    <w:rsid w:val="004C1907"/>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26BCA"/>
    <w:rsid w:val="00536277"/>
    <w:rsid w:val="00536F43"/>
    <w:rsid w:val="00542616"/>
    <w:rsid w:val="005468C1"/>
    <w:rsid w:val="005510BA"/>
    <w:rsid w:val="005538C8"/>
    <w:rsid w:val="00554B4E"/>
    <w:rsid w:val="00556C02"/>
    <w:rsid w:val="00561BB2"/>
    <w:rsid w:val="00563249"/>
    <w:rsid w:val="00570A65"/>
    <w:rsid w:val="005751C6"/>
    <w:rsid w:val="005762B1"/>
    <w:rsid w:val="00580456"/>
    <w:rsid w:val="00580E73"/>
    <w:rsid w:val="00590C80"/>
    <w:rsid w:val="00592329"/>
    <w:rsid w:val="00593386"/>
    <w:rsid w:val="00596998"/>
    <w:rsid w:val="0059790F"/>
    <w:rsid w:val="005A046E"/>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7EA9"/>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89B"/>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55D08"/>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E42"/>
    <w:rsid w:val="007E3FEA"/>
    <w:rsid w:val="007E6402"/>
    <w:rsid w:val="007F0A0B"/>
    <w:rsid w:val="007F3A60"/>
    <w:rsid w:val="007F3D0B"/>
    <w:rsid w:val="007F7C94"/>
    <w:rsid w:val="00802FFA"/>
    <w:rsid w:val="00810E4B"/>
    <w:rsid w:val="00814BAA"/>
    <w:rsid w:val="00816F0C"/>
    <w:rsid w:val="0082211C"/>
    <w:rsid w:val="00824295"/>
    <w:rsid w:val="00826D5A"/>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037"/>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7DFF"/>
    <w:rsid w:val="00963E34"/>
    <w:rsid w:val="00964DFA"/>
    <w:rsid w:val="00970A69"/>
    <w:rsid w:val="0098155C"/>
    <w:rsid w:val="00981CCA"/>
    <w:rsid w:val="00983B77"/>
    <w:rsid w:val="00984E25"/>
    <w:rsid w:val="00996053"/>
    <w:rsid w:val="00997E71"/>
    <w:rsid w:val="009A0B2F"/>
    <w:rsid w:val="009A1CF4"/>
    <w:rsid w:val="009A3282"/>
    <w:rsid w:val="009A37D7"/>
    <w:rsid w:val="009A4E17"/>
    <w:rsid w:val="009A6955"/>
    <w:rsid w:val="009B0697"/>
    <w:rsid w:val="009B1C0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371"/>
    <w:rsid w:val="00A676FF"/>
    <w:rsid w:val="00A719F0"/>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3B41"/>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E7FAC"/>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335F"/>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476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14A"/>
    <w:rsid w:val="00E87D18"/>
    <w:rsid w:val="00E87D62"/>
    <w:rsid w:val="00E90A5C"/>
    <w:rsid w:val="00E97333"/>
    <w:rsid w:val="00EA486E"/>
    <w:rsid w:val="00EA4FA3"/>
    <w:rsid w:val="00EB001B"/>
    <w:rsid w:val="00EB3082"/>
    <w:rsid w:val="00EB6B97"/>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4A57"/>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1E96"/>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067E81"/>
  <w15:docId w15:val="{4F816FD1-F9DD-4A31-8BBE-60219FAE0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590C80"/>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F26E3"/>
    <w:rPr>
      <w:b/>
      <w:bCs/>
      <w:noProof/>
      <w:sz w:val="26"/>
      <w:szCs w:val="26"/>
    </w:rPr>
  </w:style>
  <w:style w:type="character" w:customStyle="1" w:styleId="Heading2Char">
    <w:name w:val="Heading 2 Char"/>
    <w:link w:val="Heading2"/>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90C80"/>
    <w:pPr>
      <w:spacing w:after="9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rsid w:val="00E859E3"/>
    <w:rPr>
      <w:sz w:val="16"/>
      <w:szCs w:val="22"/>
    </w:rPr>
  </w:style>
  <w:style w:type="paragraph" w:styleId="BalloonText">
    <w:name w:val="Balloon Text"/>
    <w:basedOn w:val="Normal"/>
    <w:link w:val="BalloonTextChar"/>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90C80"/>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semiHidden/>
    <w:unhideWhenUsed/>
    <w:rsid w:val="000B2344"/>
    <w:rPr>
      <w:b/>
      <w:bCs/>
    </w:rPr>
  </w:style>
  <w:style w:type="character" w:customStyle="1" w:styleId="CommentSubjectChar">
    <w:name w:val="Comment Subject Char"/>
    <w:link w:val="CommentSubject"/>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590C80"/>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6C589B"/>
    <w:rPr>
      <w:b/>
      <w:sz w:val="32"/>
    </w:rPr>
  </w:style>
  <w:style w:type="numbering" w:customStyle="1" w:styleId="PartStepSubStepList">
    <w:name w:val="Part_Step_SubStep_List"/>
    <w:basedOn w:val="NoList"/>
    <w:uiPriority w:val="99"/>
    <w:rsid w:val="006C589B"/>
    <w:pPr>
      <w:numPr>
        <w:numId w:val="11"/>
      </w:numPr>
    </w:pPr>
  </w:style>
  <w:style w:type="paragraph" w:styleId="ListParagraph">
    <w:name w:val="List Paragraph"/>
    <w:basedOn w:val="Normal"/>
    <w:uiPriority w:val="34"/>
    <w:unhideWhenUsed/>
    <w:qFormat/>
    <w:rsid w:val="006C589B"/>
    <w:pPr>
      <w:ind w:left="720"/>
    </w:pPr>
  </w:style>
  <w:style w:type="paragraph" w:styleId="Revision">
    <w:name w:val="Revision"/>
    <w:hidden/>
    <w:uiPriority w:val="99"/>
    <w:semiHidden/>
    <w:rsid w:val="006C589B"/>
    <w:rPr>
      <w:sz w:val="22"/>
      <w:szCs w:val="22"/>
    </w:rPr>
  </w:style>
  <w:style w:type="character" w:styleId="Hyperlink">
    <w:name w:val="Hyperlink"/>
    <w:rsid w:val="006C589B"/>
    <w:rPr>
      <w:color w:val="0000FF"/>
      <w:u w:val="single"/>
    </w:rPr>
  </w:style>
  <w:style w:type="paragraph" w:styleId="NormalWeb">
    <w:name w:val="Normal (Web)"/>
    <w:basedOn w:val="Normal"/>
    <w:uiPriority w:val="99"/>
    <w:rsid w:val="006C589B"/>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6C589B"/>
    <w:pPr>
      <w:autoSpaceDE w:val="0"/>
      <w:autoSpaceDN w:val="0"/>
      <w:adjustRightInd w:val="0"/>
    </w:pPr>
    <w:rPr>
      <w:rFonts w:ascii="NBJKKB+Arial,Bold" w:eastAsia="Times New Roman" w:hAnsi="NBJKKB+Arial,Bold" w:cs="NBJKKB+Arial,Bold"/>
      <w:color w:val="000000"/>
      <w:sz w:val="24"/>
      <w:szCs w:val="24"/>
    </w:rPr>
  </w:style>
  <w:style w:type="character" w:styleId="FollowedHyperlink">
    <w:name w:val="FollowedHyperlink"/>
    <w:rsid w:val="006C589B"/>
    <w:rPr>
      <w:color w:val="800080"/>
      <w:u w:val="single"/>
    </w:rPr>
  </w:style>
  <w:style w:type="character" w:styleId="Strong">
    <w:name w:val="Strong"/>
    <w:uiPriority w:val="22"/>
    <w:qFormat/>
    <w:rsid w:val="006C589B"/>
    <w:rPr>
      <w:b/>
      <w:bCs/>
    </w:rPr>
  </w:style>
  <w:style w:type="character" w:styleId="HTMLCode">
    <w:name w:val="HTML Code"/>
    <w:uiPriority w:val="99"/>
    <w:unhideWhenUsed/>
    <w:rsid w:val="006C589B"/>
    <w:rPr>
      <w:rFonts w:ascii="Courier New" w:eastAsia="Times New Roman" w:hAnsi="Courier New" w:cs="Courier New"/>
      <w:sz w:val="20"/>
      <w:szCs w:val="20"/>
    </w:rPr>
  </w:style>
  <w:style w:type="numbering" w:customStyle="1" w:styleId="NoList1">
    <w:name w:val="No List1"/>
    <w:next w:val="NoList"/>
    <w:semiHidden/>
    <w:rsid w:val="006C589B"/>
  </w:style>
  <w:style w:type="table" w:customStyle="1" w:styleId="TableGrid1">
    <w:name w:val="Table Grid1"/>
    <w:basedOn w:val="TableNormal"/>
    <w:next w:val="TableGrid"/>
    <w:rsid w:val="006C58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996561904544E2A929A74FACA4853E0"/>
        <w:category>
          <w:name w:val="General"/>
          <w:gallery w:val="placeholder"/>
        </w:category>
        <w:types>
          <w:type w:val="bbPlcHdr"/>
        </w:types>
        <w:behaviors>
          <w:behavior w:val="content"/>
        </w:behaviors>
        <w:guid w:val="{68539390-2D9D-4B7C-8D37-C3C047C1821E}"/>
      </w:docPartPr>
      <w:docPartBody>
        <w:p w:rsidR="00997023" w:rsidRDefault="008C5F62">
          <w:pPr>
            <w:pStyle w:val="F996561904544E2A929A74FACA4853E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BJKKB+Arial,Bold">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F62"/>
    <w:rsid w:val="00030107"/>
    <w:rsid w:val="00130AFD"/>
    <w:rsid w:val="0062435B"/>
    <w:rsid w:val="00842C88"/>
    <w:rsid w:val="008C5F62"/>
    <w:rsid w:val="009970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996561904544E2A929A74FACA4853E0">
    <w:name w:val="F996561904544E2A929A74FACA4853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EF74B9-8CD6-4F58-9FC5-36F04356D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298</TotalTime>
  <Pages>17</Pages>
  <Words>6621</Words>
  <Characters>37744</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Lab - Locating Log Files</vt:lpstr>
    </vt:vector>
  </TitlesOfParts>
  <Company>Cisco Systems, Inc.</Company>
  <LinksUpToDate>false</LinksUpToDate>
  <CharactersWithSpaces>44277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Locating Log Files</dc:title>
  <dc:creator>SP</dc:creator>
  <dc:description>2017</dc:description>
  <cp:lastModifiedBy>Suk-Yi Pennock -X (spennock - UNICON INC at Cisco)</cp:lastModifiedBy>
  <cp:revision>8</cp:revision>
  <dcterms:created xsi:type="dcterms:W3CDTF">2020-05-19T20:58:00Z</dcterms:created>
  <dcterms:modified xsi:type="dcterms:W3CDTF">2020-07-15T23:01:00Z</dcterms:modified>
</cp:coreProperties>
</file>